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071E" w14:textId="5C8133F6" w:rsidR="00171784" w:rsidRDefault="004F3A4A" w:rsidP="00CF2B58">
      <w:p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RPL TOOLKIT – </w:t>
      </w:r>
      <w:r w:rsidRPr="004F3A4A">
        <w:rPr>
          <w:rFonts w:ascii="Arial" w:hAnsi="Arial" w:cs="Arial"/>
          <w:b/>
          <w:bCs/>
        </w:rPr>
        <w:t>INSTRUMENT 0</w:t>
      </w:r>
      <w:r>
        <w:rPr>
          <w:rFonts w:ascii="Arial" w:hAnsi="Arial" w:cs="Arial"/>
          <w:b/>
          <w:bCs/>
        </w:rPr>
        <w:t>3</w:t>
      </w:r>
      <w:r w:rsidRPr="004F3A4A">
        <w:rPr>
          <w:rFonts w:ascii="Arial" w:hAnsi="Arial" w:cs="Arial"/>
          <w:b/>
          <w:bCs/>
        </w:rPr>
        <w:t xml:space="preserve"> – </w:t>
      </w:r>
      <w:r w:rsidR="0001441E" w:rsidRPr="00A9760E">
        <w:rPr>
          <w:rFonts w:ascii="Arial" w:hAnsi="Arial" w:cs="Arial"/>
          <w:b/>
          <w:bCs/>
        </w:rPr>
        <w:t>MAPPING MATRIX</w:t>
      </w:r>
      <w:r w:rsidR="0001441E">
        <w:rPr>
          <w:rFonts w:ascii="Arial" w:hAnsi="Arial" w:cs="Arial"/>
          <w:b/>
          <w:bCs/>
        </w:rPr>
        <w:t xml:space="preserve"> (EXIT LEVEL OUTCOMES)</w:t>
      </w:r>
    </w:p>
    <w:p w14:paraId="3073398F" w14:textId="506A8D04" w:rsidR="00474366" w:rsidRPr="00CF2B58" w:rsidRDefault="00F94BD7" w:rsidP="00CF2B58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 w:rsidRPr="00CF2B58">
        <w:rPr>
          <w:rFonts w:ascii="Arial" w:hAnsi="Arial" w:cs="Arial"/>
          <w:i/>
          <w:iCs/>
        </w:rPr>
        <w:t>To be completed by the SDP RPL Assessor</w:t>
      </w:r>
    </w:p>
    <w:tbl>
      <w:tblPr>
        <w:tblStyle w:val="TableGrid"/>
        <w:tblW w:w="15162" w:type="dxa"/>
        <w:tblInd w:w="-5" w:type="dxa"/>
        <w:tblLook w:val="04A0" w:firstRow="1" w:lastRow="0" w:firstColumn="1" w:lastColumn="0" w:noHBand="0" w:noVBand="1"/>
      </w:tblPr>
      <w:tblGrid>
        <w:gridCol w:w="3686"/>
        <w:gridCol w:w="3694"/>
        <w:gridCol w:w="3855"/>
        <w:gridCol w:w="3927"/>
      </w:tblGrid>
      <w:tr w:rsidR="003A1A77" w14:paraId="5E399B2A" w14:textId="196B1D6A" w:rsidTr="00EF3588">
        <w:trPr>
          <w:trHeight w:val="397"/>
        </w:trPr>
        <w:tc>
          <w:tcPr>
            <w:tcW w:w="7380" w:type="dxa"/>
            <w:gridSpan w:val="2"/>
            <w:shd w:val="clear" w:color="auto" w:fill="DD5E15"/>
            <w:vAlign w:val="center"/>
          </w:tcPr>
          <w:p w14:paraId="74BBA86F" w14:textId="62EF84D6" w:rsidR="003A1A77" w:rsidRDefault="003A1A77" w:rsidP="00CF2B5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RPL Candidate Details</w:t>
            </w:r>
          </w:p>
        </w:tc>
        <w:tc>
          <w:tcPr>
            <w:tcW w:w="7782" w:type="dxa"/>
            <w:gridSpan w:val="2"/>
            <w:shd w:val="clear" w:color="auto" w:fill="E2D4AB"/>
            <w:vAlign w:val="center"/>
          </w:tcPr>
          <w:p w14:paraId="3D542487" w14:textId="11CEE587" w:rsidR="003A1A77" w:rsidRPr="00DD6F3D" w:rsidRDefault="003A1A77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Details</w:t>
            </w:r>
          </w:p>
        </w:tc>
      </w:tr>
      <w:tr w:rsidR="003A1A77" w14:paraId="22C1A14C" w14:textId="77777777" w:rsidTr="00EF3588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35957A57" w14:textId="77777777" w:rsidR="003A1A77" w:rsidRPr="00001D40" w:rsidRDefault="003A1A77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Name </w:t>
            </w:r>
          </w:p>
        </w:tc>
        <w:tc>
          <w:tcPr>
            <w:tcW w:w="3694" w:type="dxa"/>
            <w:vAlign w:val="center"/>
          </w:tcPr>
          <w:p w14:paraId="428321AA" w14:textId="77777777" w:rsidR="003A1A77" w:rsidRDefault="003A1A77" w:rsidP="00CF2B5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855" w:type="dxa"/>
            <w:shd w:val="clear" w:color="auto" w:fill="E2D4AB"/>
            <w:vAlign w:val="center"/>
          </w:tcPr>
          <w:p w14:paraId="3BAF4A3B" w14:textId="77777777" w:rsidR="003A1A77" w:rsidRPr="00DD6F3D" w:rsidRDefault="003A1A77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Entity Name</w:t>
            </w:r>
          </w:p>
        </w:tc>
        <w:tc>
          <w:tcPr>
            <w:tcW w:w="3927" w:type="dxa"/>
            <w:vAlign w:val="center"/>
          </w:tcPr>
          <w:p w14:paraId="4EBF7A3F" w14:textId="77777777" w:rsidR="003A1A77" w:rsidRDefault="003A1A77" w:rsidP="00CF2B5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C1C88" w14:paraId="543CA273" w14:textId="0EC9E588" w:rsidTr="00EF3588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3028960" w14:textId="4920ECFE" w:rsidR="000C1C88" w:rsidRPr="00001D40" w:rsidRDefault="000C1C88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ID </w:t>
            </w:r>
            <w:r w:rsidR="004C76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3694" w:type="dxa"/>
            <w:vAlign w:val="center"/>
          </w:tcPr>
          <w:p w14:paraId="735D1006" w14:textId="77777777" w:rsidR="000C1C88" w:rsidRDefault="000C1C88" w:rsidP="00CF2B5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855" w:type="dxa"/>
            <w:shd w:val="clear" w:color="auto" w:fill="E2D4AB"/>
            <w:vAlign w:val="center"/>
          </w:tcPr>
          <w:p w14:paraId="2E6C854E" w14:textId="3B872F0A" w:rsidR="000C1C88" w:rsidRPr="00DD6F3D" w:rsidRDefault="00F5151B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Representative Name</w:t>
            </w:r>
          </w:p>
        </w:tc>
        <w:tc>
          <w:tcPr>
            <w:tcW w:w="3927" w:type="dxa"/>
            <w:vAlign w:val="center"/>
          </w:tcPr>
          <w:p w14:paraId="72773FBD" w14:textId="77777777" w:rsidR="000C1C88" w:rsidRDefault="000C1C88" w:rsidP="00CF2B5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7626D5" w:rsidRPr="00001D40" w14:paraId="60E71DD6" w14:textId="226254B2" w:rsidTr="00EF3588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07B8F4C4" w14:textId="3315F5F9" w:rsidR="007626D5" w:rsidRPr="00001D40" w:rsidRDefault="007626D5" w:rsidP="007626D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Occupational Qualification Title</w:t>
            </w:r>
          </w:p>
        </w:tc>
        <w:tc>
          <w:tcPr>
            <w:tcW w:w="3694" w:type="dxa"/>
            <w:vAlign w:val="center"/>
          </w:tcPr>
          <w:p w14:paraId="5D92B999" w14:textId="58E39574" w:rsidR="007626D5" w:rsidRPr="00B30A26" w:rsidRDefault="007626D5" w:rsidP="007626D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B30A26">
              <w:rPr>
                <w:rFonts w:ascii="Aptos" w:hAnsi="Aptos" w:cs="Arial"/>
                <w:sz w:val="20"/>
                <w:szCs w:val="20"/>
              </w:rPr>
              <w:t>Occupational Certificate: Mortician</w:t>
            </w:r>
          </w:p>
        </w:tc>
        <w:tc>
          <w:tcPr>
            <w:tcW w:w="3855" w:type="dxa"/>
            <w:shd w:val="clear" w:color="auto" w:fill="E2D4AB"/>
            <w:vAlign w:val="center"/>
          </w:tcPr>
          <w:p w14:paraId="01B30145" w14:textId="3B114F49" w:rsidR="007626D5" w:rsidRPr="00DD6F3D" w:rsidRDefault="007626D5" w:rsidP="007626D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QCTO Accreditation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3157E617" w14:textId="77777777" w:rsidR="007626D5" w:rsidRPr="00001D40" w:rsidRDefault="007626D5" w:rsidP="007626D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7626D5" w:rsidRPr="00001D40" w14:paraId="0BDC4426" w14:textId="44FDF202" w:rsidTr="00EF3588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1D70933B" w14:textId="65A342F3" w:rsidR="007626D5" w:rsidRPr="00001D40" w:rsidRDefault="007626D5" w:rsidP="007626D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ID</w:t>
            </w:r>
          </w:p>
        </w:tc>
        <w:tc>
          <w:tcPr>
            <w:tcW w:w="3694" w:type="dxa"/>
            <w:vAlign w:val="center"/>
          </w:tcPr>
          <w:p w14:paraId="02CCF4E9" w14:textId="6BAC85D9" w:rsidR="007626D5" w:rsidRPr="00B30A26" w:rsidRDefault="007626D5" w:rsidP="007626D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B30A26">
              <w:rPr>
                <w:rFonts w:ascii="Aptos" w:hAnsi="Aptos" w:cs="Arial"/>
                <w:sz w:val="20"/>
                <w:szCs w:val="20"/>
              </w:rPr>
              <w:t>104621</w:t>
            </w:r>
          </w:p>
        </w:tc>
        <w:tc>
          <w:tcPr>
            <w:tcW w:w="3855" w:type="dxa"/>
            <w:shd w:val="clear" w:color="auto" w:fill="E2D4AB"/>
            <w:vAlign w:val="center"/>
          </w:tcPr>
          <w:p w14:paraId="2398498A" w14:textId="12533BEB" w:rsidR="007626D5" w:rsidRPr="00DD6F3D" w:rsidRDefault="007626D5" w:rsidP="007626D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Name</w:t>
            </w:r>
          </w:p>
        </w:tc>
        <w:tc>
          <w:tcPr>
            <w:tcW w:w="3927" w:type="dxa"/>
            <w:vAlign w:val="center"/>
          </w:tcPr>
          <w:p w14:paraId="5D3A19EE" w14:textId="77777777" w:rsidR="007626D5" w:rsidRPr="00001D40" w:rsidRDefault="007626D5" w:rsidP="007626D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7626D5" w:rsidRPr="00001D40" w14:paraId="752E5000" w14:textId="1506FFC8" w:rsidTr="00EF3588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1C2F0D72" w14:textId="609E638F" w:rsidR="007626D5" w:rsidRPr="00001D40" w:rsidRDefault="007626D5" w:rsidP="007626D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Credits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NQF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3694" w:type="dxa"/>
            <w:vAlign w:val="center"/>
          </w:tcPr>
          <w:p w14:paraId="54239C41" w14:textId="5AEA8344" w:rsidR="007626D5" w:rsidRPr="00B30A26" w:rsidRDefault="007626D5" w:rsidP="007626D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B30A26">
              <w:rPr>
                <w:rFonts w:ascii="Aptos" w:hAnsi="Aptos" w:cs="Arial"/>
                <w:sz w:val="20"/>
                <w:szCs w:val="20"/>
              </w:rPr>
              <w:t>150, L3</w:t>
            </w:r>
          </w:p>
        </w:tc>
        <w:tc>
          <w:tcPr>
            <w:tcW w:w="3855" w:type="dxa"/>
            <w:shd w:val="clear" w:color="auto" w:fill="E2D4AB"/>
            <w:vAlign w:val="center"/>
          </w:tcPr>
          <w:p w14:paraId="16DC8204" w14:textId="7C40573A" w:rsidR="007626D5" w:rsidRPr="00DD6F3D" w:rsidRDefault="007626D5" w:rsidP="007626D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Registration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488F5547" w14:textId="77777777" w:rsidR="007626D5" w:rsidRPr="00001D40" w:rsidRDefault="007626D5" w:rsidP="007626D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98B63CF" w14:textId="6D643168" w:rsidR="00446468" w:rsidRPr="00925B38" w:rsidRDefault="009B525B" w:rsidP="00CF2B58">
      <w:pPr>
        <w:spacing w:before="240" w:after="0" w:line="276" w:lineRule="auto"/>
        <w:rPr>
          <w:rFonts w:ascii="Arial" w:hAnsi="Arial" w:cs="Arial"/>
          <w:i/>
          <w:iCs/>
        </w:rPr>
      </w:pPr>
      <w:r w:rsidRPr="00925B38">
        <w:rPr>
          <w:rFonts w:ascii="Arial" w:hAnsi="Arial" w:cs="Arial"/>
          <w:i/>
          <w:iCs/>
        </w:rPr>
        <w:t>Th</w:t>
      </w:r>
      <w:r w:rsidR="00BB7B26">
        <w:rPr>
          <w:rFonts w:ascii="Arial" w:hAnsi="Arial" w:cs="Arial"/>
          <w:i/>
          <w:iCs/>
        </w:rPr>
        <w:t>is</w:t>
      </w:r>
      <w:r w:rsidR="00446468" w:rsidRPr="00925B38">
        <w:rPr>
          <w:rFonts w:ascii="Arial" w:hAnsi="Arial" w:cs="Arial"/>
          <w:i/>
          <w:iCs/>
        </w:rPr>
        <w:t xml:space="preserve"> matrix </w:t>
      </w:r>
      <w:r w:rsidR="00BB7B26">
        <w:rPr>
          <w:rFonts w:ascii="Arial" w:hAnsi="Arial" w:cs="Arial"/>
          <w:i/>
          <w:iCs/>
        </w:rPr>
        <w:t xml:space="preserve">maps the modules to the </w:t>
      </w:r>
      <w:r w:rsidR="00C87012">
        <w:rPr>
          <w:rFonts w:ascii="Arial" w:hAnsi="Arial" w:cs="Arial"/>
          <w:i/>
          <w:iCs/>
        </w:rPr>
        <w:t>assessment criteria</w:t>
      </w:r>
      <w:r w:rsidR="004D5061">
        <w:rPr>
          <w:rFonts w:ascii="Arial" w:hAnsi="Arial" w:cs="Arial"/>
          <w:i/>
          <w:iCs/>
        </w:rPr>
        <w:t xml:space="preserve"> for all </w:t>
      </w:r>
      <w:r w:rsidR="00166F4C">
        <w:rPr>
          <w:rFonts w:ascii="Arial" w:hAnsi="Arial" w:cs="Arial"/>
          <w:i/>
          <w:iCs/>
        </w:rPr>
        <w:t xml:space="preserve">SAQA registered occupational qualification </w:t>
      </w:r>
      <w:r w:rsidR="004D5061">
        <w:rPr>
          <w:rFonts w:ascii="Arial" w:hAnsi="Arial" w:cs="Arial"/>
          <w:i/>
          <w:iCs/>
        </w:rPr>
        <w:t>exit level outcomes</w:t>
      </w:r>
    </w:p>
    <w:tbl>
      <w:tblPr>
        <w:tblStyle w:val="TableGrid"/>
        <w:tblW w:w="15125" w:type="dxa"/>
        <w:tblLook w:val="04A0" w:firstRow="1" w:lastRow="0" w:firstColumn="1" w:lastColumn="0" w:noHBand="0" w:noVBand="1"/>
      </w:tblPr>
      <w:tblGrid>
        <w:gridCol w:w="3681"/>
        <w:gridCol w:w="5386"/>
        <w:gridCol w:w="2410"/>
        <w:gridCol w:w="3648"/>
      </w:tblGrid>
      <w:tr w:rsidR="00085C4A" w:rsidRPr="00F210A8" w14:paraId="30FA5314" w14:textId="77777777" w:rsidTr="007A2287">
        <w:trPr>
          <w:trHeight w:val="397"/>
        </w:trPr>
        <w:tc>
          <w:tcPr>
            <w:tcW w:w="3681" w:type="dxa"/>
            <w:shd w:val="clear" w:color="auto" w:fill="DD5E15"/>
            <w:vAlign w:val="center"/>
          </w:tcPr>
          <w:p w14:paraId="3FDE1DFF" w14:textId="24DC111B" w:rsidR="00085C4A" w:rsidRPr="00F210A8" w:rsidRDefault="00085C4A" w:rsidP="00CF2B5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F210A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Exit Level Outcomes Competency</w:t>
            </w:r>
          </w:p>
        </w:tc>
        <w:tc>
          <w:tcPr>
            <w:tcW w:w="5386" w:type="dxa"/>
            <w:shd w:val="clear" w:color="auto" w:fill="DD5E15"/>
            <w:vAlign w:val="center"/>
          </w:tcPr>
          <w:p w14:paraId="4731968E" w14:textId="2988F820" w:rsidR="00085C4A" w:rsidRPr="00F210A8" w:rsidRDefault="00085C4A" w:rsidP="00CF2B5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F210A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Evidence Provided</w:t>
            </w:r>
          </w:p>
        </w:tc>
        <w:tc>
          <w:tcPr>
            <w:tcW w:w="2410" w:type="dxa"/>
            <w:shd w:val="clear" w:color="auto" w:fill="DD5E15"/>
            <w:vAlign w:val="center"/>
          </w:tcPr>
          <w:p w14:paraId="54699409" w14:textId="06A3A9C3" w:rsidR="00085C4A" w:rsidRPr="00F210A8" w:rsidRDefault="00085C4A" w:rsidP="00CF2B5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F210A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Portfolio Reference</w:t>
            </w:r>
          </w:p>
        </w:tc>
        <w:tc>
          <w:tcPr>
            <w:tcW w:w="3648" w:type="dxa"/>
            <w:shd w:val="clear" w:color="auto" w:fill="DD5E15"/>
            <w:vAlign w:val="center"/>
          </w:tcPr>
          <w:p w14:paraId="7160FDED" w14:textId="4FB451EA" w:rsidR="00085C4A" w:rsidRPr="00F210A8" w:rsidRDefault="00085C4A" w:rsidP="00CF2B5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F210A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Assessor Comments</w:t>
            </w:r>
          </w:p>
        </w:tc>
      </w:tr>
      <w:tr w:rsidR="00055179" w:rsidRPr="00F210A8" w14:paraId="7FA1EF46" w14:textId="77777777" w:rsidTr="00186865">
        <w:trPr>
          <w:trHeight w:val="397"/>
        </w:trPr>
        <w:tc>
          <w:tcPr>
            <w:tcW w:w="3681" w:type="dxa"/>
          </w:tcPr>
          <w:p w14:paraId="0E51E1FD" w14:textId="520D727C" w:rsidR="00055179" w:rsidRPr="00055179" w:rsidRDefault="00055179" w:rsidP="00055179">
            <w:pPr>
              <w:spacing w:before="100" w:beforeAutospacing="1" w:after="100" w:afterAutospacing="1" w:line="276" w:lineRule="auto"/>
              <w:outlineLvl w:val="2"/>
              <w:rPr>
                <w:rFonts w:ascii="Aptos" w:eastAsia="Times New Roman" w:hAnsi="Aptos" w:cs="Arial"/>
                <w:sz w:val="20"/>
                <w:szCs w:val="20"/>
                <w:lang w:eastAsia="en-ZA"/>
              </w:rPr>
            </w:pPr>
            <w:r w:rsidRPr="00055179">
              <w:rPr>
                <w:rFonts w:ascii="Aptos" w:hAnsi="Aptos"/>
                <w:sz w:val="20"/>
                <w:szCs w:val="20"/>
              </w:rPr>
              <w:t>1. Communicate effectively with the bereaved, including counselling.</w:t>
            </w:r>
          </w:p>
        </w:tc>
        <w:tc>
          <w:tcPr>
            <w:tcW w:w="5386" w:type="dxa"/>
            <w:vAlign w:val="center"/>
          </w:tcPr>
          <w:p w14:paraId="76575177" w14:textId="77777777" w:rsidR="00055179" w:rsidRPr="00F210A8" w:rsidRDefault="00055179" w:rsidP="00055179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0EDD4908" w14:textId="77777777" w:rsidR="00055179" w:rsidRPr="00F210A8" w:rsidRDefault="00055179" w:rsidP="00055179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5A4762B0" w14:textId="77777777" w:rsidR="00055179" w:rsidRPr="00F210A8" w:rsidRDefault="00055179" w:rsidP="00055179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055179" w:rsidRPr="00F210A8" w14:paraId="274DA1EE" w14:textId="77777777" w:rsidTr="00186865">
        <w:trPr>
          <w:trHeight w:val="397"/>
        </w:trPr>
        <w:tc>
          <w:tcPr>
            <w:tcW w:w="3681" w:type="dxa"/>
          </w:tcPr>
          <w:p w14:paraId="02653B82" w14:textId="68EDDD01" w:rsidR="00055179" w:rsidRPr="00055179" w:rsidRDefault="00055179" w:rsidP="00055179">
            <w:pPr>
              <w:spacing w:before="100" w:beforeAutospacing="1" w:after="100" w:afterAutospacing="1" w:line="276" w:lineRule="auto"/>
              <w:outlineLvl w:val="2"/>
              <w:rPr>
                <w:rFonts w:ascii="Aptos" w:eastAsia="Times New Roman" w:hAnsi="Aptos" w:cs="Arial"/>
                <w:sz w:val="20"/>
                <w:szCs w:val="20"/>
                <w:lang w:eastAsia="en-ZA"/>
              </w:rPr>
            </w:pPr>
            <w:r w:rsidRPr="00055179">
              <w:rPr>
                <w:rFonts w:ascii="Aptos" w:hAnsi="Aptos"/>
                <w:sz w:val="20"/>
                <w:szCs w:val="20"/>
              </w:rPr>
              <w:t>2. Remove and conduct pre-cooling preparation of the deceased.</w:t>
            </w:r>
          </w:p>
        </w:tc>
        <w:tc>
          <w:tcPr>
            <w:tcW w:w="5386" w:type="dxa"/>
            <w:vAlign w:val="center"/>
          </w:tcPr>
          <w:p w14:paraId="00A88D13" w14:textId="77777777" w:rsidR="00055179" w:rsidRPr="00F210A8" w:rsidRDefault="00055179" w:rsidP="00055179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5D38B0C6" w14:textId="77777777" w:rsidR="00055179" w:rsidRPr="00F210A8" w:rsidRDefault="00055179" w:rsidP="00055179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62E28678" w14:textId="77777777" w:rsidR="00055179" w:rsidRPr="00F210A8" w:rsidRDefault="00055179" w:rsidP="00055179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055179" w:rsidRPr="00F210A8" w14:paraId="759979E0" w14:textId="77777777" w:rsidTr="00186865">
        <w:trPr>
          <w:trHeight w:val="397"/>
        </w:trPr>
        <w:tc>
          <w:tcPr>
            <w:tcW w:w="3681" w:type="dxa"/>
          </w:tcPr>
          <w:p w14:paraId="361199FE" w14:textId="08446707" w:rsidR="00055179" w:rsidRPr="00055179" w:rsidRDefault="00055179" w:rsidP="00055179">
            <w:pPr>
              <w:spacing w:before="100" w:beforeAutospacing="1" w:after="100" w:afterAutospacing="1" w:line="276" w:lineRule="auto"/>
              <w:outlineLvl w:val="2"/>
              <w:rPr>
                <w:rFonts w:ascii="Aptos" w:hAnsi="Aptos" w:cs="Arial"/>
                <w:sz w:val="20"/>
                <w:szCs w:val="20"/>
              </w:rPr>
            </w:pPr>
            <w:r w:rsidRPr="00055179">
              <w:rPr>
                <w:rFonts w:ascii="Aptos" w:hAnsi="Aptos"/>
                <w:sz w:val="20"/>
                <w:szCs w:val="20"/>
              </w:rPr>
              <w:t>3. Complete documentation and administration relevant to the mortician.</w:t>
            </w:r>
          </w:p>
        </w:tc>
        <w:tc>
          <w:tcPr>
            <w:tcW w:w="5386" w:type="dxa"/>
            <w:vAlign w:val="center"/>
          </w:tcPr>
          <w:p w14:paraId="5C4D773E" w14:textId="77777777" w:rsidR="00055179" w:rsidRPr="00F210A8" w:rsidRDefault="00055179" w:rsidP="00055179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22E47ACA" w14:textId="77777777" w:rsidR="00055179" w:rsidRPr="00F210A8" w:rsidRDefault="00055179" w:rsidP="00055179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32475520" w14:textId="77777777" w:rsidR="00055179" w:rsidRPr="00F210A8" w:rsidRDefault="00055179" w:rsidP="00055179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055179" w:rsidRPr="00F210A8" w14:paraId="1A9B8D4C" w14:textId="77777777" w:rsidTr="00186865">
        <w:trPr>
          <w:trHeight w:val="397"/>
        </w:trPr>
        <w:tc>
          <w:tcPr>
            <w:tcW w:w="3681" w:type="dxa"/>
          </w:tcPr>
          <w:p w14:paraId="1BE56AA2" w14:textId="43312E17" w:rsidR="00055179" w:rsidRPr="00055179" w:rsidRDefault="00055179" w:rsidP="00055179">
            <w:pPr>
              <w:spacing w:before="100" w:beforeAutospacing="1" w:after="100" w:afterAutospacing="1" w:line="276" w:lineRule="auto"/>
              <w:outlineLvl w:val="2"/>
              <w:rPr>
                <w:rFonts w:ascii="Aptos" w:hAnsi="Aptos" w:cs="Arial"/>
                <w:sz w:val="20"/>
                <w:szCs w:val="20"/>
              </w:rPr>
            </w:pPr>
            <w:r w:rsidRPr="00055179">
              <w:rPr>
                <w:rFonts w:ascii="Aptos" w:hAnsi="Aptos"/>
                <w:sz w:val="20"/>
                <w:szCs w:val="20"/>
              </w:rPr>
              <w:t>4. Coffin and prepare the deceased for a visitation.</w:t>
            </w:r>
          </w:p>
        </w:tc>
        <w:tc>
          <w:tcPr>
            <w:tcW w:w="5386" w:type="dxa"/>
            <w:vAlign w:val="center"/>
          </w:tcPr>
          <w:p w14:paraId="4B387DD3" w14:textId="77777777" w:rsidR="00055179" w:rsidRPr="00F210A8" w:rsidRDefault="00055179" w:rsidP="00055179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513FF19A" w14:textId="77777777" w:rsidR="00055179" w:rsidRPr="00F210A8" w:rsidRDefault="00055179" w:rsidP="00055179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1D2474A5" w14:textId="77777777" w:rsidR="00055179" w:rsidRPr="00F210A8" w:rsidRDefault="00055179" w:rsidP="00055179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055179" w:rsidRPr="00F210A8" w14:paraId="4AE66E8E" w14:textId="77777777" w:rsidTr="00186865">
        <w:trPr>
          <w:trHeight w:val="397"/>
        </w:trPr>
        <w:tc>
          <w:tcPr>
            <w:tcW w:w="3681" w:type="dxa"/>
          </w:tcPr>
          <w:p w14:paraId="10096A43" w14:textId="50C20B2F" w:rsidR="00055179" w:rsidRPr="00055179" w:rsidRDefault="00055179" w:rsidP="00055179">
            <w:pPr>
              <w:spacing w:before="100" w:beforeAutospacing="1" w:after="100" w:afterAutospacing="1" w:line="276" w:lineRule="auto"/>
              <w:outlineLvl w:val="2"/>
              <w:rPr>
                <w:rFonts w:ascii="Aptos" w:hAnsi="Aptos" w:cs="Arial"/>
                <w:sz w:val="20"/>
                <w:szCs w:val="20"/>
              </w:rPr>
            </w:pPr>
            <w:r w:rsidRPr="00055179">
              <w:rPr>
                <w:rFonts w:ascii="Aptos" w:hAnsi="Aptos"/>
                <w:sz w:val="20"/>
                <w:szCs w:val="20"/>
              </w:rPr>
              <w:t>5. Plan, prepare and deliver a professional funeral/memorial service, including burial, cremation or repatriation.</w:t>
            </w:r>
          </w:p>
        </w:tc>
        <w:tc>
          <w:tcPr>
            <w:tcW w:w="5386" w:type="dxa"/>
            <w:vAlign w:val="center"/>
          </w:tcPr>
          <w:p w14:paraId="543E5000" w14:textId="77777777" w:rsidR="00055179" w:rsidRPr="00F210A8" w:rsidRDefault="00055179" w:rsidP="00055179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758FEAA9" w14:textId="77777777" w:rsidR="00055179" w:rsidRPr="00F210A8" w:rsidRDefault="00055179" w:rsidP="00055179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2D2A4D5B" w14:textId="77777777" w:rsidR="00055179" w:rsidRPr="00F210A8" w:rsidRDefault="00055179" w:rsidP="00055179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055179" w:rsidRPr="00F210A8" w14:paraId="447A661A" w14:textId="77777777" w:rsidTr="00186865">
        <w:trPr>
          <w:trHeight w:val="397"/>
        </w:trPr>
        <w:tc>
          <w:tcPr>
            <w:tcW w:w="3681" w:type="dxa"/>
          </w:tcPr>
          <w:p w14:paraId="052C16E8" w14:textId="3F33FA51" w:rsidR="00055179" w:rsidRPr="00055179" w:rsidRDefault="00055179" w:rsidP="00055179">
            <w:pPr>
              <w:spacing w:before="100" w:beforeAutospacing="1" w:after="100" w:afterAutospacing="1" w:line="276" w:lineRule="auto"/>
              <w:outlineLvl w:val="2"/>
              <w:rPr>
                <w:rFonts w:ascii="Aptos" w:hAnsi="Aptos" w:cs="Arial"/>
                <w:sz w:val="20"/>
                <w:szCs w:val="20"/>
              </w:rPr>
            </w:pPr>
            <w:r w:rsidRPr="00055179">
              <w:rPr>
                <w:rFonts w:ascii="Aptos" w:hAnsi="Aptos"/>
                <w:sz w:val="20"/>
                <w:szCs w:val="20"/>
              </w:rPr>
              <w:t>6. Provide after-services relevant to the mortician subsequent to interment.</w:t>
            </w:r>
          </w:p>
        </w:tc>
        <w:tc>
          <w:tcPr>
            <w:tcW w:w="5386" w:type="dxa"/>
            <w:vAlign w:val="center"/>
          </w:tcPr>
          <w:p w14:paraId="0777632E" w14:textId="77777777" w:rsidR="00055179" w:rsidRPr="00F210A8" w:rsidRDefault="00055179" w:rsidP="00055179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0A24853A" w14:textId="77777777" w:rsidR="00055179" w:rsidRPr="00F210A8" w:rsidRDefault="00055179" w:rsidP="00055179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3617A750" w14:textId="77777777" w:rsidR="00055179" w:rsidRPr="00F210A8" w:rsidRDefault="00055179" w:rsidP="00055179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</w:tbl>
    <w:p w14:paraId="7DD493F1" w14:textId="77777777" w:rsidR="00C87012" w:rsidRDefault="00C87012" w:rsidP="00CF2B58">
      <w:pPr>
        <w:spacing w:before="24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Assessment Decision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675"/>
        <w:gridCol w:w="5243"/>
      </w:tblGrid>
      <w:tr w:rsidR="00C87012" w:rsidRPr="006142D8" w14:paraId="40F56FC7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5F3C7D8F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Competent / Not Yet Competent</w:t>
            </w:r>
          </w:p>
        </w:tc>
        <w:tc>
          <w:tcPr>
            <w:tcW w:w="5243" w:type="dxa"/>
            <w:vAlign w:val="center"/>
          </w:tcPr>
          <w:p w14:paraId="2EA9BE47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7012" w:rsidRPr="006142D8" w14:paraId="16565809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22CDF1CC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Recommendations for Gap Training </w:t>
            </w:r>
          </w:p>
        </w:tc>
        <w:tc>
          <w:tcPr>
            <w:tcW w:w="5243" w:type="dxa"/>
            <w:vAlign w:val="center"/>
          </w:tcPr>
          <w:p w14:paraId="51C1E40B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7012" w:rsidRPr="006142D8" w14:paraId="116F9A23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097C032D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Assessor/SME Name </w:t>
            </w:r>
          </w:p>
        </w:tc>
        <w:tc>
          <w:tcPr>
            <w:tcW w:w="5243" w:type="dxa"/>
            <w:vAlign w:val="center"/>
          </w:tcPr>
          <w:p w14:paraId="759287C5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7012" w:rsidRPr="006142D8" w14:paraId="011720CD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0178F714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Signature </w:t>
            </w:r>
          </w:p>
        </w:tc>
        <w:tc>
          <w:tcPr>
            <w:tcW w:w="5243" w:type="dxa"/>
            <w:vAlign w:val="center"/>
          </w:tcPr>
          <w:p w14:paraId="18AB5CE3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7012" w:rsidRPr="006142D8" w14:paraId="700B9882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6F51F727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Date </w:t>
            </w:r>
          </w:p>
        </w:tc>
        <w:tc>
          <w:tcPr>
            <w:tcW w:w="5243" w:type="dxa"/>
            <w:vAlign w:val="center"/>
          </w:tcPr>
          <w:p w14:paraId="36838ED7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7E69B3B" w14:textId="77777777" w:rsidR="00C87012" w:rsidRPr="006142D8" w:rsidRDefault="00C87012" w:rsidP="00CF2B58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0CF71B1F" w14:textId="6BBD3B8E" w:rsidR="00252B0D" w:rsidRPr="00252B0D" w:rsidRDefault="00252B0D" w:rsidP="00CF2B58">
      <w:pPr>
        <w:spacing w:before="100" w:beforeAutospacing="1" w:after="100" w:afterAutospacing="1" w:line="276" w:lineRule="auto"/>
        <w:outlineLvl w:val="2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Assessor Declaration</w:t>
      </w:r>
    </w:p>
    <w:p w14:paraId="7ED8355F" w14:textId="7D130370" w:rsidR="00252B0D" w:rsidRPr="00252B0D" w:rsidRDefault="00252B0D" w:rsidP="00CF2B58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ZA"/>
        </w:rPr>
      </w:pPr>
      <w:r w:rsidRPr="00252B0D">
        <w:rPr>
          <w:rFonts w:ascii="Arial" w:eastAsia="Times New Roman" w:hAnsi="Arial" w:cs="Arial"/>
          <w:lang w:eastAsia="en-ZA"/>
        </w:rPr>
        <w:t>I, the undersigned RPL Assessor</w:t>
      </w:r>
      <w:r>
        <w:rPr>
          <w:rFonts w:ascii="Arial" w:eastAsia="Times New Roman" w:hAnsi="Arial" w:cs="Arial"/>
          <w:lang w:eastAsia="en-ZA"/>
        </w:rPr>
        <w:t xml:space="preserve"> and registered </w:t>
      </w:r>
      <w:r w:rsidRPr="00252B0D">
        <w:rPr>
          <w:rFonts w:ascii="Arial" w:eastAsia="Times New Roman" w:hAnsi="Arial" w:cs="Arial"/>
          <w:lang w:eastAsia="en-ZA"/>
        </w:rPr>
        <w:t>Subject Matter Expert, confirm that the</w:t>
      </w:r>
      <w:r w:rsidR="00043AE3">
        <w:rPr>
          <w:rFonts w:ascii="Arial" w:eastAsia="Times New Roman" w:hAnsi="Arial" w:cs="Arial"/>
          <w:lang w:eastAsia="en-ZA"/>
        </w:rPr>
        <w:t xml:space="preserve"> mapping</w:t>
      </w:r>
      <w:r w:rsidRPr="00252B0D">
        <w:rPr>
          <w:rFonts w:ascii="Arial" w:eastAsia="Times New Roman" w:hAnsi="Arial" w:cs="Arial"/>
          <w:lang w:eastAsia="en-ZA"/>
        </w:rPr>
        <w:t xml:space="preserve"> matrix has been completed accurately and reflects my professional judgement of the candidate’s competence against the requirements of the registered </w:t>
      </w:r>
      <w:r>
        <w:rPr>
          <w:rFonts w:ascii="Arial" w:eastAsia="Times New Roman" w:hAnsi="Arial" w:cs="Arial"/>
          <w:lang w:eastAsia="en-ZA"/>
        </w:rPr>
        <w:t>O</w:t>
      </w:r>
      <w:r w:rsidRPr="00252B0D">
        <w:rPr>
          <w:rFonts w:ascii="Arial" w:eastAsia="Times New Roman" w:hAnsi="Arial" w:cs="Arial"/>
          <w:lang w:eastAsia="en-ZA"/>
        </w:rPr>
        <w:t xml:space="preserve">ccupational </w:t>
      </w:r>
      <w:r>
        <w:rPr>
          <w:rFonts w:ascii="Arial" w:eastAsia="Times New Roman" w:hAnsi="Arial" w:cs="Arial"/>
          <w:lang w:eastAsia="en-ZA"/>
        </w:rPr>
        <w:t>Q</w:t>
      </w:r>
      <w:r w:rsidRPr="00252B0D">
        <w:rPr>
          <w:rFonts w:ascii="Arial" w:eastAsia="Times New Roman" w:hAnsi="Arial" w:cs="Arial"/>
          <w:lang w:eastAsia="en-ZA"/>
        </w:rPr>
        <w:t xml:space="preserve">ualification. All decisions recorded are based on valid, authentic, current and sufficient evidence, supported by appropriate means of verification and documentary proof. I declare that the </w:t>
      </w:r>
      <w:r w:rsidR="00DB4684">
        <w:rPr>
          <w:rFonts w:ascii="Arial" w:eastAsia="Times New Roman" w:hAnsi="Arial" w:cs="Arial"/>
          <w:lang w:eastAsia="en-ZA"/>
        </w:rPr>
        <w:t>mapping</w:t>
      </w:r>
      <w:r w:rsidRPr="00252B0D">
        <w:rPr>
          <w:rFonts w:ascii="Arial" w:eastAsia="Times New Roman" w:hAnsi="Arial" w:cs="Arial"/>
          <w:lang w:eastAsia="en-ZA"/>
        </w:rPr>
        <w:t xml:space="preserve"> was conducted fairly, transparently and in accordance with Services SETA and QCTO assessment requirements.</w:t>
      </w:r>
    </w:p>
    <w:p w14:paraId="06FBCA75" w14:textId="77777777" w:rsidR="0055119D" w:rsidRDefault="00252B0D" w:rsidP="00CF2B58">
      <w:pPr>
        <w:spacing w:before="240" w:line="276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Assessor/SME Name: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3483300A" w14:textId="46B77477" w:rsidR="0055119D" w:rsidRDefault="00252B0D" w:rsidP="00CF2B58">
      <w:pPr>
        <w:spacing w:before="240" w:line="276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Services SETA Constituent Registration No.:</w:t>
      </w:r>
      <w:r w:rsidRPr="00252B0D">
        <w:rPr>
          <w:rFonts w:ascii="Arial" w:eastAsia="Times New Roman" w:hAnsi="Arial" w:cs="Arial"/>
          <w:lang w:eastAsia="en-ZA"/>
        </w:rPr>
        <w:t xml:space="preserve"> 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7532C1AE" w14:textId="77777777" w:rsidR="0055119D" w:rsidRDefault="00252B0D" w:rsidP="00CF2B58">
      <w:pPr>
        <w:spacing w:before="240" w:line="276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Signature: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478477CB" w14:textId="27D6C43B" w:rsidR="00252B0D" w:rsidRPr="00252B0D" w:rsidRDefault="00252B0D" w:rsidP="00CF2B58">
      <w:pPr>
        <w:spacing w:before="240" w:line="276" w:lineRule="auto"/>
        <w:rPr>
          <w:rFonts w:ascii="Arial" w:eastAsia="Times New Roman" w:hAnsi="Arial" w:cs="Arial"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Date: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_____________________________________________________</w:t>
      </w:r>
    </w:p>
    <w:sectPr w:rsidR="00252B0D" w:rsidRPr="00252B0D" w:rsidSect="009336D0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077" w:right="820" w:bottom="1843" w:left="85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B7122" w14:textId="77777777" w:rsidR="00004B16" w:rsidRDefault="00004B16" w:rsidP="00213C69">
      <w:pPr>
        <w:spacing w:after="0" w:line="240" w:lineRule="auto"/>
      </w:pPr>
      <w:r>
        <w:separator/>
      </w:r>
    </w:p>
  </w:endnote>
  <w:endnote w:type="continuationSeparator" w:id="0">
    <w:p w14:paraId="7C456705" w14:textId="77777777" w:rsidR="00004B16" w:rsidRDefault="00004B16" w:rsidP="00213C69">
      <w:pPr>
        <w:spacing w:after="0" w:line="240" w:lineRule="auto"/>
      </w:pPr>
      <w:r>
        <w:continuationSeparator/>
      </w:r>
    </w:p>
  </w:endnote>
  <w:endnote w:type="continuationNotice" w:id="1">
    <w:p w14:paraId="23D59C64" w14:textId="77777777" w:rsidR="00004B16" w:rsidRDefault="00004B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ACA2" w14:textId="374F53D5" w:rsidR="00164964" w:rsidRPr="00597EFA" w:rsidRDefault="00164964" w:rsidP="001C2A90">
    <w:pPr>
      <w:pStyle w:val="Footer"/>
      <w:ind w:right="-709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8A7070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66AC8802" w14:textId="31CAD34B" w:rsidR="00164964" w:rsidRPr="00597EFA" w:rsidRDefault="009336D0" w:rsidP="001C2A90">
    <w:pPr>
      <w:pStyle w:val="Footer"/>
      <w:ind w:right="-709"/>
      <w:jc w:val="right"/>
      <w:rPr>
        <w:color w:val="404040" w:themeColor="text1" w:themeTint="BF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2" behindDoc="1" locked="0" layoutInCell="1" allowOverlap="1" wp14:anchorId="460E0C9D" wp14:editId="59A9753D">
              <wp:simplePos x="0" y="0"/>
              <wp:positionH relativeFrom="page">
                <wp:posOffset>-1905</wp:posOffset>
              </wp:positionH>
              <wp:positionV relativeFrom="paragraph">
                <wp:posOffset>148802</wp:posOffset>
              </wp:positionV>
              <wp:extent cx="10694035" cy="274955"/>
              <wp:effectExtent l="0" t="0" r="0" b="0"/>
              <wp:wrapNone/>
              <wp:docPr id="1503620206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035" cy="274955"/>
                        <a:chOff x="0" y="0"/>
                        <a:chExt cx="10694035" cy="274955"/>
                      </a:xfrm>
                    </wpg:grpSpPr>
                    <pic:pic xmlns:pic="http://schemas.openxmlformats.org/drawingml/2006/picture">
                      <pic:nvPicPr>
                        <pic:cNvPr id="673241675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36585" cy="2749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53323839" name="Picture 55552434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6394"/>
                        <a:stretch/>
                      </pic:blipFill>
                      <pic:spPr bwMode="auto">
                        <a:xfrm>
                          <a:off x="5467350" y="0"/>
                          <a:ext cx="5226685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6070338" name="Picture 154652205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372110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2403382" name="Picture 107259088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478155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7B5810C" id="Group 9" o:spid="_x0000_s1026" style="position:absolute;margin-left:-.15pt;margin-top:11.7pt;width:842.05pt;height:21.65pt;z-index:-251658238;mso-position-horizontal-relative:page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">
                <v:imagedata r:id="rId2" o:title=""/>
              </v:shape>
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">
                <v:imagedata r:id="rId2" o:title="" cropleft="23851f"/>
              </v:shape>
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">
                <v:imagedata r:id="rId2" o:title="" cropbottom="-5f" cropleft="24257f" cropright="32214f"/>
              </v:shape>
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">
                <v:imagedata r:id="rId2" o:title="" cropbottom="-5f" cropleft="24257f" cropright="32214f"/>
              </v:shape>
              <w10:wrap anchorx="page"/>
            </v:group>
          </w:pict>
        </mc:Fallback>
      </mc:AlternateContent>
    </w:r>
    <w:r w:rsidR="00164964"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  <w:p w14:paraId="1D02CDC4" w14:textId="05B5FD80" w:rsidR="00F17F63" w:rsidRDefault="00F17F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11150621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781300677"/>
          <w:docPartObj>
            <w:docPartGallery w:val="Page Numbers (Top of Page)"/>
            <w:docPartUnique/>
          </w:docPartObj>
        </w:sdtPr>
        <w:sdtEndPr/>
        <w:sdtContent>
          <w:p w14:paraId="256166D7" w14:textId="6BB4390D" w:rsidR="008140FB" w:rsidRDefault="008140FB" w:rsidP="008140FB">
            <w:pPr>
              <w:pStyle w:val="Footer"/>
              <w:ind w:right="-709"/>
              <w:jc w:val="right"/>
              <w:rPr>
                <w:rFonts w:ascii="Arial" w:hAnsi="Arial" w:cs="Arial"/>
                <w:b/>
                <w:bCs/>
              </w:rPr>
            </w:pPr>
          </w:p>
          <w:p w14:paraId="7524207D" w14:textId="77777777" w:rsidR="009336D0" w:rsidRPr="00597EFA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Version: 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1</w: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_Nov 2025</w:t>
            </w:r>
          </w:p>
          <w:p w14:paraId="28D5CCC2" w14:textId="36033B06" w:rsidR="000A7FE9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1" behindDoc="1" locked="0" layoutInCell="1" allowOverlap="1" wp14:anchorId="325BDE81" wp14:editId="34C3E15D">
                      <wp:simplePos x="0" y="0"/>
                      <wp:positionH relativeFrom="margin">
                        <wp:posOffset>-537845</wp:posOffset>
                      </wp:positionH>
                      <wp:positionV relativeFrom="paragraph">
                        <wp:posOffset>146262</wp:posOffset>
                      </wp:positionV>
                      <wp:extent cx="10694035" cy="274955"/>
                      <wp:effectExtent l="0" t="0" r="0" b="0"/>
                      <wp:wrapNone/>
                      <wp:docPr id="135803608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94035" cy="274955"/>
                                <a:chOff x="0" y="0"/>
                                <a:chExt cx="10694035" cy="2749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17030039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36585" cy="2749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5630104" name="Picture 5555243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6394"/>
                                <a:stretch/>
                              </pic:blipFill>
                              <pic:spPr bwMode="auto">
                                <a:xfrm>
                                  <a:off x="5467350" y="0"/>
                                  <a:ext cx="5226685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4493613" name="Picture 15465220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372110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41391968" name="Picture 107259088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478155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13D062A" id="Group 9" o:spid="_x0000_s1026" style="position:absolute;margin-left:-42.35pt;margin-top:11.5pt;width:842.05pt;height:21.65pt;z-index:-251658239;mso-position-horizontal-relative:margin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">
                        <v:imagedata r:id="rId2" o:title=""/>
                      </v:shape>
        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">
                        <v:imagedata r:id="rId2" o:title="" cropleft="23851f"/>
                      </v:shape>
        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">
                        <v:imagedata r:id="rId2" o:title="" cropbottom="-5f" cropleft="24257f" cropright="32214f"/>
                      </v:shape>
        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">
                        <v:imagedata r:id="rId2" o:title="" cropbottom="-5f" cropleft="24257f" cropright="32214f"/>
                      </v:shape>
                      <w10:wrap anchorx="margin"/>
                    </v:group>
                  </w:pict>
                </mc:Fallback>
              </mc:AlternateConten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Next Review: Q3 2025/26</w:t>
            </w:r>
          </w:p>
        </w:sdtContent>
      </w:sdt>
    </w:sdtContent>
  </w:sdt>
  <w:p w14:paraId="7C570B5D" w14:textId="642936CB" w:rsidR="009A474D" w:rsidRPr="000A7FE9" w:rsidRDefault="009A474D" w:rsidP="000A7FE9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856CC" w14:textId="77777777" w:rsidR="00004B16" w:rsidRDefault="00004B16" w:rsidP="00213C69">
      <w:pPr>
        <w:spacing w:after="0" w:line="240" w:lineRule="auto"/>
      </w:pPr>
      <w:r>
        <w:separator/>
      </w:r>
    </w:p>
  </w:footnote>
  <w:footnote w:type="continuationSeparator" w:id="0">
    <w:p w14:paraId="227D63BD" w14:textId="77777777" w:rsidR="00004B16" w:rsidRDefault="00004B16" w:rsidP="00213C69">
      <w:pPr>
        <w:spacing w:after="0" w:line="240" w:lineRule="auto"/>
      </w:pPr>
      <w:r>
        <w:continuationSeparator/>
      </w:r>
    </w:p>
  </w:footnote>
  <w:footnote w:type="continuationNotice" w:id="1">
    <w:p w14:paraId="187D1ECE" w14:textId="77777777" w:rsidR="00004B16" w:rsidRDefault="00004B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1D43" w14:textId="05A43027" w:rsidR="00D278C2" w:rsidRDefault="00D278C2" w:rsidP="00D278C2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>
      <w:rPr>
        <w:noProof/>
      </w:rPr>
      <mc:AlternateContent>
        <mc:Choice Requires="wpg">
          <w:drawing>
            <wp:anchor distT="0" distB="0" distL="114300" distR="114300" simplePos="0" relativeHeight="251660291" behindDoc="0" locked="0" layoutInCell="1" allowOverlap="1" wp14:anchorId="1B47E252" wp14:editId="3E2752E7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286348637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889819949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6278800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AA2ABAA" id="Group 1" o:spid="_x0000_s1026" style="position:absolute;margin-left:790.9pt;margin-top:-19.5pt;width:842.1pt;height:27.75pt;z-index:251660291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  <w:p w14:paraId="054F5EBE" w14:textId="7A036C7C" w:rsidR="00F17F63" w:rsidRDefault="0048708B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7065C5B5" wp14:editId="550397CD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32672274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0981739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D45409C" id="Group 7" o:spid="_x0000_s1026" style="position:absolute;margin-left:790.9pt;margin-top:-19.5pt;width:842.1pt;height:27.75pt;z-index:251658243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jNZGOVAgAAAA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">
                <v:imagedata r:id="rId3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">
                <v:imagedata r:id="rId3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07EA" w14:textId="01F3FE99" w:rsidR="00175D18" w:rsidRDefault="001852D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87AE69D" wp14:editId="47481E6C">
              <wp:simplePos x="0" y="0"/>
              <wp:positionH relativeFrom="margin">
                <wp:posOffset>-538480</wp:posOffset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138530F" id="Group 7" o:spid="_x0000_s1026" style="position:absolute;margin-left:-42.4pt;margin-top:-19.5pt;width:842.1pt;height:27.75pt;z-index:251658240;mso-position-horizontal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65FE"/>
    <w:multiLevelType w:val="hybridMultilevel"/>
    <w:tmpl w:val="3066477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3E460BC"/>
    <w:multiLevelType w:val="hybridMultilevel"/>
    <w:tmpl w:val="9C24B5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D3382"/>
    <w:multiLevelType w:val="hybridMultilevel"/>
    <w:tmpl w:val="C5C6E3F6"/>
    <w:lvl w:ilvl="0" w:tplc="5E12408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B8C7339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F07DF4"/>
    <w:multiLevelType w:val="hybridMultilevel"/>
    <w:tmpl w:val="7C0C7E96"/>
    <w:lvl w:ilvl="0" w:tplc="1C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1C146171"/>
    <w:multiLevelType w:val="hybridMultilevel"/>
    <w:tmpl w:val="B8062F78"/>
    <w:lvl w:ilvl="0" w:tplc="6D2A6BD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CFF1EDC"/>
    <w:multiLevelType w:val="hybridMultilevel"/>
    <w:tmpl w:val="4CEC7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15875CA"/>
    <w:multiLevelType w:val="multilevel"/>
    <w:tmpl w:val="E08C18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FA366E"/>
    <w:multiLevelType w:val="hybridMultilevel"/>
    <w:tmpl w:val="982C7EC0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C3062DE"/>
    <w:multiLevelType w:val="multilevel"/>
    <w:tmpl w:val="2A567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0" w15:restartNumberingAfterBreak="0">
    <w:nsid w:val="316B155F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18B5701"/>
    <w:multiLevelType w:val="hybridMultilevel"/>
    <w:tmpl w:val="FE943074"/>
    <w:lvl w:ilvl="0" w:tplc="5E124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AF30ED"/>
    <w:multiLevelType w:val="hybridMultilevel"/>
    <w:tmpl w:val="5A3AFC34"/>
    <w:lvl w:ilvl="0" w:tplc="1C09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3" w15:restartNumberingAfterBreak="0">
    <w:nsid w:val="379C2D24"/>
    <w:multiLevelType w:val="hybridMultilevel"/>
    <w:tmpl w:val="EC760E7E"/>
    <w:lvl w:ilvl="0" w:tplc="363CF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52D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E2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CC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48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2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4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4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CB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A8D64F2"/>
    <w:multiLevelType w:val="hybridMultilevel"/>
    <w:tmpl w:val="C99C141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DA5600"/>
    <w:multiLevelType w:val="hybridMultilevel"/>
    <w:tmpl w:val="04CE8B5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 w15:restartNumberingAfterBreak="0">
    <w:nsid w:val="3CF83A8B"/>
    <w:multiLevelType w:val="hybridMultilevel"/>
    <w:tmpl w:val="39E42B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408E517F"/>
    <w:multiLevelType w:val="hybridMultilevel"/>
    <w:tmpl w:val="5F96525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42C9665B"/>
    <w:multiLevelType w:val="hybridMultilevel"/>
    <w:tmpl w:val="14A682F6"/>
    <w:lvl w:ilvl="0" w:tplc="04F47DD0">
      <w:numFmt w:val="bullet"/>
      <w:lvlText w:val="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486222F7"/>
    <w:multiLevelType w:val="hybridMultilevel"/>
    <w:tmpl w:val="1BECA9C8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50B62913"/>
    <w:multiLevelType w:val="hybridMultilevel"/>
    <w:tmpl w:val="F60A912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86B4256"/>
    <w:multiLevelType w:val="hybridMultilevel"/>
    <w:tmpl w:val="3D44D8AC"/>
    <w:lvl w:ilvl="0" w:tplc="04F47DD0">
      <w:numFmt w:val="bullet"/>
      <w:lvlText w:val="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8B31B50"/>
    <w:multiLevelType w:val="hybridMultilevel"/>
    <w:tmpl w:val="7662E8C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5D9269B9"/>
    <w:multiLevelType w:val="hybridMultilevel"/>
    <w:tmpl w:val="44724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E5240A6"/>
    <w:multiLevelType w:val="hybridMultilevel"/>
    <w:tmpl w:val="B33EF9DC"/>
    <w:lvl w:ilvl="0" w:tplc="22C8DDEE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5" w15:restartNumberingAfterBreak="0">
    <w:nsid w:val="607F3718"/>
    <w:multiLevelType w:val="hybridMultilevel"/>
    <w:tmpl w:val="80D25814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61B94BA7"/>
    <w:multiLevelType w:val="hybridMultilevel"/>
    <w:tmpl w:val="18DC15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DE4B53"/>
    <w:multiLevelType w:val="hybridMultilevel"/>
    <w:tmpl w:val="C2EC91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9E2320"/>
    <w:multiLevelType w:val="hybridMultilevel"/>
    <w:tmpl w:val="8676DED2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991548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5054ECB"/>
    <w:multiLevelType w:val="hybridMultilevel"/>
    <w:tmpl w:val="09705FAC"/>
    <w:lvl w:ilvl="0" w:tplc="6868E30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654" w:hanging="360"/>
      </w:pPr>
    </w:lvl>
    <w:lvl w:ilvl="2" w:tplc="1C09001B" w:tentative="1">
      <w:start w:val="1"/>
      <w:numFmt w:val="lowerRoman"/>
      <w:lvlText w:val="%3."/>
      <w:lvlJc w:val="right"/>
      <w:pPr>
        <w:ind w:left="1374" w:hanging="180"/>
      </w:pPr>
    </w:lvl>
    <w:lvl w:ilvl="3" w:tplc="1C09000F" w:tentative="1">
      <w:start w:val="1"/>
      <w:numFmt w:val="decimal"/>
      <w:lvlText w:val="%4."/>
      <w:lvlJc w:val="left"/>
      <w:pPr>
        <w:ind w:left="2094" w:hanging="360"/>
      </w:pPr>
    </w:lvl>
    <w:lvl w:ilvl="4" w:tplc="1C090019" w:tentative="1">
      <w:start w:val="1"/>
      <w:numFmt w:val="lowerLetter"/>
      <w:lvlText w:val="%5."/>
      <w:lvlJc w:val="left"/>
      <w:pPr>
        <w:ind w:left="2814" w:hanging="360"/>
      </w:pPr>
    </w:lvl>
    <w:lvl w:ilvl="5" w:tplc="1C09001B" w:tentative="1">
      <w:start w:val="1"/>
      <w:numFmt w:val="lowerRoman"/>
      <w:lvlText w:val="%6."/>
      <w:lvlJc w:val="right"/>
      <w:pPr>
        <w:ind w:left="3534" w:hanging="180"/>
      </w:pPr>
    </w:lvl>
    <w:lvl w:ilvl="6" w:tplc="1C09000F" w:tentative="1">
      <w:start w:val="1"/>
      <w:numFmt w:val="decimal"/>
      <w:lvlText w:val="%7."/>
      <w:lvlJc w:val="left"/>
      <w:pPr>
        <w:ind w:left="4254" w:hanging="360"/>
      </w:pPr>
    </w:lvl>
    <w:lvl w:ilvl="7" w:tplc="1C090019" w:tentative="1">
      <w:start w:val="1"/>
      <w:numFmt w:val="lowerLetter"/>
      <w:lvlText w:val="%8."/>
      <w:lvlJc w:val="left"/>
      <w:pPr>
        <w:ind w:left="4974" w:hanging="360"/>
      </w:pPr>
    </w:lvl>
    <w:lvl w:ilvl="8" w:tplc="1C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1" w15:restartNumberingAfterBreak="0">
    <w:nsid w:val="675F7D94"/>
    <w:multiLevelType w:val="hybridMultilevel"/>
    <w:tmpl w:val="0BD2BC62"/>
    <w:lvl w:ilvl="0" w:tplc="86A04A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A77308"/>
    <w:multiLevelType w:val="hybridMultilevel"/>
    <w:tmpl w:val="A378A67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5E50C5"/>
    <w:multiLevelType w:val="hybridMultilevel"/>
    <w:tmpl w:val="9A368ED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77A122E7"/>
    <w:multiLevelType w:val="hybridMultilevel"/>
    <w:tmpl w:val="C05296A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7C1749A2"/>
    <w:multiLevelType w:val="hybridMultilevel"/>
    <w:tmpl w:val="3E82590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14645914">
    <w:abstractNumId w:val="2"/>
  </w:num>
  <w:num w:numId="2" w16cid:durableId="1978563538">
    <w:abstractNumId w:val="8"/>
  </w:num>
  <w:num w:numId="3" w16cid:durableId="349113405">
    <w:abstractNumId w:val="12"/>
  </w:num>
  <w:num w:numId="4" w16cid:durableId="589387648">
    <w:abstractNumId w:val="10"/>
  </w:num>
  <w:num w:numId="5" w16cid:durableId="637999579">
    <w:abstractNumId w:val="24"/>
  </w:num>
  <w:num w:numId="6" w16cid:durableId="21102706">
    <w:abstractNumId w:val="4"/>
  </w:num>
  <w:num w:numId="7" w16cid:durableId="1666739071">
    <w:abstractNumId w:val="5"/>
  </w:num>
  <w:num w:numId="8" w16cid:durableId="1224606331">
    <w:abstractNumId w:val="22"/>
  </w:num>
  <w:num w:numId="9" w16cid:durableId="1624506461">
    <w:abstractNumId w:val="33"/>
  </w:num>
  <w:num w:numId="10" w16cid:durableId="2087343079">
    <w:abstractNumId w:val="6"/>
  </w:num>
  <w:num w:numId="11" w16cid:durableId="126975948">
    <w:abstractNumId w:val="0"/>
  </w:num>
  <w:num w:numId="12" w16cid:durableId="364529137">
    <w:abstractNumId w:val="16"/>
  </w:num>
  <w:num w:numId="13" w16cid:durableId="15270606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428523">
    <w:abstractNumId w:val="31"/>
  </w:num>
  <w:num w:numId="15" w16cid:durableId="700402222">
    <w:abstractNumId w:val="23"/>
  </w:num>
  <w:num w:numId="16" w16cid:durableId="1628655497">
    <w:abstractNumId w:val="26"/>
  </w:num>
  <w:num w:numId="17" w16cid:durableId="1246768852">
    <w:abstractNumId w:val="25"/>
  </w:num>
  <w:num w:numId="18" w16cid:durableId="819155188">
    <w:abstractNumId w:val="15"/>
  </w:num>
  <w:num w:numId="19" w16cid:durableId="2000503499">
    <w:abstractNumId w:val="19"/>
  </w:num>
  <w:num w:numId="20" w16cid:durableId="1030758985">
    <w:abstractNumId w:val="35"/>
  </w:num>
  <w:num w:numId="21" w16cid:durableId="1566525094">
    <w:abstractNumId w:val="17"/>
  </w:num>
  <w:num w:numId="22" w16cid:durableId="1089930071">
    <w:abstractNumId w:val="34"/>
  </w:num>
  <w:num w:numId="23" w16cid:durableId="1463962566">
    <w:abstractNumId w:val="14"/>
  </w:num>
  <w:num w:numId="24" w16cid:durableId="181475614">
    <w:abstractNumId w:val="1"/>
  </w:num>
  <w:num w:numId="25" w16cid:durableId="582303698">
    <w:abstractNumId w:val="9"/>
  </w:num>
  <w:num w:numId="26" w16cid:durableId="651063625">
    <w:abstractNumId w:val="3"/>
  </w:num>
  <w:num w:numId="27" w16cid:durableId="754859924">
    <w:abstractNumId w:val="20"/>
  </w:num>
  <w:num w:numId="28" w16cid:durableId="1060522280">
    <w:abstractNumId w:val="13"/>
  </w:num>
  <w:num w:numId="29" w16cid:durableId="2137136969">
    <w:abstractNumId w:val="32"/>
  </w:num>
  <w:num w:numId="30" w16cid:durableId="1689863889">
    <w:abstractNumId w:val="18"/>
  </w:num>
  <w:num w:numId="31" w16cid:durableId="1663923813">
    <w:abstractNumId w:val="21"/>
  </w:num>
  <w:num w:numId="32" w16cid:durableId="619336064">
    <w:abstractNumId w:val="28"/>
  </w:num>
  <w:num w:numId="33" w16cid:durableId="102699867">
    <w:abstractNumId w:val="11"/>
  </w:num>
  <w:num w:numId="34" w16cid:durableId="1506552575">
    <w:abstractNumId w:val="7"/>
  </w:num>
  <w:num w:numId="35" w16cid:durableId="626199964">
    <w:abstractNumId w:val="29"/>
  </w:num>
  <w:num w:numId="36" w16cid:durableId="95368770">
    <w:abstractNumId w:val="30"/>
  </w:num>
  <w:num w:numId="37" w16cid:durableId="844513336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49"/>
    <w:rsid w:val="000000C4"/>
    <w:rsid w:val="0000058B"/>
    <w:rsid w:val="000019DC"/>
    <w:rsid w:val="00001C4B"/>
    <w:rsid w:val="000024C5"/>
    <w:rsid w:val="0000281F"/>
    <w:rsid w:val="0000298E"/>
    <w:rsid w:val="00003976"/>
    <w:rsid w:val="0000414A"/>
    <w:rsid w:val="00004361"/>
    <w:rsid w:val="000046E8"/>
    <w:rsid w:val="00004952"/>
    <w:rsid w:val="00004B16"/>
    <w:rsid w:val="00004F98"/>
    <w:rsid w:val="000051C8"/>
    <w:rsid w:val="00005A2B"/>
    <w:rsid w:val="00006056"/>
    <w:rsid w:val="000060DC"/>
    <w:rsid w:val="00006111"/>
    <w:rsid w:val="00006AD0"/>
    <w:rsid w:val="00006B3A"/>
    <w:rsid w:val="00006DC7"/>
    <w:rsid w:val="00006E4C"/>
    <w:rsid w:val="00006EBA"/>
    <w:rsid w:val="0000754B"/>
    <w:rsid w:val="00007935"/>
    <w:rsid w:val="000100F3"/>
    <w:rsid w:val="000107F7"/>
    <w:rsid w:val="00010B77"/>
    <w:rsid w:val="00010BF3"/>
    <w:rsid w:val="00010D9E"/>
    <w:rsid w:val="00010E16"/>
    <w:rsid w:val="00010E5C"/>
    <w:rsid w:val="00011761"/>
    <w:rsid w:val="00011EA7"/>
    <w:rsid w:val="00011EDD"/>
    <w:rsid w:val="00011F77"/>
    <w:rsid w:val="00012134"/>
    <w:rsid w:val="00012247"/>
    <w:rsid w:val="00012683"/>
    <w:rsid w:val="00013582"/>
    <w:rsid w:val="000136DF"/>
    <w:rsid w:val="00013834"/>
    <w:rsid w:val="0001385E"/>
    <w:rsid w:val="0001392F"/>
    <w:rsid w:val="00013956"/>
    <w:rsid w:val="00014123"/>
    <w:rsid w:val="000142E8"/>
    <w:rsid w:val="0001441E"/>
    <w:rsid w:val="000146A4"/>
    <w:rsid w:val="00014789"/>
    <w:rsid w:val="000147C4"/>
    <w:rsid w:val="00014810"/>
    <w:rsid w:val="000148AF"/>
    <w:rsid w:val="0001492A"/>
    <w:rsid w:val="00014CAF"/>
    <w:rsid w:val="0001505C"/>
    <w:rsid w:val="000156DF"/>
    <w:rsid w:val="0001592C"/>
    <w:rsid w:val="00015BD5"/>
    <w:rsid w:val="00016339"/>
    <w:rsid w:val="000167E9"/>
    <w:rsid w:val="00016A52"/>
    <w:rsid w:val="000200F7"/>
    <w:rsid w:val="00021044"/>
    <w:rsid w:val="00021094"/>
    <w:rsid w:val="000214E2"/>
    <w:rsid w:val="000214F1"/>
    <w:rsid w:val="00021560"/>
    <w:rsid w:val="00021E05"/>
    <w:rsid w:val="00022261"/>
    <w:rsid w:val="000228BD"/>
    <w:rsid w:val="00022EB4"/>
    <w:rsid w:val="00022F10"/>
    <w:rsid w:val="0002300F"/>
    <w:rsid w:val="000230FE"/>
    <w:rsid w:val="00023942"/>
    <w:rsid w:val="0002403D"/>
    <w:rsid w:val="00024AD2"/>
    <w:rsid w:val="00024E42"/>
    <w:rsid w:val="00024E75"/>
    <w:rsid w:val="000251BE"/>
    <w:rsid w:val="00025206"/>
    <w:rsid w:val="000255D3"/>
    <w:rsid w:val="00025864"/>
    <w:rsid w:val="00025C07"/>
    <w:rsid w:val="0002697B"/>
    <w:rsid w:val="00026F4C"/>
    <w:rsid w:val="000277CB"/>
    <w:rsid w:val="0003002A"/>
    <w:rsid w:val="00030132"/>
    <w:rsid w:val="00030AE8"/>
    <w:rsid w:val="000312ED"/>
    <w:rsid w:val="000313F6"/>
    <w:rsid w:val="000316A2"/>
    <w:rsid w:val="000317F5"/>
    <w:rsid w:val="000329D8"/>
    <w:rsid w:val="00032A70"/>
    <w:rsid w:val="00032EC1"/>
    <w:rsid w:val="0003300D"/>
    <w:rsid w:val="000330CF"/>
    <w:rsid w:val="000332F9"/>
    <w:rsid w:val="00033356"/>
    <w:rsid w:val="0003347A"/>
    <w:rsid w:val="00033537"/>
    <w:rsid w:val="0003378F"/>
    <w:rsid w:val="00033AF8"/>
    <w:rsid w:val="00033CF1"/>
    <w:rsid w:val="0003424B"/>
    <w:rsid w:val="0003426C"/>
    <w:rsid w:val="00034619"/>
    <w:rsid w:val="00034749"/>
    <w:rsid w:val="00034D2D"/>
    <w:rsid w:val="00034E40"/>
    <w:rsid w:val="00034FA0"/>
    <w:rsid w:val="000354AC"/>
    <w:rsid w:val="00036B59"/>
    <w:rsid w:val="00036FE3"/>
    <w:rsid w:val="00037287"/>
    <w:rsid w:val="00037768"/>
    <w:rsid w:val="0003781C"/>
    <w:rsid w:val="00037A32"/>
    <w:rsid w:val="00037D7F"/>
    <w:rsid w:val="00037E4D"/>
    <w:rsid w:val="000402FD"/>
    <w:rsid w:val="00040BC0"/>
    <w:rsid w:val="0004103C"/>
    <w:rsid w:val="0004188E"/>
    <w:rsid w:val="0004194C"/>
    <w:rsid w:val="000419EF"/>
    <w:rsid w:val="000420C9"/>
    <w:rsid w:val="000420ED"/>
    <w:rsid w:val="00042AB4"/>
    <w:rsid w:val="00043562"/>
    <w:rsid w:val="00043A0A"/>
    <w:rsid w:val="00043AE3"/>
    <w:rsid w:val="00043CA8"/>
    <w:rsid w:val="00043EF9"/>
    <w:rsid w:val="000446CE"/>
    <w:rsid w:val="000447D4"/>
    <w:rsid w:val="000449E2"/>
    <w:rsid w:val="00045035"/>
    <w:rsid w:val="00045096"/>
    <w:rsid w:val="00045B34"/>
    <w:rsid w:val="00046453"/>
    <w:rsid w:val="0004690D"/>
    <w:rsid w:val="00046EC5"/>
    <w:rsid w:val="00046F50"/>
    <w:rsid w:val="000475C9"/>
    <w:rsid w:val="0004789F"/>
    <w:rsid w:val="00047CF4"/>
    <w:rsid w:val="000501CE"/>
    <w:rsid w:val="00050318"/>
    <w:rsid w:val="00050D64"/>
    <w:rsid w:val="00050F72"/>
    <w:rsid w:val="000513AC"/>
    <w:rsid w:val="000521E1"/>
    <w:rsid w:val="000527CA"/>
    <w:rsid w:val="000535F0"/>
    <w:rsid w:val="00053B41"/>
    <w:rsid w:val="00053C7E"/>
    <w:rsid w:val="00053E37"/>
    <w:rsid w:val="00053FF3"/>
    <w:rsid w:val="000540B6"/>
    <w:rsid w:val="000543A6"/>
    <w:rsid w:val="000545B0"/>
    <w:rsid w:val="00054A5E"/>
    <w:rsid w:val="00054AB2"/>
    <w:rsid w:val="00055179"/>
    <w:rsid w:val="00055400"/>
    <w:rsid w:val="00055735"/>
    <w:rsid w:val="0005582F"/>
    <w:rsid w:val="00055DAE"/>
    <w:rsid w:val="00056639"/>
    <w:rsid w:val="00056865"/>
    <w:rsid w:val="000568F9"/>
    <w:rsid w:val="00056F14"/>
    <w:rsid w:val="0005740C"/>
    <w:rsid w:val="000574C3"/>
    <w:rsid w:val="00060870"/>
    <w:rsid w:val="00060972"/>
    <w:rsid w:val="00060BA6"/>
    <w:rsid w:val="00060BDF"/>
    <w:rsid w:val="00060DE6"/>
    <w:rsid w:val="00061217"/>
    <w:rsid w:val="00061689"/>
    <w:rsid w:val="000619D6"/>
    <w:rsid w:val="00061B1D"/>
    <w:rsid w:val="00061CF8"/>
    <w:rsid w:val="00061D1E"/>
    <w:rsid w:val="0006296B"/>
    <w:rsid w:val="00062980"/>
    <w:rsid w:val="00062A2F"/>
    <w:rsid w:val="000633C3"/>
    <w:rsid w:val="00063B27"/>
    <w:rsid w:val="00063DB9"/>
    <w:rsid w:val="00063DE4"/>
    <w:rsid w:val="000648EB"/>
    <w:rsid w:val="00064ADF"/>
    <w:rsid w:val="00064DA3"/>
    <w:rsid w:val="000650B1"/>
    <w:rsid w:val="00065105"/>
    <w:rsid w:val="000655AF"/>
    <w:rsid w:val="000655C7"/>
    <w:rsid w:val="00065FF4"/>
    <w:rsid w:val="0006602B"/>
    <w:rsid w:val="000662A8"/>
    <w:rsid w:val="00066751"/>
    <w:rsid w:val="00066A34"/>
    <w:rsid w:val="00066B33"/>
    <w:rsid w:val="00066C33"/>
    <w:rsid w:val="00066C3D"/>
    <w:rsid w:val="00066C53"/>
    <w:rsid w:val="00066D78"/>
    <w:rsid w:val="00067124"/>
    <w:rsid w:val="00067246"/>
    <w:rsid w:val="00067291"/>
    <w:rsid w:val="00067526"/>
    <w:rsid w:val="00067D7C"/>
    <w:rsid w:val="00070122"/>
    <w:rsid w:val="00070720"/>
    <w:rsid w:val="00070D23"/>
    <w:rsid w:val="00070D3B"/>
    <w:rsid w:val="00070EFB"/>
    <w:rsid w:val="00071422"/>
    <w:rsid w:val="00071D0C"/>
    <w:rsid w:val="00072195"/>
    <w:rsid w:val="0007243B"/>
    <w:rsid w:val="0007288D"/>
    <w:rsid w:val="00072B17"/>
    <w:rsid w:val="00072FCF"/>
    <w:rsid w:val="000733E2"/>
    <w:rsid w:val="0007373E"/>
    <w:rsid w:val="00073C26"/>
    <w:rsid w:val="00074098"/>
    <w:rsid w:val="000746AF"/>
    <w:rsid w:val="00074739"/>
    <w:rsid w:val="00074CBF"/>
    <w:rsid w:val="00074F31"/>
    <w:rsid w:val="00075584"/>
    <w:rsid w:val="000759FA"/>
    <w:rsid w:val="00075DCC"/>
    <w:rsid w:val="00076A83"/>
    <w:rsid w:val="00076A9D"/>
    <w:rsid w:val="00076B33"/>
    <w:rsid w:val="00076B3E"/>
    <w:rsid w:val="0007704D"/>
    <w:rsid w:val="0007744A"/>
    <w:rsid w:val="00077684"/>
    <w:rsid w:val="00080621"/>
    <w:rsid w:val="00080695"/>
    <w:rsid w:val="00080735"/>
    <w:rsid w:val="0008135A"/>
    <w:rsid w:val="00082250"/>
    <w:rsid w:val="00082346"/>
    <w:rsid w:val="00082547"/>
    <w:rsid w:val="0008273C"/>
    <w:rsid w:val="0008309C"/>
    <w:rsid w:val="00083705"/>
    <w:rsid w:val="00083870"/>
    <w:rsid w:val="00083A48"/>
    <w:rsid w:val="00083F0F"/>
    <w:rsid w:val="00083F12"/>
    <w:rsid w:val="0008474B"/>
    <w:rsid w:val="00084AF8"/>
    <w:rsid w:val="00084DE3"/>
    <w:rsid w:val="000851B8"/>
    <w:rsid w:val="00085C4A"/>
    <w:rsid w:val="00085CD8"/>
    <w:rsid w:val="00086228"/>
    <w:rsid w:val="0008674D"/>
    <w:rsid w:val="00086A10"/>
    <w:rsid w:val="00086CFD"/>
    <w:rsid w:val="00087524"/>
    <w:rsid w:val="00087D07"/>
    <w:rsid w:val="00087FC2"/>
    <w:rsid w:val="00090150"/>
    <w:rsid w:val="000904B3"/>
    <w:rsid w:val="00090509"/>
    <w:rsid w:val="00090AB4"/>
    <w:rsid w:val="00091444"/>
    <w:rsid w:val="00091541"/>
    <w:rsid w:val="0009232E"/>
    <w:rsid w:val="000926A6"/>
    <w:rsid w:val="0009270D"/>
    <w:rsid w:val="00092C46"/>
    <w:rsid w:val="000931FF"/>
    <w:rsid w:val="00093388"/>
    <w:rsid w:val="0009357B"/>
    <w:rsid w:val="00093649"/>
    <w:rsid w:val="0009394A"/>
    <w:rsid w:val="00093B9E"/>
    <w:rsid w:val="00093DA0"/>
    <w:rsid w:val="000944FE"/>
    <w:rsid w:val="0009493D"/>
    <w:rsid w:val="00094A07"/>
    <w:rsid w:val="00094C99"/>
    <w:rsid w:val="00095777"/>
    <w:rsid w:val="00095A56"/>
    <w:rsid w:val="00095A81"/>
    <w:rsid w:val="0009655B"/>
    <w:rsid w:val="0009672A"/>
    <w:rsid w:val="00096FA7"/>
    <w:rsid w:val="000974AF"/>
    <w:rsid w:val="00097B36"/>
    <w:rsid w:val="000A0395"/>
    <w:rsid w:val="000A0457"/>
    <w:rsid w:val="000A0687"/>
    <w:rsid w:val="000A0B6F"/>
    <w:rsid w:val="000A0C88"/>
    <w:rsid w:val="000A0EB0"/>
    <w:rsid w:val="000A1322"/>
    <w:rsid w:val="000A1401"/>
    <w:rsid w:val="000A1530"/>
    <w:rsid w:val="000A1780"/>
    <w:rsid w:val="000A1A4E"/>
    <w:rsid w:val="000A2246"/>
    <w:rsid w:val="000A284D"/>
    <w:rsid w:val="000A294C"/>
    <w:rsid w:val="000A2E22"/>
    <w:rsid w:val="000A2EA9"/>
    <w:rsid w:val="000A3104"/>
    <w:rsid w:val="000A3B29"/>
    <w:rsid w:val="000A4101"/>
    <w:rsid w:val="000A414A"/>
    <w:rsid w:val="000A45F5"/>
    <w:rsid w:val="000A47F1"/>
    <w:rsid w:val="000A4D47"/>
    <w:rsid w:val="000A549A"/>
    <w:rsid w:val="000A6063"/>
    <w:rsid w:val="000A64A8"/>
    <w:rsid w:val="000A655F"/>
    <w:rsid w:val="000A67E4"/>
    <w:rsid w:val="000A6B44"/>
    <w:rsid w:val="000A7071"/>
    <w:rsid w:val="000A7205"/>
    <w:rsid w:val="000A7332"/>
    <w:rsid w:val="000A7D0A"/>
    <w:rsid w:val="000A7E5F"/>
    <w:rsid w:val="000A7FE9"/>
    <w:rsid w:val="000B0302"/>
    <w:rsid w:val="000B0683"/>
    <w:rsid w:val="000B0B2F"/>
    <w:rsid w:val="000B0B9D"/>
    <w:rsid w:val="000B1023"/>
    <w:rsid w:val="000B1130"/>
    <w:rsid w:val="000B1EA0"/>
    <w:rsid w:val="000B1F07"/>
    <w:rsid w:val="000B1FC3"/>
    <w:rsid w:val="000B20AB"/>
    <w:rsid w:val="000B254B"/>
    <w:rsid w:val="000B3154"/>
    <w:rsid w:val="000B3A23"/>
    <w:rsid w:val="000B412A"/>
    <w:rsid w:val="000B41E8"/>
    <w:rsid w:val="000B451E"/>
    <w:rsid w:val="000B45FF"/>
    <w:rsid w:val="000B4BB4"/>
    <w:rsid w:val="000B52B1"/>
    <w:rsid w:val="000B546B"/>
    <w:rsid w:val="000B5717"/>
    <w:rsid w:val="000B5946"/>
    <w:rsid w:val="000B6C62"/>
    <w:rsid w:val="000B7473"/>
    <w:rsid w:val="000B7AE1"/>
    <w:rsid w:val="000B7E5A"/>
    <w:rsid w:val="000C0075"/>
    <w:rsid w:val="000C02C9"/>
    <w:rsid w:val="000C0B9F"/>
    <w:rsid w:val="000C0D83"/>
    <w:rsid w:val="000C13A5"/>
    <w:rsid w:val="000C183D"/>
    <w:rsid w:val="000C1970"/>
    <w:rsid w:val="000C19E0"/>
    <w:rsid w:val="000C1C88"/>
    <w:rsid w:val="000C22DD"/>
    <w:rsid w:val="000C2561"/>
    <w:rsid w:val="000C2789"/>
    <w:rsid w:val="000C28E5"/>
    <w:rsid w:val="000C2F90"/>
    <w:rsid w:val="000C2FA0"/>
    <w:rsid w:val="000C381F"/>
    <w:rsid w:val="000C40A3"/>
    <w:rsid w:val="000C4910"/>
    <w:rsid w:val="000C4A18"/>
    <w:rsid w:val="000C4C17"/>
    <w:rsid w:val="000C4CD5"/>
    <w:rsid w:val="000C5233"/>
    <w:rsid w:val="000C5B6E"/>
    <w:rsid w:val="000C5F1C"/>
    <w:rsid w:val="000C6316"/>
    <w:rsid w:val="000C63DA"/>
    <w:rsid w:val="000C645F"/>
    <w:rsid w:val="000C6869"/>
    <w:rsid w:val="000C7193"/>
    <w:rsid w:val="000C7BD7"/>
    <w:rsid w:val="000D0132"/>
    <w:rsid w:val="000D0744"/>
    <w:rsid w:val="000D0CA4"/>
    <w:rsid w:val="000D0CE3"/>
    <w:rsid w:val="000D105A"/>
    <w:rsid w:val="000D1E28"/>
    <w:rsid w:val="000D2902"/>
    <w:rsid w:val="000D2C28"/>
    <w:rsid w:val="000D2C41"/>
    <w:rsid w:val="000D2E74"/>
    <w:rsid w:val="000D302D"/>
    <w:rsid w:val="000D313D"/>
    <w:rsid w:val="000D3A02"/>
    <w:rsid w:val="000D3DBB"/>
    <w:rsid w:val="000D414A"/>
    <w:rsid w:val="000D46A9"/>
    <w:rsid w:val="000D4835"/>
    <w:rsid w:val="000D4C6A"/>
    <w:rsid w:val="000D4F16"/>
    <w:rsid w:val="000D4F37"/>
    <w:rsid w:val="000D511E"/>
    <w:rsid w:val="000D516A"/>
    <w:rsid w:val="000D55F3"/>
    <w:rsid w:val="000D572D"/>
    <w:rsid w:val="000D61B4"/>
    <w:rsid w:val="000D632C"/>
    <w:rsid w:val="000D689E"/>
    <w:rsid w:val="000D68AB"/>
    <w:rsid w:val="000D6AD2"/>
    <w:rsid w:val="000D6AF4"/>
    <w:rsid w:val="000D6D4A"/>
    <w:rsid w:val="000D6DEF"/>
    <w:rsid w:val="000D7011"/>
    <w:rsid w:val="000D7134"/>
    <w:rsid w:val="000D79BD"/>
    <w:rsid w:val="000D7AF5"/>
    <w:rsid w:val="000D7D46"/>
    <w:rsid w:val="000D7FD5"/>
    <w:rsid w:val="000E121C"/>
    <w:rsid w:val="000E210A"/>
    <w:rsid w:val="000E27F1"/>
    <w:rsid w:val="000E2AD2"/>
    <w:rsid w:val="000E2AD4"/>
    <w:rsid w:val="000E3008"/>
    <w:rsid w:val="000E332B"/>
    <w:rsid w:val="000E368C"/>
    <w:rsid w:val="000E3948"/>
    <w:rsid w:val="000E3AEE"/>
    <w:rsid w:val="000E41FF"/>
    <w:rsid w:val="000E45BC"/>
    <w:rsid w:val="000E4A01"/>
    <w:rsid w:val="000E4CC8"/>
    <w:rsid w:val="000E4DAB"/>
    <w:rsid w:val="000E568A"/>
    <w:rsid w:val="000E5B42"/>
    <w:rsid w:val="000E5FF1"/>
    <w:rsid w:val="000E62D2"/>
    <w:rsid w:val="000E6486"/>
    <w:rsid w:val="000E68DC"/>
    <w:rsid w:val="000E6BCA"/>
    <w:rsid w:val="000E78C6"/>
    <w:rsid w:val="000E78CD"/>
    <w:rsid w:val="000E79AC"/>
    <w:rsid w:val="000E7A79"/>
    <w:rsid w:val="000F0135"/>
    <w:rsid w:val="000F0531"/>
    <w:rsid w:val="000F0577"/>
    <w:rsid w:val="000F070D"/>
    <w:rsid w:val="000F12D8"/>
    <w:rsid w:val="000F1D9B"/>
    <w:rsid w:val="000F1F4F"/>
    <w:rsid w:val="000F1F6E"/>
    <w:rsid w:val="000F2128"/>
    <w:rsid w:val="000F23DD"/>
    <w:rsid w:val="000F2E5D"/>
    <w:rsid w:val="000F3817"/>
    <w:rsid w:val="000F39C3"/>
    <w:rsid w:val="000F3E96"/>
    <w:rsid w:val="000F3F01"/>
    <w:rsid w:val="000F4043"/>
    <w:rsid w:val="000F45DA"/>
    <w:rsid w:val="000F48D9"/>
    <w:rsid w:val="000F4A2F"/>
    <w:rsid w:val="000F4FC4"/>
    <w:rsid w:val="000F52B9"/>
    <w:rsid w:val="000F5431"/>
    <w:rsid w:val="000F5466"/>
    <w:rsid w:val="000F5981"/>
    <w:rsid w:val="000F5A63"/>
    <w:rsid w:val="000F62BD"/>
    <w:rsid w:val="000F67DA"/>
    <w:rsid w:val="000F7814"/>
    <w:rsid w:val="000F7862"/>
    <w:rsid w:val="000F795A"/>
    <w:rsid w:val="000F7970"/>
    <w:rsid w:val="000F7DDC"/>
    <w:rsid w:val="0010069A"/>
    <w:rsid w:val="00100736"/>
    <w:rsid w:val="00101298"/>
    <w:rsid w:val="001013CB"/>
    <w:rsid w:val="00101ABA"/>
    <w:rsid w:val="0010248C"/>
    <w:rsid w:val="0010251C"/>
    <w:rsid w:val="001026EA"/>
    <w:rsid w:val="001029E9"/>
    <w:rsid w:val="00102EF9"/>
    <w:rsid w:val="00103175"/>
    <w:rsid w:val="00103A1A"/>
    <w:rsid w:val="00103CB0"/>
    <w:rsid w:val="00103F96"/>
    <w:rsid w:val="00104117"/>
    <w:rsid w:val="00104979"/>
    <w:rsid w:val="00104C40"/>
    <w:rsid w:val="00104CE3"/>
    <w:rsid w:val="00104EF4"/>
    <w:rsid w:val="00104FF8"/>
    <w:rsid w:val="001050CA"/>
    <w:rsid w:val="0010561D"/>
    <w:rsid w:val="0010567F"/>
    <w:rsid w:val="00105CAD"/>
    <w:rsid w:val="00106345"/>
    <w:rsid w:val="001066B7"/>
    <w:rsid w:val="00106C06"/>
    <w:rsid w:val="00107153"/>
    <w:rsid w:val="00107B0F"/>
    <w:rsid w:val="00107E8D"/>
    <w:rsid w:val="001108C7"/>
    <w:rsid w:val="00110A88"/>
    <w:rsid w:val="00110D44"/>
    <w:rsid w:val="001110F8"/>
    <w:rsid w:val="001111D9"/>
    <w:rsid w:val="001111F0"/>
    <w:rsid w:val="001118CE"/>
    <w:rsid w:val="00111CBC"/>
    <w:rsid w:val="00111ED0"/>
    <w:rsid w:val="001125D4"/>
    <w:rsid w:val="0011277D"/>
    <w:rsid w:val="00112ABC"/>
    <w:rsid w:val="00112DA6"/>
    <w:rsid w:val="00112E52"/>
    <w:rsid w:val="00113094"/>
    <w:rsid w:val="00113383"/>
    <w:rsid w:val="001137D4"/>
    <w:rsid w:val="00113828"/>
    <w:rsid w:val="00113F07"/>
    <w:rsid w:val="0011451C"/>
    <w:rsid w:val="0011473A"/>
    <w:rsid w:val="00114996"/>
    <w:rsid w:val="00114BAD"/>
    <w:rsid w:val="001151B8"/>
    <w:rsid w:val="0011527E"/>
    <w:rsid w:val="001156F2"/>
    <w:rsid w:val="0011578D"/>
    <w:rsid w:val="0011589A"/>
    <w:rsid w:val="00115FF6"/>
    <w:rsid w:val="001164FA"/>
    <w:rsid w:val="00116702"/>
    <w:rsid w:val="0011709F"/>
    <w:rsid w:val="00117298"/>
    <w:rsid w:val="001173F9"/>
    <w:rsid w:val="0011779E"/>
    <w:rsid w:val="001178CF"/>
    <w:rsid w:val="001178FD"/>
    <w:rsid w:val="00117E0B"/>
    <w:rsid w:val="00117F99"/>
    <w:rsid w:val="00120324"/>
    <w:rsid w:val="00120A3E"/>
    <w:rsid w:val="0012126C"/>
    <w:rsid w:val="001213EC"/>
    <w:rsid w:val="001219ED"/>
    <w:rsid w:val="00121B90"/>
    <w:rsid w:val="00122496"/>
    <w:rsid w:val="0012276F"/>
    <w:rsid w:val="0012324A"/>
    <w:rsid w:val="001235C1"/>
    <w:rsid w:val="00123A10"/>
    <w:rsid w:val="00123D88"/>
    <w:rsid w:val="001240DF"/>
    <w:rsid w:val="001241EB"/>
    <w:rsid w:val="001242D9"/>
    <w:rsid w:val="001254D7"/>
    <w:rsid w:val="00125690"/>
    <w:rsid w:val="0012593B"/>
    <w:rsid w:val="0012596F"/>
    <w:rsid w:val="001259B4"/>
    <w:rsid w:val="00125A58"/>
    <w:rsid w:val="00125FA0"/>
    <w:rsid w:val="001260C7"/>
    <w:rsid w:val="00126184"/>
    <w:rsid w:val="0012699E"/>
    <w:rsid w:val="00127BDE"/>
    <w:rsid w:val="00127BE0"/>
    <w:rsid w:val="00130237"/>
    <w:rsid w:val="00130684"/>
    <w:rsid w:val="001312E7"/>
    <w:rsid w:val="00131351"/>
    <w:rsid w:val="001314DC"/>
    <w:rsid w:val="0013163A"/>
    <w:rsid w:val="00131836"/>
    <w:rsid w:val="00132986"/>
    <w:rsid w:val="001329FA"/>
    <w:rsid w:val="00132F1A"/>
    <w:rsid w:val="00133645"/>
    <w:rsid w:val="00133AF2"/>
    <w:rsid w:val="00133F0B"/>
    <w:rsid w:val="0013402B"/>
    <w:rsid w:val="00134254"/>
    <w:rsid w:val="0013447A"/>
    <w:rsid w:val="001347A1"/>
    <w:rsid w:val="00134C35"/>
    <w:rsid w:val="00134EE3"/>
    <w:rsid w:val="001356F4"/>
    <w:rsid w:val="00135883"/>
    <w:rsid w:val="00135920"/>
    <w:rsid w:val="001361C9"/>
    <w:rsid w:val="001365F9"/>
    <w:rsid w:val="00136A3D"/>
    <w:rsid w:val="00137135"/>
    <w:rsid w:val="00140897"/>
    <w:rsid w:val="00140E4C"/>
    <w:rsid w:val="0014116A"/>
    <w:rsid w:val="00141512"/>
    <w:rsid w:val="00141997"/>
    <w:rsid w:val="00142369"/>
    <w:rsid w:val="00142CC3"/>
    <w:rsid w:val="00142D06"/>
    <w:rsid w:val="00143141"/>
    <w:rsid w:val="0014326F"/>
    <w:rsid w:val="001435B9"/>
    <w:rsid w:val="00143A60"/>
    <w:rsid w:val="00143D6A"/>
    <w:rsid w:val="00144680"/>
    <w:rsid w:val="00144CB1"/>
    <w:rsid w:val="00144D2C"/>
    <w:rsid w:val="00145066"/>
    <w:rsid w:val="001455C5"/>
    <w:rsid w:val="00145BCF"/>
    <w:rsid w:val="00146BC3"/>
    <w:rsid w:val="00147E0E"/>
    <w:rsid w:val="0015011A"/>
    <w:rsid w:val="00150172"/>
    <w:rsid w:val="00150CDE"/>
    <w:rsid w:val="001514ED"/>
    <w:rsid w:val="001528EF"/>
    <w:rsid w:val="001535D8"/>
    <w:rsid w:val="001537C2"/>
    <w:rsid w:val="00154AD4"/>
    <w:rsid w:val="00154B61"/>
    <w:rsid w:val="00154C41"/>
    <w:rsid w:val="00154E41"/>
    <w:rsid w:val="001551D9"/>
    <w:rsid w:val="00155C1A"/>
    <w:rsid w:val="00155E37"/>
    <w:rsid w:val="0015614C"/>
    <w:rsid w:val="0015621B"/>
    <w:rsid w:val="00156575"/>
    <w:rsid w:val="00156BB6"/>
    <w:rsid w:val="001573BC"/>
    <w:rsid w:val="001575CB"/>
    <w:rsid w:val="00157BF9"/>
    <w:rsid w:val="00157C71"/>
    <w:rsid w:val="00157F12"/>
    <w:rsid w:val="0016022B"/>
    <w:rsid w:val="00160934"/>
    <w:rsid w:val="001617FE"/>
    <w:rsid w:val="0016246C"/>
    <w:rsid w:val="00162902"/>
    <w:rsid w:val="0016290C"/>
    <w:rsid w:val="00162B43"/>
    <w:rsid w:val="00162B4F"/>
    <w:rsid w:val="00162FA5"/>
    <w:rsid w:val="001632DB"/>
    <w:rsid w:val="00163333"/>
    <w:rsid w:val="00163420"/>
    <w:rsid w:val="0016358A"/>
    <w:rsid w:val="00163E33"/>
    <w:rsid w:val="00163EA1"/>
    <w:rsid w:val="001641DF"/>
    <w:rsid w:val="00164964"/>
    <w:rsid w:val="00164990"/>
    <w:rsid w:val="0016538C"/>
    <w:rsid w:val="00165A7E"/>
    <w:rsid w:val="00166028"/>
    <w:rsid w:val="001661E0"/>
    <w:rsid w:val="001666B0"/>
    <w:rsid w:val="00166C95"/>
    <w:rsid w:val="00166E1D"/>
    <w:rsid w:val="00166F4C"/>
    <w:rsid w:val="001670FA"/>
    <w:rsid w:val="00167331"/>
    <w:rsid w:val="00167537"/>
    <w:rsid w:val="001677B0"/>
    <w:rsid w:val="00167C41"/>
    <w:rsid w:val="00167FBB"/>
    <w:rsid w:val="001706F2"/>
    <w:rsid w:val="00170890"/>
    <w:rsid w:val="00170AA7"/>
    <w:rsid w:val="00170BA7"/>
    <w:rsid w:val="00170C63"/>
    <w:rsid w:val="00170C89"/>
    <w:rsid w:val="001714AF"/>
    <w:rsid w:val="001715F2"/>
    <w:rsid w:val="00171784"/>
    <w:rsid w:val="00171CC5"/>
    <w:rsid w:val="00172060"/>
    <w:rsid w:val="0017215B"/>
    <w:rsid w:val="00172193"/>
    <w:rsid w:val="001721EE"/>
    <w:rsid w:val="00172703"/>
    <w:rsid w:val="00172ADD"/>
    <w:rsid w:val="00172EBA"/>
    <w:rsid w:val="00172F05"/>
    <w:rsid w:val="00173313"/>
    <w:rsid w:val="00173A6E"/>
    <w:rsid w:val="00174416"/>
    <w:rsid w:val="00174484"/>
    <w:rsid w:val="001748C2"/>
    <w:rsid w:val="00174996"/>
    <w:rsid w:val="00174CF6"/>
    <w:rsid w:val="001759EE"/>
    <w:rsid w:val="00175B02"/>
    <w:rsid w:val="00175B94"/>
    <w:rsid w:val="00175D18"/>
    <w:rsid w:val="00175DC3"/>
    <w:rsid w:val="00176037"/>
    <w:rsid w:val="001760A5"/>
    <w:rsid w:val="00176174"/>
    <w:rsid w:val="00176335"/>
    <w:rsid w:val="00176677"/>
    <w:rsid w:val="00176682"/>
    <w:rsid w:val="0017689A"/>
    <w:rsid w:val="001768AE"/>
    <w:rsid w:val="00176CAC"/>
    <w:rsid w:val="0017717F"/>
    <w:rsid w:val="001777DC"/>
    <w:rsid w:val="00177C51"/>
    <w:rsid w:val="0018004E"/>
    <w:rsid w:val="0018005E"/>
    <w:rsid w:val="00180342"/>
    <w:rsid w:val="00180396"/>
    <w:rsid w:val="001804AD"/>
    <w:rsid w:val="00180C17"/>
    <w:rsid w:val="001811B3"/>
    <w:rsid w:val="001811CC"/>
    <w:rsid w:val="001818F0"/>
    <w:rsid w:val="00181D9F"/>
    <w:rsid w:val="00181F44"/>
    <w:rsid w:val="00182069"/>
    <w:rsid w:val="001822F5"/>
    <w:rsid w:val="00182D52"/>
    <w:rsid w:val="00182EC7"/>
    <w:rsid w:val="001830F8"/>
    <w:rsid w:val="0018313B"/>
    <w:rsid w:val="001834F4"/>
    <w:rsid w:val="00183C4E"/>
    <w:rsid w:val="0018418A"/>
    <w:rsid w:val="001844BA"/>
    <w:rsid w:val="00184F25"/>
    <w:rsid w:val="0018503B"/>
    <w:rsid w:val="001852D2"/>
    <w:rsid w:val="001854AF"/>
    <w:rsid w:val="001861D0"/>
    <w:rsid w:val="00186459"/>
    <w:rsid w:val="001867A0"/>
    <w:rsid w:val="001874D3"/>
    <w:rsid w:val="00187C96"/>
    <w:rsid w:val="00190959"/>
    <w:rsid w:val="00190A53"/>
    <w:rsid w:val="00191640"/>
    <w:rsid w:val="00191758"/>
    <w:rsid w:val="0019199E"/>
    <w:rsid w:val="00191FC3"/>
    <w:rsid w:val="00192744"/>
    <w:rsid w:val="00192AFE"/>
    <w:rsid w:val="00192B6E"/>
    <w:rsid w:val="0019311C"/>
    <w:rsid w:val="00193467"/>
    <w:rsid w:val="001937E9"/>
    <w:rsid w:val="00193B1E"/>
    <w:rsid w:val="00193C4F"/>
    <w:rsid w:val="001941C4"/>
    <w:rsid w:val="00194B9D"/>
    <w:rsid w:val="00195112"/>
    <w:rsid w:val="00195671"/>
    <w:rsid w:val="00195775"/>
    <w:rsid w:val="001959CE"/>
    <w:rsid w:val="00195B17"/>
    <w:rsid w:val="00195C03"/>
    <w:rsid w:val="00195C59"/>
    <w:rsid w:val="0019633F"/>
    <w:rsid w:val="00196640"/>
    <w:rsid w:val="001966C8"/>
    <w:rsid w:val="00196C38"/>
    <w:rsid w:val="00196C3C"/>
    <w:rsid w:val="00196D41"/>
    <w:rsid w:val="00196D86"/>
    <w:rsid w:val="00196EE2"/>
    <w:rsid w:val="001A05D6"/>
    <w:rsid w:val="001A0ED4"/>
    <w:rsid w:val="001A0F24"/>
    <w:rsid w:val="001A0FFD"/>
    <w:rsid w:val="001A11A1"/>
    <w:rsid w:val="001A1913"/>
    <w:rsid w:val="001A19F2"/>
    <w:rsid w:val="001A1D31"/>
    <w:rsid w:val="001A29E4"/>
    <w:rsid w:val="001A2BCA"/>
    <w:rsid w:val="001A331C"/>
    <w:rsid w:val="001A3673"/>
    <w:rsid w:val="001A36A0"/>
    <w:rsid w:val="001A3869"/>
    <w:rsid w:val="001A392C"/>
    <w:rsid w:val="001A4044"/>
    <w:rsid w:val="001A41EC"/>
    <w:rsid w:val="001A458A"/>
    <w:rsid w:val="001A4AC9"/>
    <w:rsid w:val="001A58CB"/>
    <w:rsid w:val="001A5932"/>
    <w:rsid w:val="001A5CEB"/>
    <w:rsid w:val="001A5D33"/>
    <w:rsid w:val="001A609C"/>
    <w:rsid w:val="001A6416"/>
    <w:rsid w:val="001A66ED"/>
    <w:rsid w:val="001A6AD8"/>
    <w:rsid w:val="001A6AFD"/>
    <w:rsid w:val="001A6CBD"/>
    <w:rsid w:val="001A6D88"/>
    <w:rsid w:val="001A77DC"/>
    <w:rsid w:val="001A7852"/>
    <w:rsid w:val="001A79EC"/>
    <w:rsid w:val="001A7C8A"/>
    <w:rsid w:val="001A7CD0"/>
    <w:rsid w:val="001B0433"/>
    <w:rsid w:val="001B0B64"/>
    <w:rsid w:val="001B0BE3"/>
    <w:rsid w:val="001B0DC1"/>
    <w:rsid w:val="001B1066"/>
    <w:rsid w:val="001B1366"/>
    <w:rsid w:val="001B1553"/>
    <w:rsid w:val="001B18E5"/>
    <w:rsid w:val="001B1AD5"/>
    <w:rsid w:val="001B1BEA"/>
    <w:rsid w:val="001B201A"/>
    <w:rsid w:val="001B241E"/>
    <w:rsid w:val="001B2746"/>
    <w:rsid w:val="001B2760"/>
    <w:rsid w:val="001B2AA3"/>
    <w:rsid w:val="001B2AAD"/>
    <w:rsid w:val="001B34E5"/>
    <w:rsid w:val="001B38A8"/>
    <w:rsid w:val="001B3FAB"/>
    <w:rsid w:val="001B41AA"/>
    <w:rsid w:val="001B471D"/>
    <w:rsid w:val="001B595B"/>
    <w:rsid w:val="001B5EE9"/>
    <w:rsid w:val="001B6111"/>
    <w:rsid w:val="001B6235"/>
    <w:rsid w:val="001B6576"/>
    <w:rsid w:val="001B6A8A"/>
    <w:rsid w:val="001B6F2A"/>
    <w:rsid w:val="001B75D8"/>
    <w:rsid w:val="001B7650"/>
    <w:rsid w:val="001B7681"/>
    <w:rsid w:val="001C10C9"/>
    <w:rsid w:val="001C144F"/>
    <w:rsid w:val="001C16AD"/>
    <w:rsid w:val="001C1A56"/>
    <w:rsid w:val="001C2056"/>
    <w:rsid w:val="001C20C8"/>
    <w:rsid w:val="001C240E"/>
    <w:rsid w:val="001C2596"/>
    <w:rsid w:val="001C2889"/>
    <w:rsid w:val="001C295F"/>
    <w:rsid w:val="001C2A90"/>
    <w:rsid w:val="001C2C32"/>
    <w:rsid w:val="001C342F"/>
    <w:rsid w:val="001C373F"/>
    <w:rsid w:val="001C3BD7"/>
    <w:rsid w:val="001C3CEF"/>
    <w:rsid w:val="001C3D65"/>
    <w:rsid w:val="001C4173"/>
    <w:rsid w:val="001C4834"/>
    <w:rsid w:val="001C494B"/>
    <w:rsid w:val="001C4DD8"/>
    <w:rsid w:val="001C524F"/>
    <w:rsid w:val="001C52ED"/>
    <w:rsid w:val="001C5ABE"/>
    <w:rsid w:val="001C6621"/>
    <w:rsid w:val="001C6C98"/>
    <w:rsid w:val="001C6D05"/>
    <w:rsid w:val="001C6F8D"/>
    <w:rsid w:val="001C7214"/>
    <w:rsid w:val="001C782E"/>
    <w:rsid w:val="001C7849"/>
    <w:rsid w:val="001C796C"/>
    <w:rsid w:val="001C7E12"/>
    <w:rsid w:val="001C7F5B"/>
    <w:rsid w:val="001D0105"/>
    <w:rsid w:val="001D0471"/>
    <w:rsid w:val="001D0685"/>
    <w:rsid w:val="001D1008"/>
    <w:rsid w:val="001D12FA"/>
    <w:rsid w:val="001D14B8"/>
    <w:rsid w:val="001D1643"/>
    <w:rsid w:val="001D1DD1"/>
    <w:rsid w:val="001D1FAF"/>
    <w:rsid w:val="001D2714"/>
    <w:rsid w:val="001D299F"/>
    <w:rsid w:val="001D3071"/>
    <w:rsid w:val="001D37ED"/>
    <w:rsid w:val="001D3ADD"/>
    <w:rsid w:val="001D4208"/>
    <w:rsid w:val="001D452F"/>
    <w:rsid w:val="001D461D"/>
    <w:rsid w:val="001D4F89"/>
    <w:rsid w:val="001D5512"/>
    <w:rsid w:val="001D594A"/>
    <w:rsid w:val="001D5D12"/>
    <w:rsid w:val="001D60DE"/>
    <w:rsid w:val="001D615C"/>
    <w:rsid w:val="001D6767"/>
    <w:rsid w:val="001D67A2"/>
    <w:rsid w:val="001D764E"/>
    <w:rsid w:val="001D7D24"/>
    <w:rsid w:val="001E089B"/>
    <w:rsid w:val="001E0923"/>
    <w:rsid w:val="001E1006"/>
    <w:rsid w:val="001E11C0"/>
    <w:rsid w:val="001E17F5"/>
    <w:rsid w:val="001E190E"/>
    <w:rsid w:val="001E2535"/>
    <w:rsid w:val="001E2ACA"/>
    <w:rsid w:val="001E2D4D"/>
    <w:rsid w:val="001E3588"/>
    <w:rsid w:val="001E3C7F"/>
    <w:rsid w:val="001E3D37"/>
    <w:rsid w:val="001E3F2B"/>
    <w:rsid w:val="001E40EA"/>
    <w:rsid w:val="001E4A9A"/>
    <w:rsid w:val="001E4C5A"/>
    <w:rsid w:val="001E4F2D"/>
    <w:rsid w:val="001E5501"/>
    <w:rsid w:val="001E5737"/>
    <w:rsid w:val="001E5E65"/>
    <w:rsid w:val="001E5FC1"/>
    <w:rsid w:val="001E68C1"/>
    <w:rsid w:val="001E6EE2"/>
    <w:rsid w:val="001E729A"/>
    <w:rsid w:val="001E7553"/>
    <w:rsid w:val="001E79D8"/>
    <w:rsid w:val="001E7B6C"/>
    <w:rsid w:val="001E7CB8"/>
    <w:rsid w:val="001E7D7A"/>
    <w:rsid w:val="001F0419"/>
    <w:rsid w:val="001F046A"/>
    <w:rsid w:val="001F04B3"/>
    <w:rsid w:val="001F04B6"/>
    <w:rsid w:val="001F0755"/>
    <w:rsid w:val="001F08F9"/>
    <w:rsid w:val="001F0B2D"/>
    <w:rsid w:val="001F0B8D"/>
    <w:rsid w:val="001F0EBB"/>
    <w:rsid w:val="001F0F85"/>
    <w:rsid w:val="001F1010"/>
    <w:rsid w:val="001F1639"/>
    <w:rsid w:val="001F19F5"/>
    <w:rsid w:val="001F1B79"/>
    <w:rsid w:val="001F2522"/>
    <w:rsid w:val="001F2AE3"/>
    <w:rsid w:val="001F3A39"/>
    <w:rsid w:val="001F3BF7"/>
    <w:rsid w:val="001F45EE"/>
    <w:rsid w:val="001F4943"/>
    <w:rsid w:val="001F4E97"/>
    <w:rsid w:val="001F51CA"/>
    <w:rsid w:val="001F5403"/>
    <w:rsid w:val="001F57F5"/>
    <w:rsid w:val="001F593B"/>
    <w:rsid w:val="001F5958"/>
    <w:rsid w:val="001F5D3D"/>
    <w:rsid w:val="001F5E1B"/>
    <w:rsid w:val="001F6B5B"/>
    <w:rsid w:val="001F6C30"/>
    <w:rsid w:val="001F6E68"/>
    <w:rsid w:val="001F7518"/>
    <w:rsid w:val="00200B90"/>
    <w:rsid w:val="00200DF5"/>
    <w:rsid w:val="00201255"/>
    <w:rsid w:val="002018F4"/>
    <w:rsid w:val="00201D78"/>
    <w:rsid w:val="00201DF8"/>
    <w:rsid w:val="00202B96"/>
    <w:rsid w:val="00202F85"/>
    <w:rsid w:val="00203450"/>
    <w:rsid w:val="00204A93"/>
    <w:rsid w:val="00205596"/>
    <w:rsid w:val="0020574E"/>
    <w:rsid w:val="0020605F"/>
    <w:rsid w:val="002066AA"/>
    <w:rsid w:val="00206F3D"/>
    <w:rsid w:val="00207460"/>
    <w:rsid w:val="00207B68"/>
    <w:rsid w:val="0021007A"/>
    <w:rsid w:val="002101E6"/>
    <w:rsid w:val="00210F08"/>
    <w:rsid w:val="002111E0"/>
    <w:rsid w:val="0021123E"/>
    <w:rsid w:val="002113C0"/>
    <w:rsid w:val="00211CDE"/>
    <w:rsid w:val="00211D59"/>
    <w:rsid w:val="00211F3A"/>
    <w:rsid w:val="00212161"/>
    <w:rsid w:val="00212283"/>
    <w:rsid w:val="00212FE0"/>
    <w:rsid w:val="002130AC"/>
    <w:rsid w:val="002132B7"/>
    <w:rsid w:val="00213390"/>
    <w:rsid w:val="00213517"/>
    <w:rsid w:val="00213C69"/>
    <w:rsid w:val="00213EA5"/>
    <w:rsid w:val="00214494"/>
    <w:rsid w:val="002144AC"/>
    <w:rsid w:val="00214B6F"/>
    <w:rsid w:val="00214CF7"/>
    <w:rsid w:val="002151CD"/>
    <w:rsid w:val="0021625A"/>
    <w:rsid w:val="002166AA"/>
    <w:rsid w:val="002166EF"/>
    <w:rsid w:val="002169FA"/>
    <w:rsid w:val="00216E64"/>
    <w:rsid w:val="002176B7"/>
    <w:rsid w:val="00217D48"/>
    <w:rsid w:val="00217E8B"/>
    <w:rsid w:val="00220591"/>
    <w:rsid w:val="0022094D"/>
    <w:rsid w:val="002215ED"/>
    <w:rsid w:val="002217EF"/>
    <w:rsid w:val="00221D26"/>
    <w:rsid w:val="00222123"/>
    <w:rsid w:val="002224BB"/>
    <w:rsid w:val="00222B16"/>
    <w:rsid w:val="00223831"/>
    <w:rsid w:val="00223BA8"/>
    <w:rsid w:val="00223CD1"/>
    <w:rsid w:val="00223DC3"/>
    <w:rsid w:val="00223EAC"/>
    <w:rsid w:val="00224829"/>
    <w:rsid w:val="00224CAA"/>
    <w:rsid w:val="002254B9"/>
    <w:rsid w:val="00225792"/>
    <w:rsid w:val="00225D09"/>
    <w:rsid w:val="002260F1"/>
    <w:rsid w:val="00226769"/>
    <w:rsid w:val="00226A64"/>
    <w:rsid w:val="00230005"/>
    <w:rsid w:val="002302FC"/>
    <w:rsid w:val="002306C6"/>
    <w:rsid w:val="00231215"/>
    <w:rsid w:val="002315E9"/>
    <w:rsid w:val="00231802"/>
    <w:rsid w:val="002319DE"/>
    <w:rsid w:val="00231B0C"/>
    <w:rsid w:val="00231CBC"/>
    <w:rsid w:val="00232019"/>
    <w:rsid w:val="0023253F"/>
    <w:rsid w:val="002328E0"/>
    <w:rsid w:val="002328F6"/>
    <w:rsid w:val="00232A4C"/>
    <w:rsid w:val="00232C7A"/>
    <w:rsid w:val="002331CC"/>
    <w:rsid w:val="0023388C"/>
    <w:rsid w:val="002339B3"/>
    <w:rsid w:val="00233B07"/>
    <w:rsid w:val="00233CAD"/>
    <w:rsid w:val="002346F1"/>
    <w:rsid w:val="002348A3"/>
    <w:rsid w:val="00234B98"/>
    <w:rsid w:val="00234CDF"/>
    <w:rsid w:val="00234F95"/>
    <w:rsid w:val="002355BD"/>
    <w:rsid w:val="00235C94"/>
    <w:rsid w:val="00235D0D"/>
    <w:rsid w:val="00236605"/>
    <w:rsid w:val="002366F0"/>
    <w:rsid w:val="00236994"/>
    <w:rsid w:val="00236DFD"/>
    <w:rsid w:val="0023717F"/>
    <w:rsid w:val="00237C05"/>
    <w:rsid w:val="002401AA"/>
    <w:rsid w:val="0024044C"/>
    <w:rsid w:val="002405A8"/>
    <w:rsid w:val="0024087A"/>
    <w:rsid w:val="00240F65"/>
    <w:rsid w:val="00240FAB"/>
    <w:rsid w:val="0024152A"/>
    <w:rsid w:val="00241543"/>
    <w:rsid w:val="0024194D"/>
    <w:rsid w:val="00242649"/>
    <w:rsid w:val="002430AA"/>
    <w:rsid w:val="002433F7"/>
    <w:rsid w:val="00243717"/>
    <w:rsid w:val="002439B6"/>
    <w:rsid w:val="00243E64"/>
    <w:rsid w:val="00243E87"/>
    <w:rsid w:val="002440BE"/>
    <w:rsid w:val="002441FB"/>
    <w:rsid w:val="00245C26"/>
    <w:rsid w:val="002461CF"/>
    <w:rsid w:val="00246AA0"/>
    <w:rsid w:val="00246D43"/>
    <w:rsid w:val="002472FB"/>
    <w:rsid w:val="0024734B"/>
    <w:rsid w:val="00247944"/>
    <w:rsid w:val="00247F0E"/>
    <w:rsid w:val="00250253"/>
    <w:rsid w:val="00250A2D"/>
    <w:rsid w:val="00250ABD"/>
    <w:rsid w:val="00251691"/>
    <w:rsid w:val="00251AA9"/>
    <w:rsid w:val="002520E0"/>
    <w:rsid w:val="0025224D"/>
    <w:rsid w:val="0025237F"/>
    <w:rsid w:val="00252462"/>
    <w:rsid w:val="00252AB5"/>
    <w:rsid w:val="00252B0D"/>
    <w:rsid w:val="0025307F"/>
    <w:rsid w:val="002530D0"/>
    <w:rsid w:val="00253447"/>
    <w:rsid w:val="002534E1"/>
    <w:rsid w:val="00253F2B"/>
    <w:rsid w:val="00254020"/>
    <w:rsid w:val="0025414B"/>
    <w:rsid w:val="002541A3"/>
    <w:rsid w:val="00254CE3"/>
    <w:rsid w:val="002554BF"/>
    <w:rsid w:val="002558B7"/>
    <w:rsid w:val="00255A98"/>
    <w:rsid w:val="00255C6A"/>
    <w:rsid w:val="0025618D"/>
    <w:rsid w:val="002569E3"/>
    <w:rsid w:val="00256E02"/>
    <w:rsid w:val="002573F2"/>
    <w:rsid w:val="00257787"/>
    <w:rsid w:val="00257815"/>
    <w:rsid w:val="00257F84"/>
    <w:rsid w:val="002604D9"/>
    <w:rsid w:val="0026080D"/>
    <w:rsid w:val="00260B2E"/>
    <w:rsid w:val="00260BDB"/>
    <w:rsid w:val="00260BE9"/>
    <w:rsid w:val="00261007"/>
    <w:rsid w:val="002614B0"/>
    <w:rsid w:val="0026188D"/>
    <w:rsid w:val="00261AC4"/>
    <w:rsid w:val="00261CCC"/>
    <w:rsid w:val="00261D02"/>
    <w:rsid w:val="00261FC5"/>
    <w:rsid w:val="002621A4"/>
    <w:rsid w:val="00262551"/>
    <w:rsid w:val="00263413"/>
    <w:rsid w:val="00263B86"/>
    <w:rsid w:val="00263D68"/>
    <w:rsid w:val="0026417A"/>
    <w:rsid w:val="002643FF"/>
    <w:rsid w:val="002649B9"/>
    <w:rsid w:val="00264DAB"/>
    <w:rsid w:val="002654F5"/>
    <w:rsid w:val="0026573B"/>
    <w:rsid w:val="00266187"/>
    <w:rsid w:val="00266559"/>
    <w:rsid w:val="00266583"/>
    <w:rsid w:val="002671C0"/>
    <w:rsid w:val="00267BD0"/>
    <w:rsid w:val="00267C90"/>
    <w:rsid w:val="00270AA8"/>
    <w:rsid w:val="00270CC2"/>
    <w:rsid w:val="002716AB"/>
    <w:rsid w:val="00271C8C"/>
    <w:rsid w:val="00272502"/>
    <w:rsid w:val="00272D13"/>
    <w:rsid w:val="00273697"/>
    <w:rsid w:val="0027386D"/>
    <w:rsid w:val="00273BFC"/>
    <w:rsid w:val="00273DF5"/>
    <w:rsid w:val="002740C7"/>
    <w:rsid w:val="002743C3"/>
    <w:rsid w:val="00274416"/>
    <w:rsid w:val="002744D7"/>
    <w:rsid w:val="00274740"/>
    <w:rsid w:val="00275009"/>
    <w:rsid w:val="00275247"/>
    <w:rsid w:val="00275500"/>
    <w:rsid w:val="0027595C"/>
    <w:rsid w:val="00275BA1"/>
    <w:rsid w:val="0027603D"/>
    <w:rsid w:val="002763D3"/>
    <w:rsid w:val="002765E2"/>
    <w:rsid w:val="002766AF"/>
    <w:rsid w:val="002766CE"/>
    <w:rsid w:val="00276EE2"/>
    <w:rsid w:val="00276FA4"/>
    <w:rsid w:val="0027716F"/>
    <w:rsid w:val="002772EC"/>
    <w:rsid w:val="002776ED"/>
    <w:rsid w:val="00277E20"/>
    <w:rsid w:val="00277E28"/>
    <w:rsid w:val="00280310"/>
    <w:rsid w:val="00280314"/>
    <w:rsid w:val="002806BE"/>
    <w:rsid w:val="00280D91"/>
    <w:rsid w:val="00280EFE"/>
    <w:rsid w:val="00281072"/>
    <w:rsid w:val="002811DF"/>
    <w:rsid w:val="0028129F"/>
    <w:rsid w:val="0028198C"/>
    <w:rsid w:val="00281DED"/>
    <w:rsid w:val="002822C1"/>
    <w:rsid w:val="0028264F"/>
    <w:rsid w:val="00282A97"/>
    <w:rsid w:val="002834CF"/>
    <w:rsid w:val="00283679"/>
    <w:rsid w:val="00283BF4"/>
    <w:rsid w:val="002840E0"/>
    <w:rsid w:val="002842B5"/>
    <w:rsid w:val="00284492"/>
    <w:rsid w:val="002848E3"/>
    <w:rsid w:val="002851E7"/>
    <w:rsid w:val="00285230"/>
    <w:rsid w:val="002853E9"/>
    <w:rsid w:val="00285C0E"/>
    <w:rsid w:val="00285FFD"/>
    <w:rsid w:val="002861BA"/>
    <w:rsid w:val="002862F3"/>
    <w:rsid w:val="00286601"/>
    <w:rsid w:val="00286810"/>
    <w:rsid w:val="00286E87"/>
    <w:rsid w:val="002873F3"/>
    <w:rsid w:val="00287411"/>
    <w:rsid w:val="002874F6"/>
    <w:rsid w:val="00287809"/>
    <w:rsid w:val="00290054"/>
    <w:rsid w:val="0029005A"/>
    <w:rsid w:val="00290076"/>
    <w:rsid w:val="002901EE"/>
    <w:rsid w:val="002902E1"/>
    <w:rsid w:val="00290378"/>
    <w:rsid w:val="0029045E"/>
    <w:rsid w:val="00290616"/>
    <w:rsid w:val="00290941"/>
    <w:rsid w:val="0029116E"/>
    <w:rsid w:val="00291C7C"/>
    <w:rsid w:val="00292068"/>
    <w:rsid w:val="002925D5"/>
    <w:rsid w:val="00292B18"/>
    <w:rsid w:val="00292D38"/>
    <w:rsid w:val="00293B38"/>
    <w:rsid w:val="00293DDC"/>
    <w:rsid w:val="00293F9D"/>
    <w:rsid w:val="002943F5"/>
    <w:rsid w:val="00294AC9"/>
    <w:rsid w:val="00294DEC"/>
    <w:rsid w:val="002954F1"/>
    <w:rsid w:val="00295D2C"/>
    <w:rsid w:val="002964A9"/>
    <w:rsid w:val="002965AE"/>
    <w:rsid w:val="0029676D"/>
    <w:rsid w:val="00296E04"/>
    <w:rsid w:val="00297D78"/>
    <w:rsid w:val="00297E9F"/>
    <w:rsid w:val="00297ED9"/>
    <w:rsid w:val="002A03B6"/>
    <w:rsid w:val="002A0496"/>
    <w:rsid w:val="002A0643"/>
    <w:rsid w:val="002A0951"/>
    <w:rsid w:val="002A1B71"/>
    <w:rsid w:val="002A1D6F"/>
    <w:rsid w:val="002A1F4D"/>
    <w:rsid w:val="002A2042"/>
    <w:rsid w:val="002A2149"/>
    <w:rsid w:val="002A2210"/>
    <w:rsid w:val="002A26CA"/>
    <w:rsid w:val="002A2A16"/>
    <w:rsid w:val="002A2B58"/>
    <w:rsid w:val="002A2FB6"/>
    <w:rsid w:val="002A30D1"/>
    <w:rsid w:val="002A318B"/>
    <w:rsid w:val="002A3A62"/>
    <w:rsid w:val="002A3B72"/>
    <w:rsid w:val="002A41E4"/>
    <w:rsid w:val="002A428E"/>
    <w:rsid w:val="002A44A6"/>
    <w:rsid w:val="002A46C9"/>
    <w:rsid w:val="002A487C"/>
    <w:rsid w:val="002A4A0B"/>
    <w:rsid w:val="002A4F55"/>
    <w:rsid w:val="002A524F"/>
    <w:rsid w:val="002A5A1F"/>
    <w:rsid w:val="002A5CA7"/>
    <w:rsid w:val="002A5D74"/>
    <w:rsid w:val="002A5E4D"/>
    <w:rsid w:val="002A5F79"/>
    <w:rsid w:val="002A605F"/>
    <w:rsid w:val="002A61D6"/>
    <w:rsid w:val="002A68F8"/>
    <w:rsid w:val="002A6D88"/>
    <w:rsid w:val="002A7EC5"/>
    <w:rsid w:val="002B0042"/>
    <w:rsid w:val="002B02B6"/>
    <w:rsid w:val="002B04AC"/>
    <w:rsid w:val="002B0EE5"/>
    <w:rsid w:val="002B1322"/>
    <w:rsid w:val="002B1325"/>
    <w:rsid w:val="002B146B"/>
    <w:rsid w:val="002B1BAB"/>
    <w:rsid w:val="002B1EC8"/>
    <w:rsid w:val="002B25CA"/>
    <w:rsid w:val="002B28F1"/>
    <w:rsid w:val="002B2D16"/>
    <w:rsid w:val="002B2E1B"/>
    <w:rsid w:val="002B325C"/>
    <w:rsid w:val="002B4CB9"/>
    <w:rsid w:val="002B4D42"/>
    <w:rsid w:val="002B51C4"/>
    <w:rsid w:val="002B5263"/>
    <w:rsid w:val="002B53CE"/>
    <w:rsid w:val="002B6536"/>
    <w:rsid w:val="002B655A"/>
    <w:rsid w:val="002B6DD4"/>
    <w:rsid w:val="002B6F8C"/>
    <w:rsid w:val="002B7239"/>
    <w:rsid w:val="002B72E2"/>
    <w:rsid w:val="002B72E6"/>
    <w:rsid w:val="002B7448"/>
    <w:rsid w:val="002B792C"/>
    <w:rsid w:val="002B7FE8"/>
    <w:rsid w:val="002C001F"/>
    <w:rsid w:val="002C03CA"/>
    <w:rsid w:val="002C0524"/>
    <w:rsid w:val="002C1301"/>
    <w:rsid w:val="002C1465"/>
    <w:rsid w:val="002C1868"/>
    <w:rsid w:val="002C2265"/>
    <w:rsid w:val="002C2581"/>
    <w:rsid w:val="002C26FF"/>
    <w:rsid w:val="002C36E6"/>
    <w:rsid w:val="002C4608"/>
    <w:rsid w:val="002C4F5B"/>
    <w:rsid w:val="002C5297"/>
    <w:rsid w:val="002C53F9"/>
    <w:rsid w:val="002C575E"/>
    <w:rsid w:val="002C65EC"/>
    <w:rsid w:val="002C70AB"/>
    <w:rsid w:val="002C7404"/>
    <w:rsid w:val="002C7A9D"/>
    <w:rsid w:val="002C7CCF"/>
    <w:rsid w:val="002D006C"/>
    <w:rsid w:val="002D04EA"/>
    <w:rsid w:val="002D0850"/>
    <w:rsid w:val="002D1585"/>
    <w:rsid w:val="002D15D4"/>
    <w:rsid w:val="002D1947"/>
    <w:rsid w:val="002D20F4"/>
    <w:rsid w:val="002D2951"/>
    <w:rsid w:val="002D2C00"/>
    <w:rsid w:val="002D2CF9"/>
    <w:rsid w:val="002D2D49"/>
    <w:rsid w:val="002D2D5F"/>
    <w:rsid w:val="002D2DE2"/>
    <w:rsid w:val="002D2E21"/>
    <w:rsid w:val="002D3794"/>
    <w:rsid w:val="002D3830"/>
    <w:rsid w:val="002D3955"/>
    <w:rsid w:val="002D3BE7"/>
    <w:rsid w:val="002D3F19"/>
    <w:rsid w:val="002D46C3"/>
    <w:rsid w:val="002D4782"/>
    <w:rsid w:val="002D491A"/>
    <w:rsid w:val="002D5391"/>
    <w:rsid w:val="002D5689"/>
    <w:rsid w:val="002D5813"/>
    <w:rsid w:val="002D5A5D"/>
    <w:rsid w:val="002D5EDB"/>
    <w:rsid w:val="002D63A9"/>
    <w:rsid w:val="002D6653"/>
    <w:rsid w:val="002D6BBE"/>
    <w:rsid w:val="002D6D09"/>
    <w:rsid w:val="002D6F0F"/>
    <w:rsid w:val="002D6FA5"/>
    <w:rsid w:val="002D72E5"/>
    <w:rsid w:val="002D73B5"/>
    <w:rsid w:val="002D74BF"/>
    <w:rsid w:val="002D7AEC"/>
    <w:rsid w:val="002E04E3"/>
    <w:rsid w:val="002E0684"/>
    <w:rsid w:val="002E0D96"/>
    <w:rsid w:val="002E0EA3"/>
    <w:rsid w:val="002E0F9C"/>
    <w:rsid w:val="002E0FFD"/>
    <w:rsid w:val="002E13A4"/>
    <w:rsid w:val="002E1502"/>
    <w:rsid w:val="002E1B0B"/>
    <w:rsid w:val="002E1E9A"/>
    <w:rsid w:val="002E2475"/>
    <w:rsid w:val="002E2600"/>
    <w:rsid w:val="002E309F"/>
    <w:rsid w:val="002E3897"/>
    <w:rsid w:val="002E4946"/>
    <w:rsid w:val="002E4C65"/>
    <w:rsid w:val="002E4E6A"/>
    <w:rsid w:val="002E4F39"/>
    <w:rsid w:val="002E510F"/>
    <w:rsid w:val="002E5D08"/>
    <w:rsid w:val="002E5D61"/>
    <w:rsid w:val="002E615E"/>
    <w:rsid w:val="002E722F"/>
    <w:rsid w:val="002E74FD"/>
    <w:rsid w:val="002E75DE"/>
    <w:rsid w:val="002E7795"/>
    <w:rsid w:val="002E77C3"/>
    <w:rsid w:val="002E7953"/>
    <w:rsid w:val="002E7F63"/>
    <w:rsid w:val="002F001F"/>
    <w:rsid w:val="002F02BA"/>
    <w:rsid w:val="002F046D"/>
    <w:rsid w:val="002F0B74"/>
    <w:rsid w:val="002F1363"/>
    <w:rsid w:val="002F1945"/>
    <w:rsid w:val="002F23BB"/>
    <w:rsid w:val="002F2C17"/>
    <w:rsid w:val="002F3126"/>
    <w:rsid w:val="002F4080"/>
    <w:rsid w:val="002F42EA"/>
    <w:rsid w:val="002F4370"/>
    <w:rsid w:val="002F4524"/>
    <w:rsid w:val="002F54EA"/>
    <w:rsid w:val="002F5656"/>
    <w:rsid w:val="002F5BF6"/>
    <w:rsid w:val="002F6381"/>
    <w:rsid w:val="002F6449"/>
    <w:rsid w:val="002F65A8"/>
    <w:rsid w:val="002F6620"/>
    <w:rsid w:val="002F671D"/>
    <w:rsid w:val="002F6BA2"/>
    <w:rsid w:val="002F6BCF"/>
    <w:rsid w:val="002F7249"/>
    <w:rsid w:val="002F7B01"/>
    <w:rsid w:val="0030039E"/>
    <w:rsid w:val="00300A7E"/>
    <w:rsid w:val="00301767"/>
    <w:rsid w:val="00302941"/>
    <w:rsid w:val="00302BCD"/>
    <w:rsid w:val="00302DF5"/>
    <w:rsid w:val="00303025"/>
    <w:rsid w:val="0030372C"/>
    <w:rsid w:val="00303AE6"/>
    <w:rsid w:val="00304465"/>
    <w:rsid w:val="00305046"/>
    <w:rsid w:val="0030504B"/>
    <w:rsid w:val="003053AC"/>
    <w:rsid w:val="00305406"/>
    <w:rsid w:val="003055D1"/>
    <w:rsid w:val="0030584A"/>
    <w:rsid w:val="003059B1"/>
    <w:rsid w:val="00306261"/>
    <w:rsid w:val="00306502"/>
    <w:rsid w:val="0030657B"/>
    <w:rsid w:val="003067BC"/>
    <w:rsid w:val="003071C2"/>
    <w:rsid w:val="0030778D"/>
    <w:rsid w:val="003102D9"/>
    <w:rsid w:val="0031049E"/>
    <w:rsid w:val="0031057F"/>
    <w:rsid w:val="00310E9F"/>
    <w:rsid w:val="00310F1D"/>
    <w:rsid w:val="0031103C"/>
    <w:rsid w:val="00311462"/>
    <w:rsid w:val="003117EA"/>
    <w:rsid w:val="00311E2C"/>
    <w:rsid w:val="003128BE"/>
    <w:rsid w:val="0031293B"/>
    <w:rsid w:val="00312A5E"/>
    <w:rsid w:val="003133B4"/>
    <w:rsid w:val="00313B06"/>
    <w:rsid w:val="003154F9"/>
    <w:rsid w:val="003156CD"/>
    <w:rsid w:val="00315899"/>
    <w:rsid w:val="0031599B"/>
    <w:rsid w:val="00315C82"/>
    <w:rsid w:val="00315F28"/>
    <w:rsid w:val="0031651F"/>
    <w:rsid w:val="00316A35"/>
    <w:rsid w:val="00316F7C"/>
    <w:rsid w:val="0031711D"/>
    <w:rsid w:val="00317562"/>
    <w:rsid w:val="00317BB9"/>
    <w:rsid w:val="0032080A"/>
    <w:rsid w:val="00320F15"/>
    <w:rsid w:val="0032102A"/>
    <w:rsid w:val="00321875"/>
    <w:rsid w:val="00321A28"/>
    <w:rsid w:val="00321EF8"/>
    <w:rsid w:val="00321FFB"/>
    <w:rsid w:val="0032283D"/>
    <w:rsid w:val="00322850"/>
    <w:rsid w:val="00322C29"/>
    <w:rsid w:val="00322C4B"/>
    <w:rsid w:val="003234F7"/>
    <w:rsid w:val="003237E8"/>
    <w:rsid w:val="00324226"/>
    <w:rsid w:val="00324243"/>
    <w:rsid w:val="0032451B"/>
    <w:rsid w:val="00324A58"/>
    <w:rsid w:val="00324AF2"/>
    <w:rsid w:val="00324D36"/>
    <w:rsid w:val="00324E35"/>
    <w:rsid w:val="00325019"/>
    <w:rsid w:val="00325063"/>
    <w:rsid w:val="0032536A"/>
    <w:rsid w:val="003254D4"/>
    <w:rsid w:val="00325832"/>
    <w:rsid w:val="00325E23"/>
    <w:rsid w:val="00326352"/>
    <w:rsid w:val="00326C9F"/>
    <w:rsid w:val="00326CD8"/>
    <w:rsid w:val="00326FAE"/>
    <w:rsid w:val="003272F4"/>
    <w:rsid w:val="003276D7"/>
    <w:rsid w:val="00327796"/>
    <w:rsid w:val="0033063A"/>
    <w:rsid w:val="00330664"/>
    <w:rsid w:val="0033069E"/>
    <w:rsid w:val="00330997"/>
    <w:rsid w:val="00330BF4"/>
    <w:rsid w:val="00330E04"/>
    <w:rsid w:val="00330F4C"/>
    <w:rsid w:val="00331559"/>
    <w:rsid w:val="003316FC"/>
    <w:rsid w:val="00331972"/>
    <w:rsid w:val="003319AA"/>
    <w:rsid w:val="00331BBF"/>
    <w:rsid w:val="00331C30"/>
    <w:rsid w:val="00331C80"/>
    <w:rsid w:val="00331D09"/>
    <w:rsid w:val="003328A3"/>
    <w:rsid w:val="00332A1B"/>
    <w:rsid w:val="003333AC"/>
    <w:rsid w:val="00333CE3"/>
    <w:rsid w:val="00333DA6"/>
    <w:rsid w:val="0033506D"/>
    <w:rsid w:val="0033529F"/>
    <w:rsid w:val="00335315"/>
    <w:rsid w:val="0033564C"/>
    <w:rsid w:val="003357A6"/>
    <w:rsid w:val="00335FD3"/>
    <w:rsid w:val="0033619B"/>
    <w:rsid w:val="00336657"/>
    <w:rsid w:val="00336D4A"/>
    <w:rsid w:val="00336F93"/>
    <w:rsid w:val="00337377"/>
    <w:rsid w:val="003377F5"/>
    <w:rsid w:val="00337852"/>
    <w:rsid w:val="00337CF8"/>
    <w:rsid w:val="00337CFC"/>
    <w:rsid w:val="00337E89"/>
    <w:rsid w:val="00340419"/>
    <w:rsid w:val="003407C4"/>
    <w:rsid w:val="00340CA5"/>
    <w:rsid w:val="0034123E"/>
    <w:rsid w:val="00341770"/>
    <w:rsid w:val="00341831"/>
    <w:rsid w:val="00341C46"/>
    <w:rsid w:val="00341C7C"/>
    <w:rsid w:val="0034225D"/>
    <w:rsid w:val="003423E0"/>
    <w:rsid w:val="00342666"/>
    <w:rsid w:val="003428C3"/>
    <w:rsid w:val="0034329B"/>
    <w:rsid w:val="00343F57"/>
    <w:rsid w:val="00344360"/>
    <w:rsid w:val="0034449A"/>
    <w:rsid w:val="0034460B"/>
    <w:rsid w:val="00344813"/>
    <w:rsid w:val="0034494D"/>
    <w:rsid w:val="00344B0E"/>
    <w:rsid w:val="00344C27"/>
    <w:rsid w:val="003451B1"/>
    <w:rsid w:val="00345808"/>
    <w:rsid w:val="00345D14"/>
    <w:rsid w:val="00345D3B"/>
    <w:rsid w:val="00345E75"/>
    <w:rsid w:val="003464B2"/>
    <w:rsid w:val="0034660D"/>
    <w:rsid w:val="003469A5"/>
    <w:rsid w:val="00346AEB"/>
    <w:rsid w:val="0034733F"/>
    <w:rsid w:val="00347A2F"/>
    <w:rsid w:val="00347CBD"/>
    <w:rsid w:val="0035005A"/>
    <w:rsid w:val="003500FE"/>
    <w:rsid w:val="00350925"/>
    <w:rsid w:val="00350D4A"/>
    <w:rsid w:val="00351374"/>
    <w:rsid w:val="003516BB"/>
    <w:rsid w:val="00351769"/>
    <w:rsid w:val="0035283C"/>
    <w:rsid w:val="00352FE1"/>
    <w:rsid w:val="00353769"/>
    <w:rsid w:val="0035383B"/>
    <w:rsid w:val="00353994"/>
    <w:rsid w:val="00353B0C"/>
    <w:rsid w:val="00354137"/>
    <w:rsid w:val="0035468F"/>
    <w:rsid w:val="003548FF"/>
    <w:rsid w:val="00354914"/>
    <w:rsid w:val="00354A16"/>
    <w:rsid w:val="00354AB6"/>
    <w:rsid w:val="00354DBD"/>
    <w:rsid w:val="00354EC3"/>
    <w:rsid w:val="0035536F"/>
    <w:rsid w:val="003557EB"/>
    <w:rsid w:val="003559FD"/>
    <w:rsid w:val="003562D2"/>
    <w:rsid w:val="00356C84"/>
    <w:rsid w:val="00356CE2"/>
    <w:rsid w:val="00356EDB"/>
    <w:rsid w:val="00357211"/>
    <w:rsid w:val="003579AB"/>
    <w:rsid w:val="00357DC8"/>
    <w:rsid w:val="00360268"/>
    <w:rsid w:val="003602FB"/>
    <w:rsid w:val="00360311"/>
    <w:rsid w:val="003603BF"/>
    <w:rsid w:val="00360C06"/>
    <w:rsid w:val="00361035"/>
    <w:rsid w:val="0036196D"/>
    <w:rsid w:val="00362025"/>
    <w:rsid w:val="00362267"/>
    <w:rsid w:val="003623D5"/>
    <w:rsid w:val="00362485"/>
    <w:rsid w:val="00362840"/>
    <w:rsid w:val="003628C0"/>
    <w:rsid w:val="003637A2"/>
    <w:rsid w:val="003638A0"/>
    <w:rsid w:val="003639AD"/>
    <w:rsid w:val="00363A26"/>
    <w:rsid w:val="00363BE3"/>
    <w:rsid w:val="00363C4F"/>
    <w:rsid w:val="00364103"/>
    <w:rsid w:val="003643C7"/>
    <w:rsid w:val="00364493"/>
    <w:rsid w:val="00364567"/>
    <w:rsid w:val="00364A5E"/>
    <w:rsid w:val="00364B46"/>
    <w:rsid w:val="00364E72"/>
    <w:rsid w:val="00365BA4"/>
    <w:rsid w:val="00365C77"/>
    <w:rsid w:val="00366775"/>
    <w:rsid w:val="00366A94"/>
    <w:rsid w:val="00367447"/>
    <w:rsid w:val="003677FA"/>
    <w:rsid w:val="00367D7A"/>
    <w:rsid w:val="00367D9F"/>
    <w:rsid w:val="0037004E"/>
    <w:rsid w:val="003704A4"/>
    <w:rsid w:val="003707CD"/>
    <w:rsid w:val="00370F12"/>
    <w:rsid w:val="003712CF"/>
    <w:rsid w:val="00371603"/>
    <w:rsid w:val="00371BBF"/>
    <w:rsid w:val="00371C90"/>
    <w:rsid w:val="00371D1D"/>
    <w:rsid w:val="00372245"/>
    <w:rsid w:val="00372397"/>
    <w:rsid w:val="0037261D"/>
    <w:rsid w:val="00372E28"/>
    <w:rsid w:val="00373699"/>
    <w:rsid w:val="00373AB6"/>
    <w:rsid w:val="003747E4"/>
    <w:rsid w:val="00374964"/>
    <w:rsid w:val="0037499D"/>
    <w:rsid w:val="00375006"/>
    <w:rsid w:val="0037505D"/>
    <w:rsid w:val="003751E2"/>
    <w:rsid w:val="00375752"/>
    <w:rsid w:val="00375917"/>
    <w:rsid w:val="0037592D"/>
    <w:rsid w:val="00376051"/>
    <w:rsid w:val="003763E8"/>
    <w:rsid w:val="00376468"/>
    <w:rsid w:val="003766A1"/>
    <w:rsid w:val="00376A26"/>
    <w:rsid w:val="00376B0F"/>
    <w:rsid w:val="00376EA9"/>
    <w:rsid w:val="0037703D"/>
    <w:rsid w:val="00377291"/>
    <w:rsid w:val="00377BB6"/>
    <w:rsid w:val="00380702"/>
    <w:rsid w:val="00380735"/>
    <w:rsid w:val="00380808"/>
    <w:rsid w:val="00380BA1"/>
    <w:rsid w:val="00380BE3"/>
    <w:rsid w:val="00380CBE"/>
    <w:rsid w:val="00380CCB"/>
    <w:rsid w:val="00380E3C"/>
    <w:rsid w:val="00380EFE"/>
    <w:rsid w:val="003815C0"/>
    <w:rsid w:val="003816E8"/>
    <w:rsid w:val="00381778"/>
    <w:rsid w:val="003818B4"/>
    <w:rsid w:val="00381A5F"/>
    <w:rsid w:val="00381BC6"/>
    <w:rsid w:val="00382A4E"/>
    <w:rsid w:val="00382BFF"/>
    <w:rsid w:val="00382D3C"/>
    <w:rsid w:val="00383A61"/>
    <w:rsid w:val="00383C78"/>
    <w:rsid w:val="00383E34"/>
    <w:rsid w:val="003841C0"/>
    <w:rsid w:val="00384404"/>
    <w:rsid w:val="00384A0C"/>
    <w:rsid w:val="00384E1D"/>
    <w:rsid w:val="00385296"/>
    <w:rsid w:val="003858E9"/>
    <w:rsid w:val="00385B37"/>
    <w:rsid w:val="00385C95"/>
    <w:rsid w:val="003867BB"/>
    <w:rsid w:val="003867F6"/>
    <w:rsid w:val="00386C2D"/>
    <w:rsid w:val="00386C4D"/>
    <w:rsid w:val="00386D5C"/>
    <w:rsid w:val="00387271"/>
    <w:rsid w:val="003872BB"/>
    <w:rsid w:val="003876CD"/>
    <w:rsid w:val="0038786A"/>
    <w:rsid w:val="003878FE"/>
    <w:rsid w:val="00387F73"/>
    <w:rsid w:val="0039013D"/>
    <w:rsid w:val="0039032F"/>
    <w:rsid w:val="003906A6"/>
    <w:rsid w:val="003908F5"/>
    <w:rsid w:val="00390982"/>
    <w:rsid w:val="00390AEE"/>
    <w:rsid w:val="00390CD4"/>
    <w:rsid w:val="00391285"/>
    <w:rsid w:val="00391BE9"/>
    <w:rsid w:val="00391E19"/>
    <w:rsid w:val="0039230E"/>
    <w:rsid w:val="00392770"/>
    <w:rsid w:val="003927B7"/>
    <w:rsid w:val="00392CEF"/>
    <w:rsid w:val="00393052"/>
    <w:rsid w:val="00393749"/>
    <w:rsid w:val="00393C69"/>
    <w:rsid w:val="00393D85"/>
    <w:rsid w:val="003942DF"/>
    <w:rsid w:val="00394325"/>
    <w:rsid w:val="0039485A"/>
    <w:rsid w:val="003949E3"/>
    <w:rsid w:val="00394C00"/>
    <w:rsid w:val="003950DE"/>
    <w:rsid w:val="003952F8"/>
    <w:rsid w:val="003957AE"/>
    <w:rsid w:val="00395FA0"/>
    <w:rsid w:val="00396952"/>
    <w:rsid w:val="0039695B"/>
    <w:rsid w:val="00396ED5"/>
    <w:rsid w:val="003975E4"/>
    <w:rsid w:val="00397B17"/>
    <w:rsid w:val="00397CCC"/>
    <w:rsid w:val="003A000E"/>
    <w:rsid w:val="003A0314"/>
    <w:rsid w:val="003A040E"/>
    <w:rsid w:val="003A17C8"/>
    <w:rsid w:val="003A1A77"/>
    <w:rsid w:val="003A1C94"/>
    <w:rsid w:val="003A1E8F"/>
    <w:rsid w:val="003A1E9A"/>
    <w:rsid w:val="003A26E0"/>
    <w:rsid w:val="003A38BA"/>
    <w:rsid w:val="003A39E6"/>
    <w:rsid w:val="003A4377"/>
    <w:rsid w:val="003A45B0"/>
    <w:rsid w:val="003A4CB2"/>
    <w:rsid w:val="003A5ACC"/>
    <w:rsid w:val="003A6144"/>
    <w:rsid w:val="003A680D"/>
    <w:rsid w:val="003A76A7"/>
    <w:rsid w:val="003A77EE"/>
    <w:rsid w:val="003A7EBE"/>
    <w:rsid w:val="003B02A6"/>
    <w:rsid w:val="003B0A1C"/>
    <w:rsid w:val="003B0B21"/>
    <w:rsid w:val="003B0C84"/>
    <w:rsid w:val="003B0FC8"/>
    <w:rsid w:val="003B11D0"/>
    <w:rsid w:val="003B18C5"/>
    <w:rsid w:val="003B1C2B"/>
    <w:rsid w:val="003B2489"/>
    <w:rsid w:val="003B35D8"/>
    <w:rsid w:val="003B392A"/>
    <w:rsid w:val="003B397C"/>
    <w:rsid w:val="003B3F02"/>
    <w:rsid w:val="003B3F47"/>
    <w:rsid w:val="003B413D"/>
    <w:rsid w:val="003B45EA"/>
    <w:rsid w:val="003B4889"/>
    <w:rsid w:val="003B4C48"/>
    <w:rsid w:val="003B5324"/>
    <w:rsid w:val="003B5337"/>
    <w:rsid w:val="003B5C7F"/>
    <w:rsid w:val="003B5EB1"/>
    <w:rsid w:val="003B60A1"/>
    <w:rsid w:val="003B681C"/>
    <w:rsid w:val="003B740C"/>
    <w:rsid w:val="003C01A2"/>
    <w:rsid w:val="003C081B"/>
    <w:rsid w:val="003C0E4D"/>
    <w:rsid w:val="003C132B"/>
    <w:rsid w:val="003C14B4"/>
    <w:rsid w:val="003C1874"/>
    <w:rsid w:val="003C19EF"/>
    <w:rsid w:val="003C1BD2"/>
    <w:rsid w:val="003C1CCF"/>
    <w:rsid w:val="003C1D1C"/>
    <w:rsid w:val="003C2131"/>
    <w:rsid w:val="003C2A91"/>
    <w:rsid w:val="003C2B38"/>
    <w:rsid w:val="003C2BEE"/>
    <w:rsid w:val="003C2C40"/>
    <w:rsid w:val="003C2D41"/>
    <w:rsid w:val="003C4A7A"/>
    <w:rsid w:val="003C4AB8"/>
    <w:rsid w:val="003C595C"/>
    <w:rsid w:val="003C5F51"/>
    <w:rsid w:val="003C616F"/>
    <w:rsid w:val="003C688E"/>
    <w:rsid w:val="003C6A75"/>
    <w:rsid w:val="003C6BBF"/>
    <w:rsid w:val="003C7CC9"/>
    <w:rsid w:val="003C7F7D"/>
    <w:rsid w:val="003D03B5"/>
    <w:rsid w:val="003D0486"/>
    <w:rsid w:val="003D070A"/>
    <w:rsid w:val="003D0F1D"/>
    <w:rsid w:val="003D10EF"/>
    <w:rsid w:val="003D1253"/>
    <w:rsid w:val="003D174F"/>
    <w:rsid w:val="003D1863"/>
    <w:rsid w:val="003D1DD8"/>
    <w:rsid w:val="003D1F8D"/>
    <w:rsid w:val="003D22D8"/>
    <w:rsid w:val="003D2576"/>
    <w:rsid w:val="003D2760"/>
    <w:rsid w:val="003D282C"/>
    <w:rsid w:val="003D2CB4"/>
    <w:rsid w:val="003D3432"/>
    <w:rsid w:val="003D3A08"/>
    <w:rsid w:val="003D3B3C"/>
    <w:rsid w:val="003D40F1"/>
    <w:rsid w:val="003D47AC"/>
    <w:rsid w:val="003D4F81"/>
    <w:rsid w:val="003D5099"/>
    <w:rsid w:val="003D5656"/>
    <w:rsid w:val="003D567D"/>
    <w:rsid w:val="003D5E0A"/>
    <w:rsid w:val="003D5FD9"/>
    <w:rsid w:val="003D5FFB"/>
    <w:rsid w:val="003D6108"/>
    <w:rsid w:val="003D61BB"/>
    <w:rsid w:val="003D6318"/>
    <w:rsid w:val="003D6426"/>
    <w:rsid w:val="003D6F3F"/>
    <w:rsid w:val="003D7037"/>
    <w:rsid w:val="003D74B0"/>
    <w:rsid w:val="003D7ABA"/>
    <w:rsid w:val="003D7FBD"/>
    <w:rsid w:val="003E0226"/>
    <w:rsid w:val="003E0F6B"/>
    <w:rsid w:val="003E13BB"/>
    <w:rsid w:val="003E1D44"/>
    <w:rsid w:val="003E2306"/>
    <w:rsid w:val="003E23F1"/>
    <w:rsid w:val="003E25D4"/>
    <w:rsid w:val="003E26E8"/>
    <w:rsid w:val="003E27D9"/>
    <w:rsid w:val="003E2ADD"/>
    <w:rsid w:val="003E2BDC"/>
    <w:rsid w:val="003E2C7F"/>
    <w:rsid w:val="003E326B"/>
    <w:rsid w:val="003E3467"/>
    <w:rsid w:val="003E34F2"/>
    <w:rsid w:val="003E3CC3"/>
    <w:rsid w:val="003E3DCA"/>
    <w:rsid w:val="003E3FE4"/>
    <w:rsid w:val="003E4043"/>
    <w:rsid w:val="003E4157"/>
    <w:rsid w:val="003E44ED"/>
    <w:rsid w:val="003E456D"/>
    <w:rsid w:val="003E4996"/>
    <w:rsid w:val="003E4C49"/>
    <w:rsid w:val="003E4D57"/>
    <w:rsid w:val="003E565E"/>
    <w:rsid w:val="003E5D1B"/>
    <w:rsid w:val="003E6037"/>
    <w:rsid w:val="003E6E62"/>
    <w:rsid w:val="003E6F4D"/>
    <w:rsid w:val="003E72B2"/>
    <w:rsid w:val="003E7865"/>
    <w:rsid w:val="003E7B4F"/>
    <w:rsid w:val="003E7C43"/>
    <w:rsid w:val="003F0008"/>
    <w:rsid w:val="003F1382"/>
    <w:rsid w:val="003F1961"/>
    <w:rsid w:val="003F1963"/>
    <w:rsid w:val="003F1E11"/>
    <w:rsid w:val="003F2043"/>
    <w:rsid w:val="003F20F7"/>
    <w:rsid w:val="003F2FBD"/>
    <w:rsid w:val="003F35BA"/>
    <w:rsid w:val="003F3647"/>
    <w:rsid w:val="003F36CE"/>
    <w:rsid w:val="003F3B0A"/>
    <w:rsid w:val="003F4251"/>
    <w:rsid w:val="003F4262"/>
    <w:rsid w:val="003F4AF3"/>
    <w:rsid w:val="003F4CFF"/>
    <w:rsid w:val="003F522B"/>
    <w:rsid w:val="003F5840"/>
    <w:rsid w:val="003F5C20"/>
    <w:rsid w:val="003F6449"/>
    <w:rsid w:val="003F76C5"/>
    <w:rsid w:val="003F7C01"/>
    <w:rsid w:val="003F7D68"/>
    <w:rsid w:val="00400067"/>
    <w:rsid w:val="00400552"/>
    <w:rsid w:val="00400BFB"/>
    <w:rsid w:val="00400D77"/>
    <w:rsid w:val="004015BF"/>
    <w:rsid w:val="004017B0"/>
    <w:rsid w:val="00401829"/>
    <w:rsid w:val="00401B4E"/>
    <w:rsid w:val="00401E46"/>
    <w:rsid w:val="00401EC3"/>
    <w:rsid w:val="00402027"/>
    <w:rsid w:val="0040219A"/>
    <w:rsid w:val="004021FE"/>
    <w:rsid w:val="00402551"/>
    <w:rsid w:val="0040266E"/>
    <w:rsid w:val="0040295B"/>
    <w:rsid w:val="00402BD3"/>
    <w:rsid w:val="004042E6"/>
    <w:rsid w:val="004045F6"/>
    <w:rsid w:val="00404B00"/>
    <w:rsid w:val="00405327"/>
    <w:rsid w:val="00405749"/>
    <w:rsid w:val="00405CF1"/>
    <w:rsid w:val="00406126"/>
    <w:rsid w:val="0040624E"/>
    <w:rsid w:val="0040638C"/>
    <w:rsid w:val="00407C02"/>
    <w:rsid w:val="00407C1E"/>
    <w:rsid w:val="00407D92"/>
    <w:rsid w:val="0041023C"/>
    <w:rsid w:val="004102C2"/>
    <w:rsid w:val="0041037D"/>
    <w:rsid w:val="0041077C"/>
    <w:rsid w:val="0041105A"/>
    <w:rsid w:val="00411AF0"/>
    <w:rsid w:val="004125F7"/>
    <w:rsid w:val="00412B2B"/>
    <w:rsid w:val="00412C4A"/>
    <w:rsid w:val="00413357"/>
    <w:rsid w:val="00413477"/>
    <w:rsid w:val="00413732"/>
    <w:rsid w:val="00413BBF"/>
    <w:rsid w:val="00414546"/>
    <w:rsid w:val="00414B69"/>
    <w:rsid w:val="00414BA0"/>
    <w:rsid w:val="00414C2F"/>
    <w:rsid w:val="00414C99"/>
    <w:rsid w:val="00414F3B"/>
    <w:rsid w:val="0041508A"/>
    <w:rsid w:val="00415310"/>
    <w:rsid w:val="0041572B"/>
    <w:rsid w:val="00415A56"/>
    <w:rsid w:val="00415BE9"/>
    <w:rsid w:val="00416AC0"/>
    <w:rsid w:val="00417202"/>
    <w:rsid w:val="00417307"/>
    <w:rsid w:val="00417658"/>
    <w:rsid w:val="0042073C"/>
    <w:rsid w:val="00420DFE"/>
    <w:rsid w:val="004214AB"/>
    <w:rsid w:val="004216C1"/>
    <w:rsid w:val="00421DB2"/>
    <w:rsid w:val="00422032"/>
    <w:rsid w:val="00422790"/>
    <w:rsid w:val="00422F20"/>
    <w:rsid w:val="00422FDD"/>
    <w:rsid w:val="0042325C"/>
    <w:rsid w:val="0042407F"/>
    <w:rsid w:val="004241A6"/>
    <w:rsid w:val="004242A5"/>
    <w:rsid w:val="00424A03"/>
    <w:rsid w:val="00424FDC"/>
    <w:rsid w:val="00425159"/>
    <w:rsid w:val="004256F3"/>
    <w:rsid w:val="00425D21"/>
    <w:rsid w:val="00426074"/>
    <w:rsid w:val="00426645"/>
    <w:rsid w:val="004266E8"/>
    <w:rsid w:val="004267C7"/>
    <w:rsid w:val="00426D07"/>
    <w:rsid w:val="00426DDD"/>
    <w:rsid w:val="00426EEA"/>
    <w:rsid w:val="0042702B"/>
    <w:rsid w:val="004270E5"/>
    <w:rsid w:val="00427264"/>
    <w:rsid w:val="004273EC"/>
    <w:rsid w:val="00427474"/>
    <w:rsid w:val="004300B5"/>
    <w:rsid w:val="00430326"/>
    <w:rsid w:val="00430335"/>
    <w:rsid w:val="00430CDB"/>
    <w:rsid w:val="00430EEA"/>
    <w:rsid w:val="00431012"/>
    <w:rsid w:val="004311B5"/>
    <w:rsid w:val="004318AC"/>
    <w:rsid w:val="00431B5B"/>
    <w:rsid w:val="00431F00"/>
    <w:rsid w:val="00432727"/>
    <w:rsid w:val="004328E9"/>
    <w:rsid w:val="00432A84"/>
    <w:rsid w:val="00432F4F"/>
    <w:rsid w:val="004330C9"/>
    <w:rsid w:val="0043313D"/>
    <w:rsid w:val="00433B85"/>
    <w:rsid w:val="004342EA"/>
    <w:rsid w:val="00434694"/>
    <w:rsid w:val="00434D53"/>
    <w:rsid w:val="00435089"/>
    <w:rsid w:val="0043521E"/>
    <w:rsid w:val="00435936"/>
    <w:rsid w:val="00435B52"/>
    <w:rsid w:val="00435BB2"/>
    <w:rsid w:val="00435C46"/>
    <w:rsid w:val="00436084"/>
    <w:rsid w:val="0043656D"/>
    <w:rsid w:val="00436F56"/>
    <w:rsid w:val="00436F82"/>
    <w:rsid w:val="0043710C"/>
    <w:rsid w:val="004372D3"/>
    <w:rsid w:val="00437487"/>
    <w:rsid w:val="004400C1"/>
    <w:rsid w:val="004400DA"/>
    <w:rsid w:val="004404A3"/>
    <w:rsid w:val="004404D5"/>
    <w:rsid w:val="00440E9F"/>
    <w:rsid w:val="00441367"/>
    <w:rsid w:val="004413D9"/>
    <w:rsid w:val="00441A14"/>
    <w:rsid w:val="00441A6F"/>
    <w:rsid w:val="004420B0"/>
    <w:rsid w:val="004425F0"/>
    <w:rsid w:val="004426DA"/>
    <w:rsid w:val="004427F0"/>
    <w:rsid w:val="00442F0A"/>
    <w:rsid w:val="0044311C"/>
    <w:rsid w:val="004432C7"/>
    <w:rsid w:val="004435E6"/>
    <w:rsid w:val="004435FE"/>
    <w:rsid w:val="00443C83"/>
    <w:rsid w:val="00443C96"/>
    <w:rsid w:val="00444136"/>
    <w:rsid w:val="00444491"/>
    <w:rsid w:val="00444582"/>
    <w:rsid w:val="00444B31"/>
    <w:rsid w:val="004454E3"/>
    <w:rsid w:val="00445683"/>
    <w:rsid w:val="004459B5"/>
    <w:rsid w:val="00445CDB"/>
    <w:rsid w:val="00445DFC"/>
    <w:rsid w:val="004462E2"/>
    <w:rsid w:val="00446468"/>
    <w:rsid w:val="0044662E"/>
    <w:rsid w:val="00446829"/>
    <w:rsid w:val="004469E1"/>
    <w:rsid w:val="00446A33"/>
    <w:rsid w:val="00446CA6"/>
    <w:rsid w:val="00446FCA"/>
    <w:rsid w:val="004476D1"/>
    <w:rsid w:val="004477CA"/>
    <w:rsid w:val="00447E35"/>
    <w:rsid w:val="00447FB5"/>
    <w:rsid w:val="00450442"/>
    <w:rsid w:val="004505D7"/>
    <w:rsid w:val="0045101A"/>
    <w:rsid w:val="00451D1E"/>
    <w:rsid w:val="00451FCA"/>
    <w:rsid w:val="0045203E"/>
    <w:rsid w:val="00452931"/>
    <w:rsid w:val="00453488"/>
    <w:rsid w:val="004534AD"/>
    <w:rsid w:val="004535B3"/>
    <w:rsid w:val="00453A84"/>
    <w:rsid w:val="00454308"/>
    <w:rsid w:val="00454420"/>
    <w:rsid w:val="00454FE6"/>
    <w:rsid w:val="004569EE"/>
    <w:rsid w:val="00456F51"/>
    <w:rsid w:val="0045702D"/>
    <w:rsid w:val="0045751E"/>
    <w:rsid w:val="004576E2"/>
    <w:rsid w:val="004576E5"/>
    <w:rsid w:val="00460680"/>
    <w:rsid w:val="00460CB6"/>
    <w:rsid w:val="00460FEE"/>
    <w:rsid w:val="00461156"/>
    <w:rsid w:val="00461245"/>
    <w:rsid w:val="00461263"/>
    <w:rsid w:val="00461311"/>
    <w:rsid w:val="0046182A"/>
    <w:rsid w:val="0046186C"/>
    <w:rsid w:val="00461BE4"/>
    <w:rsid w:val="00461F99"/>
    <w:rsid w:val="00461FA8"/>
    <w:rsid w:val="0046277F"/>
    <w:rsid w:val="004627B0"/>
    <w:rsid w:val="004628CA"/>
    <w:rsid w:val="00462F28"/>
    <w:rsid w:val="00462FED"/>
    <w:rsid w:val="00463163"/>
    <w:rsid w:val="00463254"/>
    <w:rsid w:val="004634E4"/>
    <w:rsid w:val="004639D9"/>
    <w:rsid w:val="0046439E"/>
    <w:rsid w:val="004645A2"/>
    <w:rsid w:val="00464626"/>
    <w:rsid w:val="004647B9"/>
    <w:rsid w:val="00464F9C"/>
    <w:rsid w:val="00465B6C"/>
    <w:rsid w:val="00465C43"/>
    <w:rsid w:val="00466205"/>
    <w:rsid w:val="004662A5"/>
    <w:rsid w:val="004670E1"/>
    <w:rsid w:val="00467A88"/>
    <w:rsid w:val="00467BFE"/>
    <w:rsid w:val="00467E9C"/>
    <w:rsid w:val="004700E3"/>
    <w:rsid w:val="004701EC"/>
    <w:rsid w:val="004708EB"/>
    <w:rsid w:val="004709E6"/>
    <w:rsid w:val="00470C82"/>
    <w:rsid w:val="00471E17"/>
    <w:rsid w:val="004723B3"/>
    <w:rsid w:val="004723F2"/>
    <w:rsid w:val="00472A4F"/>
    <w:rsid w:val="0047370F"/>
    <w:rsid w:val="00473D21"/>
    <w:rsid w:val="00473E34"/>
    <w:rsid w:val="004742C3"/>
    <w:rsid w:val="00474366"/>
    <w:rsid w:val="0047532C"/>
    <w:rsid w:val="0047546B"/>
    <w:rsid w:val="00476B9C"/>
    <w:rsid w:val="00476F11"/>
    <w:rsid w:val="00476F40"/>
    <w:rsid w:val="004770C1"/>
    <w:rsid w:val="00477E8A"/>
    <w:rsid w:val="00480144"/>
    <w:rsid w:val="004805DD"/>
    <w:rsid w:val="00481476"/>
    <w:rsid w:val="00481A4F"/>
    <w:rsid w:val="00481C60"/>
    <w:rsid w:val="00481E10"/>
    <w:rsid w:val="004820CD"/>
    <w:rsid w:val="00482178"/>
    <w:rsid w:val="00482E6E"/>
    <w:rsid w:val="00482EA6"/>
    <w:rsid w:val="00482EB4"/>
    <w:rsid w:val="00482F58"/>
    <w:rsid w:val="00483348"/>
    <w:rsid w:val="004839D7"/>
    <w:rsid w:val="00483E63"/>
    <w:rsid w:val="00484482"/>
    <w:rsid w:val="004844CF"/>
    <w:rsid w:val="00484A4B"/>
    <w:rsid w:val="00484AEA"/>
    <w:rsid w:val="00484F8D"/>
    <w:rsid w:val="00485101"/>
    <w:rsid w:val="00485221"/>
    <w:rsid w:val="004857AC"/>
    <w:rsid w:val="00486662"/>
    <w:rsid w:val="00486880"/>
    <w:rsid w:val="0048708B"/>
    <w:rsid w:val="0048716C"/>
    <w:rsid w:val="0048719D"/>
    <w:rsid w:val="0048731B"/>
    <w:rsid w:val="0048748B"/>
    <w:rsid w:val="00487814"/>
    <w:rsid w:val="00487AFC"/>
    <w:rsid w:val="00487B7A"/>
    <w:rsid w:val="00487DCE"/>
    <w:rsid w:val="00487FCA"/>
    <w:rsid w:val="00490172"/>
    <w:rsid w:val="00490437"/>
    <w:rsid w:val="004907F6"/>
    <w:rsid w:val="0049080B"/>
    <w:rsid w:val="0049093A"/>
    <w:rsid w:val="00490E41"/>
    <w:rsid w:val="00491AC3"/>
    <w:rsid w:val="00491AD7"/>
    <w:rsid w:val="00491ED6"/>
    <w:rsid w:val="00491FA9"/>
    <w:rsid w:val="00492093"/>
    <w:rsid w:val="0049248C"/>
    <w:rsid w:val="0049251F"/>
    <w:rsid w:val="0049293B"/>
    <w:rsid w:val="004929E5"/>
    <w:rsid w:val="00492BEA"/>
    <w:rsid w:val="00493365"/>
    <w:rsid w:val="00493574"/>
    <w:rsid w:val="00493911"/>
    <w:rsid w:val="00493BC8"/>
    <w:rsid w:val="00493C4A"/>
    <w:rsid w:val="00494270"/>
    <w:rsid w:val="00494B03"/>
    <w:rsid w:val="00494E2B"/>
    <w:rsid w:val="00494F5E"/>
    <w:rsid w:val="0049514A"/>
    <w:rsid w:val="004954A2"/>
    <w:rsid w:val="00495928"/>
    <w:rsid w:val="00495929"/>
    <w:rsid w:val="00495B6B"/>
    <w:rsid w:val="004964C4"/>
    <w:rsid w:val="004968D8"/>
    <w:rsid w:val="004969FF"/>
    <w:rsid w:val="00496A04"/>
    <w:rsid w:val="00496EF5"/>
    <w:rsid w:val="00497C4E"/>
    <w:rsid w:val="00497D58"/>
    <w:rsid w:val="004A022C"/>
    <w:rsid w:val="004A04E9"/>
    <w:rsid w:val="004A0CAA"/>
    <w:rsid w:val="004A0F3D"/>
    <w:rsid w:val="004A11EE"/>
    <w:rsid w:val="004A1422"/>
    <w:rsid w:val="004A1461"/>
    <w:rsid w:val="004A1747"/>
    <w:rsid w:val="004A1839"/>
    <w:rsid w:val="004A1856"/>
    <w:rsid w:val="004A19A1"/>
    <w:rsid w:val="004A19C0"/>
    <w:rsid w:val="004A1DA6"/>
    <w:rsid w:val="004A1DC0"/>
    <w:rsid w:val="004A25FF"/>
    <w:rsid w:val="004A2BE9"/>
    <w:rsid w:val="004A2C54"/>
    <w:rsid w:val="004A336A"/>
    <w:rsid w:val="004A340E"/>
    <w:rsid w:val="004A3877"/>
    <w:rsid w:val="004A3FB7"/>
    <w:rsid w:val="004A4593"/>
    <w:rsid w:val="004A4735"/>
    <w:rsid w:val="004A47BB"/>
    <w:rsid w:val="004A4914"/>
    <w:rsid w:val="004A54F6"/>
    <w:rsid w:val="004A5796"/>
    <w:rsid w:val="004A5B54"/>
    <w:rsid w:val="004A5D66"/>
    <w:rsid w:val="004A5F8C"/>
    <w:rsid w:val="004A6332"/>
    <w:rsid w:val="004A6896"/>
    <w:rsid w:val="004A6936"/>
    <w:rsid w:val="004A697B"/>
    <w:rsid w:val="004A6FE9"/>
    <w:rsid w:val="004A7024"/>
    <w:rsid w:val="004A746D"/>
    <w:rsid w:val="004A7865"/>
    <w:rsid w:val="004A78C1"/>
    <w:rsid w:val="004A7D74"/>
    <w:rsid w:val="004B011E"/>
    <w:rsid w:val="004B01D3"/>
    <w:rsid w:val="004B03FB"/>
    <w:rsid w:val="004B0F64"/>
    <w:rsid w:val="004B134D"/>
    <w:rsid w:val="004B1AEA"/>
    <w:rsid w:val="004B250A"/>
    <w:rsid w:val="004B3530"/>
    <w:rsid w:val="004B36AF"/>
    <w:rsid w:val="004B3768"/>
    <w:rsid w:val="004B419D"/>
    <w:rsid w:val="004B41F5"/>
    <w:rsid w:val="004B41FE"/>
    <w:rsid w:val="004B467F"/>
    <w:rsid w:val="004B4972"/>
    <w:rsid w:val="004B4C4C"/>
    <w:rsid w:val="004B4D3C"/>
    <w:rsid w:val="004B5015"/>
    <w:rsid w:val="004B52FF"/>
    <w:rsid w:val="004B5324"/>
    <w:rsid w:val="004B54FC"/>
    <w:rsid w:val="004B5E4B"/>
    <w:rsid w:val="004B6018"/>
    <w:rsid w:val="004B6129"/>
    <w:rsid w:val="004B640B"/>
    <w:rsid w:val="004B64B6"/>
    <w:rsid w:val="004B68B8"/>
    <w:rsid w:val="004B69E7"/>
    <w:rsid w:val="004B6D11"/>
    <w:rsid w:val="004B7982"/>
    <w:rsid w:val="004B7E89"/>
    <w:rsid w:val="004C0B24"/>
    <w:rsid w:val="004C1270"/>
    <w:rsid w:val="004C1825"/>
    <w:rsid w:val="004C19B9"/>
    <w:rsid w:val="004C1C76"/>
    <w:rsid w:val="004C1CF9"/>
    <w:rsid w:val="004C2868"/>
    <w:rsid w:val="004C2BCD"/>
    <w:rsid w:val="004C2F3C"/>
    <w:rsid w:val="004C3352"/>
    <w:rsid w:val="004C345A"/>
    <w:rsid w:val="004C34B6"/>
    <w:rsid w:val="004C3716"/>
    <w:rsid w:val="004C39BD"/>
    <w:rsid w:val="004C3D57"/>
    <w:rsid w:val="004C3F4F"/>
    <w:rsid w:val="004C4498"/>
    <w:rsid w:val="004C4C66"/>
    <w:rsid w:val="004C4C67"/>
    <w:rsid w:val="004C4CEB"/>
    <w:rsid w:val="004C50E0"/>
    <w:rsid w:val="004C54A0"/>
    <w:rsid w:val="004C5648"/>
    <w:rsid w:val="004C6DE9"/>
    <w:rsid w:val="004C7400"/>
    <w:rsid w:val="004C7556"/>
    <w:rsid w:val="004C769E"/>
    <w:rsid w:val="004C7712"/>
    <w:rsid w:val="004C78BD"/>
    <w:rsid w:val="004C7A5C"/>
    <w:rsid w:val="004C7A61"/>
    <w:rsid w:val="004C7E69"/>
    <w:rsid w:val="004C7EDB"/>
    <w:rsid w:val="004C7F12"/>
    <w:rsid w:val="004D004F"/>
    <w:rsid w:val="004D04A3"/>
    <w:rsid w:val="004D0B19"/>
    <w:rsid w:val="004D0BF6"/>
    <w:rsid w:val="004D0CE0"/>
    <w:rsid w:val="004D139A"/>
    <w:rsid w:val="004D14DF"/>
    <w:rsid w:val="004D15B3"/>
    <w:rsid w:val="004D185F"/>
    <w:rsid w:val="004D198F"/>
    <w:rsid w:val="004D1CBF"/>
    <w:rsid w:val="004D24E0"/>
    <w:rsid w:val="004D25D8"/>
    <w:rsid w:val="004D272B"/>
    <w:rsid w:val="004D2915"/>
    <w:rsid w:val="004D2A0E"/>
    <w:rsid w:val="004D2AF7"/>
    <w:rsid w:val="004D2E44"/>
    <w:rsid w:val="004D2E9A"/>
    <w:rsid w:val="004D35B3"/>
    <w:rsid w:val="004D35DF"/>
    <w:rsid w:val="004D38DB"/>
    <w:rsid w:val="004D3CBC"/>
    <w:rsid w:val="004D436E"/>
    <w:rsid w:val="004D44B9"/>
    <w:rsid w:val="004D48C0"/>
    <w:rsid w:val="004D4932"/>
    <w:rsid w:val="004D4E88"/>
    <w:rsid w:val="004D5061"/>
    <w:rsid w:val="004D50A4"/>
    <w:rsid w:val="004D56C5"/>
    <w:rsid w:val="004D60A9"/>
    <w:rsid w:val="004D6504"/>
    <w:rsid w:val="004D68E8"/>
    <w:rsid w:val="004D725F"/>
    <w:rsid w:val="004D770E"/>
    <w:rsid w:val="004D7D46"/>
    <w:rsid w:val="004E0794"/>
    <w:rsid w:val="004E093E"/>
    <w:rsid w:val="004E151B"/>
    <w:rsid w:val="004E152C"/>
    <w:rsid w:val="004E1AD3"/>
    <w:rsid w:val="004E1E8B"/>
    <w:rsid w:val="004E1FAA"/>
    <w:rsid w:val="004E2558"/>
    <w:rsid w:val="004E271C"/>
    <w:rsid w:val="004E28BF"/>
    <w:rsid w:val="004E2A2F"/>
    <w:rsid w:val="004E2A81"/>
    <w:rsid w:val="004E2D76"/>
    <w:rsid w:val="004E301E"/>
    <w:rsid w:val="004E3120"/>
    <w:rsid w:val="004E320C"/>
    <w:rsid w:val="004E3BCC"/>
    <w:rsid w:val="004E3D45"/>
    <w:rsid w:val="004E3D97"/>
    <w:rsid w:val="004E3DC2"/>
    <w:rsid w:val="004E3DE2"/>
    <w:rsid w:val="004E42A5"/>
    <w:rsid w:val="004E42AC"/>
    <w:rsid w:val="004E42F8"/>
    <w:rsid w:val="004E48E1"/>
    <w:rsid w:val="004E4AEA"/>
    <w:rsid w:val="004E5346"/>
    <w:rsid w:val="004E575F"/>
    <w:rsid w:val="004E5B65"/>
    <w:rsid w:val="004E623E"/>
    <w:rsid w:val="004E6F81"/>
    <w:rsid w:val="004E7966"/>
    <w:rsid w:val="004E7A5A"/>
    <w:rsid w:val="004E7B93"/>
    <w:rsid w:val="004E7C5C"/>
    <w:rsid w:val="004E7F56"/>
    <w:rsid w:val="004E7F84"/>
    <w:rsid w:val="004E7FDC"/>
    <w:rsid w:val="004F063C"/>
    <w:rsid w:val="004F0694"/>
    <w:rsid w:val="004F0AE8"/>
    <w:rsid w:val="004F106A"/>
    <w:rsid w:val="004F1852"/>
    <w:rsid w:val="004F186F"/>
    <w:rsid w:val="004F18B6"/>
    <w:rsid w:val="004F1B2E"/>
    <w:rsid w:val="004F1D36"/>
    <w:rsid w:val="004F2DB9"/>
    <w:rsid w:val="004F2E83"/>
    <w:rsid w:val="004F2E8B"/>
    <w:rsid w:val="004F2FE9"/>
    <w:rsid w:val="004F3366"/>
    <w:rsid w:val="004F3377"/>
    <w:rsid w:val="004F3A4A"/>
    <w:rsid w:val="004F3DEC"/>
    <w:rsid w:val="004F50BB"/>
    <w:rsid w:val="004F538E"/>
    <w:rsid w:val="004F5A4B"/>
    <w:rsid w:val="004F5D66"/>
    <w:rsid w:val="004F5E1E"/>
    <w:rsid w:val="004F5E65"/>
    <w:rsid w:val="004F5FF1"/>
    <w:rsid w:val="004F5FF5"/>
    <w:rsid w:val="004F6058"/>
    <w:rsid w:val="004F6242"/>
    <w:rsid w:val="004F64E3"/>
    <w:rsid w:val="004F6A8D"/>
    <w:rsid w:val="004F76C0"/>
    <w:rsid w:val="004F7BE3"/>
    <w:rsid w:val="00500868"/>
    <w:rsid w:val="005008C0"/>
    <w:rsid w:val="005008DD"/>
    <w:rsid w:val="005010AD"/>
    <w:rsid w:val="0050289D"/>
    <w:rsid w:val="00502C5A"/>
    <w:rsid w:val="00503152"/>
    <w:rsid w:val="00503A48"/>
    <w:rsid w:val="00504072"/>
    <w:rsid w:val="005043F7"/>
    <w:rsid w:val="00504562"/>
    <w:rsid w:val="00504852"/>
    <w:rsid w:val="00504F34"/>
    <w:rsid w:val="00504F96"/>
    <w:rsid w:val="005050E7"/>
    <w:rsid w:val="00505693"/>
    <w:rsid w:val="00505813"/>
    <w:rsid w:val="00505DDF"/>
    <w:rsid w:val="005067E1"/>
    <w:rsid w:val="00506B60"/>
    <w:rsid w:val="00506C5C"/>
    <w:rsid w:val="005073D7"/>
    <w:rsid w:val="00507E33"/>
    <w:rsid w:val="005108EB"/>
    <w:rsid w:val="0051095C"/>
    <w:rsid w:val="00510A11"/>
    <w:rsid w:val="00510F94"/>
    <w:rsid w:val="005110B3"/>
    <w:rsid w:val="0051119E"/>
    <w:rsid w:val="0051179D"/>
    <w:rsid w:val="00511B06"/>
    <w:rsid w:val="005123D5"/>
    <w:rsid w:val="005125D7"/>
    <w:rsid w:val="00512622"/>
    <w:rsid w:val="005126A9"/>
    <w:rsid w:val="005127A0"/>
    <w:rsid w:val="005130CE"/>
    <w:rsid w:val="005131EC"/>
    <w:rsid w:val="005132FB"/>
    <w:rsid w:val="005135B8"/>
    <w:rsid w:val="005136B6"/>
    <w:rsid w:val="00513E2B"/>
    <w:rsid w:val="00513FCE"/>
    <w:rsid w:val="005141C2"/>
    <w:rsid w:val="00514220"/>
    <w:rsid w:val="00514781"/>
    <w:rsid w:val="005148A2"/>
    <w:rsid w:val="00514BDA"/>
    <w:rsid w:val="00514F95"/>
    <w:rsid w:val="00515632"/>
    <w:rsid w:val="00515BC2"/>
    <w:rsid w:val="00515C35"/>
    <w:rsid w:val="0051604F"/>
    <w:rsid w:val="0051652B"/>
    <w:rsid w:val="00516A65"/>
    <w:rsid w:val="00516ADA"/>
    <w:rsid w:val="00516ED0"/>
    <w:rsid w:val="00517366"/>
    <w:rsid w:val="00517A24"/>
    <w:rsid w:val="00517F24"/>
    <w:rsid w:val="005200BB"/>
    <w:rsid w:val="00520627"/>
    <w:rsid w:val="005207BC"/>
    <w:rsid w:val="00520C65"/>
    <w:rsid w:val="00521045"/>
    <w:rsid w:val="00521220"/>
    <w:rsid w:val="005216E3"/>
    <w:rsid w:val="005220F7"/>
    <w:rsid w:val="0052216C"/>
    <w:rsid w:val="0052247D"/>
    <w:rsid w:val="00522830"/>
    <w:rsid w:val="00522979"/>
    <w:rsid w:val="00522D60"/>
    <w:rsid w:val="00522FAB"/>
    <w:rsid w:val="005230BF"/>
    <w:rsid w:val="005234AF"/>
    <w:rsid w:val="0052394B"/>
    <w:rsid w:val="005239F6"/>
    <w:rsid w:val="00523F70"/>
    <w:rsid w:val="005243F0"/>
    <w:rsid w:val="00524497"/>
    <w:rsid w:val="005246AC"/>
    <w:rsid w:val="00524E51"/>
    <w:rsid w:val="00524F26"/>
    <w:rsid w:val="00524FD8"/>
    <w:rsid w:val="005254F0"/>
    <w:rsid w:val="00525646"/>
    <w:rsid w:val="005256A9"/>
    <w:rsid w:val="00525942"/>
    <w:rsid w:val="0052594D"/>
    <w:rsid w:val="00525CA3"/>
    <w:rsid w:val="00525F04"/>
    <w:rsid w:val="0052676E"/>
    <w:rsid w:val="00526A5C"/>
    <w:rsid w:val="00527882"/>
    <w:rsid w:val="00530422"/>
    <w:rsid w:val="005308E0"/>
    <w:rsid w:val="00530954"/>
    <w:rsid w:val="00530E40"/>
    <w:rsid w:val="005313C1"/>
    <w:rsid w:val="005319EF"/>
    <w:rsid w:val="00531A0C"/>
    <w:rsid w:val="00531A3B"/>
    <w:rsid w:val="00531A6F"/>
    <w:rsid w:val="00531E66"/>
    <w:rsid w:val="00532682"/>
    <w:rsid w:val="005327A9"/>
    <w:rsid w:val="00532B62"/>
    <w:rsid w:val="00532C07"/>
    <w:rsid w:val="00533296"/>
    <w:rsid w:val="005334FA"/>
    <w:rsid w:val="00533795"/>
    <w:rsid w:val="0053410D"/>
    <w:rsid w:val="005345C9"/>
    <w:rsid w:val="00534680"/>
    <w:rsid w:val="00534C3B"/>
    <w:rsid w:val="00534E65"/>
    <w:rsid w:val="00535144"/>
    <w:rsid w:val="005351A7"/>
    <w:rsid w:val="00535872"/>
    <w:rsid w:val="005358FE"/>
    <w:rsid w:val="00536019"/>
    <w:rsid w:val="0053679D"/>
    <w:rsid w:val="00536811"/>
    <w:rsid w:val="0053699B"/>
    <w:rsid w:val="00536D5F"/>
    <w:rsid w:val="00536DE7"/>
    <w:rsid w:val="00536DF1"/>
    <w:rsid w:val="00536F3E"/>
    <w:rsid w:val="0053748C"/>
    <w:rsid w:val="005374D0"/>
    <w:rsid w:val="005375BA"/>
    <w:rsid w:val="005379C7"/>
    <w:rsid w:val="00537B59"/>
    <w:rsid w:val="00540199"/>
    <w:rsid w:val="005406FA"/>
    <w:rsid w:val="00540859"/>
    <w:rsid w:val="00540F69"/>
    <w:rsid w:val="005412C1"/>
    <w:rsid w:val="005414D2"/>
    <w:rsid w:val="00541679"/>
    <w:rsid w:val="00541A3E"/>
    <w:rsid w:val="00541E05"/>
    <w:rsid w:val="005420A7"/>
    <w:rsid w:val="00542103"/>
    <w:rsid w:val="0054291A"/>
    <w:rsid w:val="0054298E"/>
    <w:rsid w:val="00542B6C"/>
    <w:rsid w:val="00542C14"/>
    <w:rsid w:val="00543B96"/>
    <w:rsid w:val="00543D23"/>
    <w:rsid w:val="0054400E"/>
    <w:rsid w:val="0054410F"/>
    <w:rsid w:val="0054435C"/>
    <w:rsid w:val="00544633"/>
    <w:rsid w:val="005449A3"/>
    <w:rsid w:val="00544A7C"/>
    <w:rsid w:val="005450F0"/>
    <w:rsid w:val="005456D2"/>
    <w:rsid w:val="00545D05"/>
    <w:rsid w:val="00546C14"/>
    <w:rsid w:val="00546C83"/>
    <w:rsid w:val="00546EAE"/>
    <w:rsid w:val="00546EDA"/>
    <w:rsid w:val="005472B2"/>
    <w:rsid w:val="00547358"/>
    <w:rsid w:val="0054743A"/>
    <w:rsid w:val="005479DF"/>
    <w:rsid w:val="00550089"/>
    <w:rsid w:val="00550549"/>
    <w:rsid w:val="00550E49"/>
    <w:rsid w:val="0055119D"/>
    <w:rsid w:val="005511AB"/>
    <w:rsid w:val="00551A29"/>
    <w:rsid w:val="00552D51"/>
    <w:rsid w:val="00553529"/>
    <w:rsid w:val="005538A7"/>
    <w:rsid w:val="0055402A"/>
    <w:rsid w:val="005543B1"/>
    <w:rsid w:val="00554439"/>
    <w:rsid w:val="005547F3"/>
    <w:rsid w:val="005549B0"/>
    <w:rsid w:val="005549C8"/>
    <w:rsid w:val="00554C9A"/>
    <w:rsid w:val="00554CC9"/>
    <w:rsid w:val="00554DBD"/>
    <w:rsid w:val="0055526E"/>
    <w:rsid w:val="0055562D"/>
    <w:rsid w:val="005558F3"/>
    <w:rsid w:val="00555F51"/>
    <w:rsid w:val="0055623B"/>
    <w:rsid w:val="00556ED0"/>
    <w:rsid w:val="005576F7"/>
    <w:rsid w:val="00557854"/>
    <w:rsid w:val="005579C8"/>
    <w:rsid w:val="005579CD"/>
    <w:rsid w:val="00557CEA"/>
    <w:rsid w:val="00557D0A"/>
    <w:rsid w:val="00560614"/>
    <w:rsid w:val="0056077A"/>
    <w:rsid w:val="00560929"/>
    <w:rsid w:val="00560A02"/>
    <w:rsid w:val="00560A8E"/>
    <w:rsid w:val="00560D59"/>
    <w:rsid w:val="00560FF4"/>
    <w:rsid w:val="005615BD"/>
    <w:rsid w:val="005619F2"/>
    <w:rsid w:val="00561A57"/>
    <w:rsid w:val="00561B30"/>
    <w:rsid w:val="005620AB"/>
    <w:rsid w:val="00562925"/>
    <w:rsid w:val="00562BAD"/>
    <w:rsid w:val="00562BE7"/>
    <w:rsid w:val="005630B7"/>
    <w:rsid w:val="00563444"/>
    <w:rsid w:val="0056356B"/>
    <w:rsid w:val="00563609"/>
    <w:rsid w:val="0056374B"/>
    <w:rsid w:val="00563999"/>
    <w:rsid w:val="005639A4"/>
    <w:rsid w:val="00563B92"/>
    <w:rsid w:val="00563BB9"/>
    <w:rsid w:val="00563E80"/>
    <w:rsid w:val="00563FB3"/>
    <w:rsid w:val="00563FDD"/>
    <w:rsid w:val="005644ED"/>
    <w:rsid w:val="00564A0D"/>
    <w:rsid w:val="00564ACF"/>
    <w:rsid w:val="00564EC3"/>
    <w:rsid w:val="00565818"/>
    <w:rsid w:val="00565BE9"/>
    <w:rsid w:val="0056649A"/>
    <w:rsid w:val="00567049"/>
    <w:rsid w:val="005674D7"/>
    <w:rsid w:val="00567541"/>
    <w:rsid w:val="005679D7"/>
    <w:rsid w:val="005709AA"/>
    <w:rsid w:val="00570A8A"/>
    <w:rsid w:val="00570E89"/>
    <w:rsid w:val="00571C65"/>
    <w:rsid w:val="00571D84"/>
    <w:rsid w:val="00572052"/>
    <w:rsid w:val="0057222B"/>
    <w:rsid w:val="00572CB4"/>
    <w:rsid w:val="00572EE0"/>
    <w:rsid w:val="00573963"/>
    <w:rsid w:val="00573C76"/>
    <w:rsid w:val="00574148"/>
    <w:rsid w:val="0057416D"/>
    <w:rsid w:val="005744F4"/>
    <w:rsid w:val="0057454C"/>
    <w:rsid w:val="005749B2"/>
    <w:rsid w:val="00574A76"/>
    <w:rsid w:val="00574C83"/>
    <w:rsid w:val="00574F2C"/>
    <w:rsid w:val="00574F8A"/>
    <w:rsid w:val="00575AFE"/>
    <w:rsid w:val="005769C1"/>
    <w:rsid w:val="00576D6E"/>
    <w:rsid w:val="00577105"/>
    <w:rsid w:val="00577256"/>
    <w:rsid w:val="005774CD"/>
    <w:rsid w:val="005775D4"/>
    <w:rsid w:val="005776B4"/>
    <w:rsid w:val="00577DF2"/>
    <w:rsid w:val="00577E9C"/>
    <w:rsid w:val="005806A4"/>
    <w:rsid w:val="00580795"/>
    <w:rsid w:val="0058095E"/>
    <w:rsid w:val="00580B9B"/>
    <w:rsid w:val="00580C68"/>
    <w:rsid w:val="00580F6E"/>
    <w:rsid w:val="00581A6C"/>
    <w:rsid w:val="00581AF2"/>
    <w:rsid w:val="00582466"/>
    <w:rsid w:val="005824B1"/>
    <w:rsid w:val="005824E7"/>
    <w:rsid w:val="0058260F"/>
    <w:rsid w:val="00582A6A"/>
    <w:rsid w:val="0058324E"/>
    <w:rsid w:val="00583527"/>
    <w:rsid w:val="005835E4"/>
    <w:rsid w:val="00583A7F"/>
    <w:rsid w:val="00583B38"/>
    <w:rsid w:val="00583D20"/>
    <w:rsid w:val="00584327"/>
    <w:rsid w:val="0058441D"/>
    <w:rsid w:val="0058448A"/>
    <w:rsid w:val="005845E4"/>
    <w:rsid w:val="00584716"/>
    <w:rsid w:val="00584A86"/>
    <w:rsid w:val="00584CD0"/>
    <w:rsid w:val="00584CD2"/>
    <w:rsid w:val="00585D71"/>
    <w:rsid w:val="00585FD6"/>
    <w:rsid w:val="005861AF"/>
    <w:rsid w:val="00586C16"/>
    <w:rsid w:val="00587016"/>
    <w:rsid w:val="00587144"/>
    <w:rsid w:val="0058738E"/>
    <w:rsid w:val="00587575"/>
    <w:rsid w:val="0058768F"/>
    <w:rsid w:val="0058773F"/>
    <w:rsid w:val="005878AB"/>
    <w:rsid w:val="00587B3F"/>
    <w:rsid w:val="00587D4A"/>
    <w:rsid w:val="00587DC4"/>
    <w:rsid w:val="00590081"/>
    <w:rsid w:val="005900DF"/>
    <w:rsid w:val="005901DD"/>
    <w:rsid w:val="00590AE0"/>
    <w:rsid w:val="00592973"/>
    <w:rsid w:val="005929A9"/>
    <w:rsid w:val="00592E03"/>
    <w:rsid w:val="005930A3"/>
    <w:rsid w:val="005932E0"/>
    <w:rsid w:val="0059389A"/>
    <w:rsid w:val="00593ACD"/>
    <w:rsid w:val="0059413D"/>
    <w:rsid w:val="0059473A"/>
    <w:rsid w:val="00594877"/>
    <w:rsid w:val="00594B63"/>
    <w:rsid w:val="00595459"/>
    <w:rsid w:val="0059577D"/>
    <w:rsid w:val="00595A4C"/>
    <w:rsid w:val="00595C12"/>
    <w:rsid w:val="005960BB"/>
    <w:rsid w:val="0059654D"/>
    <w:rsid w:val="00596D65"/>
    <w:rsid w:val="005978F4"/>
    <w:rsid w:val="00597F10"/>
    <w:rsid w:val="005A04C6"/>
    <w:rsid w:val="005A054D"/>
    <w:rsid w:val="005A06EA"/>
    <w:rsid w:val="005A0752"/>
    <w:rsid w:val="005A0785"/>
    <w:rsid w:val="005A0AB0"/>
    <w:rsid w:val="005A0CDF"/>
    <w:rsid w:val="005A0F6E"/>
    <w:rsid w:val="005A0FDA"/>
    <w:rsid w:val="005A132E"/>
    <w:rsid w:val="005A1A70"/>
    <w:rsid w:val="005A1AE6"/>
    <w:rsid w:val="005A1BD3"/>
    <w:rsid w:val="005A2517"/>
    <w:rsid w:val="005A2D00"/>
    <w:rsid w:val="005A2D90"/>
    <w:rsid w:val="005A2F92"/>
    <w:rsid w:val="005A31D1"/>
    <w:rsid w:val="005A35CB"/>
    <w:rsid w:val="005A37C4"/>
    <w:rsid w:val="005A3A95"/>
    <w:rsid w:val="005A3C5C"/>
    <w:rsid w:val="005A3F08"/>
    <w:rsid w:val="005A3F95"/>
    <w:rsid w:val="005A4378"/>
    <w:rsid w:val="005A43CD"/>
    <w:rsid w:val="005A4414"/>
    <w:rsid w:val="005A48BA"/>
    <w:rsid w:val="005A4B47"/>
    <w:rsid w:val="005A4CB4"/>
    <w:rsid w:val="005A4CDB"/>
    <w:rsid w:val="005A4F17"/>
    <w:rsid w:val="005A516B"/>
    <w:rsid w:val="005A52AE"/>
    <w:rsid w:val="005A5416"/>
    <w:rsid w:val="005A5676"/>
    <w:rsid w:val="005A56DD"/>
    <w:rsid w:val="005A5BF8"/>
    <w:rsid w:val="005A6281"/>
    <w:rsid w:val="005A65E6"/>
    <w:rsid w:val="005A699C"/>
    <w:rsid w:val="005A6C06"/>
    <w:rsid w:val="005A6DFC"/>
    <w:rsid w:val="005A6FE7"/>
    <w:rsid w:val="005A70B2"/>
    <w:rsid w:val="005A720A"/>
    <w:rsid w:val="005A7864"/>
    <w:rsid w:val="005A7C58"/>
    <w:rsid w:val="005A7FF3"/>
    <w:rsid w:val="005B0160"/>
    <w:rsid w:val="005B0891"/>
    <w:rsid w:val="005B0974"/>
    <w:rsid w:val="005B0A76"/>
    <w:rsid w:val="005B1813"/>
    <w:rsid w:val="005B1BE8"/>
    <w:rsid w:val="005B1D8A"/>
    <w:rsid w:val="005B207B"/>
    <w:rsid w:val="005B2157"/>
    <w:rsid w:val="005B2603"/>
    <w:rsid w:val="005B27D0"/>
    <w:rsid w:val="005B313E"/>
    <w:rsid w:val="005B3DD5"/>
    <w:rsid w:val="005B43C9"/>
    <w:rsid w:val="005B445F"/>
    <w:rsid w:val="005B4501"/>
    <w:rsid w:val="005B4558"/>
    <w:rsid w:val="005B4CDF"/>
    <w:rsid w:val="005B4E52"/>
    <w:rsid w:val="005B59AA"/>
    <w:rsid w:val="005B6BE9"/>
    <w:rsid w:val="005B6C7E"/>
    <w:rsid w:val="005B6ED1"/>
    <w:rsid w:val="005B7B97"/>
    <w:rsid w:val="005B7D0F"/>
    <w:rsid w:val="005C043C"/>
    <w:rsid w:val="005C0811"/>
    <w:rsid w:val="005C0EA9"/>
    <w:rsid w:val="005C0FFC"/>
    <w:rsid w:val="005C17EC"/>
    <w:rsid w:val="005C1810"/>
    <w:rsid w:val="005C24B2"/>
    <w:rsid w:val="005C3724"/>
    <w:rsid w:val="005C3E95"/>
    <w:rsid w:val="005C46B9"/>
    <w:rsid w:val="005C48DE"/>
    <w:rsid w:val="005C4B0D"/>
    <w:rsid w:val="005C5643"/>
    <w:rsid w:val="005C5652"/>
    <w:rsid w:val="005C56E4"/>
    <w:rsid w:val="005C5754"/>
    <w:rsid w:val="005C598A"/>
    <w:rsid w:val="005C5EB7"/>
    <w:rsid w:val="005C669A"/>
    <w:rsid w:val="005C6C63"/>
    <w:rsid w:val="005C762D"/>
    <w:rsid w:val="005C7D0C"/>
    <w:rsid w:val="005C7E56"/>
    <w:rsid w:val="005D05C9"/>
    <w:rsid w:val="005D07A3"/>
    <w:rsid w:val="005D0967"/>
    <w:rsid w:val="005D0D13"/>
    <w:rsid w:val="005D1416"/>
    <w:rsid w:val="005D165C"/>
    <w:rsid w:val="005D1C11"/>
    <w:rsid w:val="005D1D43"/>
    <w:rsid w:val="005D2188"/>
    <w:rsid w:val="005D239D"/>
    <w:rsid w:val="005D2411"/>
    <w:rsid w:val="005D286E"/>
    <w:rsid w:val="005D2F04"/>
    <w:rsid w:val="005D31AA"/>
    <w:rsid w:val="005D36A8"/>
    <w:rsid w:val="005D3B09"/>
    <w:rsid w:val="005D4044"/>
    <w:rsid w:val="005D42D6"/>
    <w:rsid w:val="005D447B"/>
    <w:rsid w:val="005D44AC"/>
    <w:rsid w:val="005D47AA"/>
    <w:rsid w:val="005D4A11"/>
    <w:rsid w:val="005D5611"/>
    <w:rsid w:val="005D5A84"/>
    <w:rsid w:val="005D675E"/>
    <w:rsid w:val="005D6B03"/>
    <w:rsid w:val="005D73F7"/>
    <w:rsid w:val="005D7C2F"/>
    <w:rsid w:val="005D7F35"/>
    <w:rsid w:val="005E09B3"/>
    <w:rsid w:val="005E0A13"/>
    <w:rsid w:val="005E0A1D"/>
    <w:rsid w:val="005E12A6"/>
    <w:rsid w:val="005E19CF"/>
    <w:rsid w:val="005E1C50"/>
    <w:rsid w:val="005E1E15"/>
    <w:rsid w:val="005E1E36"/>
    <w:rsid w:val="005E22F0"/>
    <w:rsid w:val="005E275D"/>
    <w:rsid w:val="005E2A5C"/>
    <w:rsid w:val="005E2D4E"/>
    <w:rsid w:val="005E2EF4"/>
    <w:rsid w:val="005E33A4"/>
    <w:rsid w:val="005E357A"/>
    <w:rsid w:val="005E39C7"/>
    <w:rsid w:val="005E436D"/>
    <w:rsid w:val="005E49EF"/>
    <w:rsid w:val="005E4A27"/>
    <w:rsid w:val="005E4A35"/>
    <w:rsid w:val="005E5043"/>
    <w:rsid w:val="005E51D6"/>
    <w:rsid w:val="005E53F4"/>
    <w:rsid w:val="005E55E1"/>
    <w:rsid w:val="005E56DC"/>
    <w:rsid w:val="005E5C12"/>
    <w:rsid w:val="005E5F08"/>
    <w:rsid w:val="005E6CCC"/>
    <w:rsid w:val="005E77C6"/>
    <w:rsid w:val="005E7CD8"/>
    <w:rsid w:val="005E7DF4"/>
    <w:rsid w:val="005E7F6D"/>
    <w:rsid w:val="005F031B"/>
    <w:rsid w:val="005F0F35"/>
    <w:rsid w:val="005F15B4"/>
    <w:rsid w:val="005F15FB"/>
    <w:rsid w:val="005F1A34"/>
    <w:rsid w:val="005F2C73"/>
    <w:rsid w:val="005F2CA7"/>
    <w:rsid w:val="005F2CBA"/>
    <w:rsid w:val="005F2F24"/>
    <w:rsid w:val="005F2F9B"/>
    <w:rsid w:val="005F2FE6"/>
    <w:rsid w:val="005F42B8"/>
    <w:rsid w:val="005F49A7"/>
    <w:rsid w:val="005F4C91"/>
    <w:rsid w:val="005F4DE5"/>
    <w:rsid w:val="005F591A"/>
    <w:rsid w:val="005F5CB5"/>
    <w:rsid w:val="005F5E88"/>
    <w:rsid w:val="005F623E"/>
    <w:rsid w:val="005F6426"/>
    <w:rsid w:val="005F672A"/>
    <w:rsid w:val="005F6B2D"/>
    <w:rsid w:val="005F7152"/>
    <w:rsid w:val="005F73D0"/>
    <w:rsid w:val="005F7644"/>
    <w:rsid w:val="005F766F"/>
    <w:rsid w:val="005F7673"/>
    <w:rsid w:val="005F7BB4"/>
    <w:rsid w:val="005F7BF4"/>
    <w:rsid w:val="00600BE1"/>
    <w:rsid w:val="006010FD"/>
    <w:rsid w:val="00601518"/>
    <w:rsid w:val="00602BEB"/>
    <w:rsid w:val="00602DD7"/>
    <w:rsid w:val="00602F8B"/>
    <w:rsid w:val="006035CC"/>
    <w:rsid w:val="0060362A"/>
    <w:rsid w:val="00603F3E"/>
    <w:rsid w:val="00603FB8"/>
    <w:rsid w:val="006042E6"/>
    <w:rsid w:val="006044E2"/>
    <w:rsid w:val="00604EA9"/>
    <w:rsid w:val="00605243"/>
    <w:rsid w:val="00605426"/>
    <w:rsid w:val="00605D08"/>
    <w:rsid w:val="00605EF1"/>
    <w:rsid w:val="0060642D"/>
    <w:rsid w:val="0060663D"/>
    <w:rsid w:val="0060680C"/>
    <w:rsid w:val="00606BF9"/>
    <w:rsid w:val="00606E6F"/>
    <w:rsid w:val="006071CB"/>
    <w:rsid w:val="006073D4"/>
    <w:rsid w:val="00607438"/>
    <w:rsid w:val="006076DD"/>
    <w:rsid w:val="00607E0E"/>
    <w:rsid w:val="00607EB0"/>
    <w:rsid w:val="0061018B"/>
    <w:rsid w:val="00610220"/>
    <w:rsid w:val="00611213"/>
    <w:rsid w:val="006117E4"/>
    <w:rsid w:val="006118EF"/>
    <w:rsid w:val="00611A29"/>
    <w:rsid w:val="00611C6F"/>
    <w:rsid w:val="00611D11"/>
    <w:rsid w:val="00611F93"/>
    <w:rsid w:val="00611FC4"/>
    <w:rsid w:val="00612744"/>
    <w:rsid w:val="00612AAA"/>
    <w:rsid w:val="00612D8C"/>
    <w:rsid w:val="00612DBD"/>
    <w:rsid w:val="00612E62"/>
    <w:rsid w:val="00613280"/>
    <w:rsid w:val="006135F1"/>
    <w:rsid w:val="00613C16"/>
    <w:rsid w:val="006141B2"/>
    <w:rsid w:val="006141CD"/>
    <w:rsid w:val="00614956"/>
    <w:rsid w:val="00614A11"/>
    <w:rsid w:val="00614A70"/>
    <w:rsid w:val="00614B14"/>
    <w:rsid w:val="00614D1F"/>
    <w:rsid w:val="006156B0"/>
    <w:rsid w:val="006159A3"/>
    <w:rsid w:val="00615C75"/>
    <w:rsid w:val="0061640B"/>
    <w:rsid w:val="006169E0"/>
    <w:rsid w:val="00616DBA"/>
    <w:rsid w:val="00620108"/>
    <w:rsid w:val="0062019C"/>
    <w:rsid w:val="0062072D"/>
    <w:rsid w:val="00620E86"/>
    <w:rsid w:val="0062111E"/>
    <w:rsid w:val="00621566"/>
    <w:rsid w:val="00621946"/>
    <w:rsid w:val="00621F0A"/>
    <w:rsid w:val="0062209A"/>
    <w:rsid w:val="00622202"/>
    <w:rsid w:val="006228BA"/>
    <w:rsid w:val="006228E7"/>
    <w:rsid w:val="006232C6"/>
    <w:rsid w:val="00623A7B"/>
    <w:rsid w:val="00623B9F"/>
    <w:rsid w:val="00623C83"/>
    <w:rsid w:val="006249FB"/>
    <w:rsid w:val="00624C2B"/>
    <w:rsid w:val="00624F0D"/>
    <w:rsid w:val="00624FF5"/>
    <w:rsid w:val="00625AD9"/>
    <w:rsid w:val="00625B57"/>
    <w:rsid w:val="006261AC"/>
    <w:rsid w:val="00626CC1"/>
    <w:rsid w:val="00627226"/>
    <w:rsid w:val="0062723D"/>
    <w:rsid w:val="006274F7"/>
    <w:rsid w:val="0062770B"/>
    <w:rsid w:val="0062786C"/>
    <w:rsid w:val="00627AB7"/>
    <w:rsid w:val="00627B23"/>
    <w:rsid w:val="00627BFD"/>
    <w:rsid w:val="00627EC0"/>
    <w:rsid w:val="006303A8"/>
    <w:rsid w:val="00630524"/>
    <w:rsid w:val="00630643"/>
    <w:rsid w:val="006307A1"/>
    <w:rsid w:val="00631973"/>
    <w:rsid w:val="00632773"/>
    <w:rsid w:val="006328A5"/>
    <w:rsid w:val="00632E14"/>
    <w:rsid w:val="00633FE2"/>
    <w:rsid w:val="0063411B"/>
    <w:rsid w:val="00634727"/>
    <w:rsid w:val="00634C16"/>
    <w:rsid w:val="006352B7"/>
    <w:rsid w:val="006352DA"/>
    <w:rsid w:val="0063560F"/>
    <w:rsid w:val="00635758"/>
    <w:rsid w:val="00635AEF"/>
    <w:rsid w:val="00636097"/>
    <w:rsid w:val="006363C5"/>
    <w:rsid w:val="006367C3"/>
    <w:rsid w:val="00636C82"/>
    <w:rsid w:val="00636DB1"/>
    <w:rsid w:val="0063734D"/>
    <w:rsid w:val="00637444"/>
    <w:rsid w:val="00637579"/>
    <w:rsid w:val="00637C92"/>
    <w:rsid w:val="0064058C"/>
    <w:rsid w:val="00640F39"/>
    <w:rsid w:val="00641721"/>
    <w:rsid w:val="0064193F"/>
    <w:rsid w:val="00641F5F"/>
    <w:rsid w:val="00641FC1"/>
    <w:rsid w:val="0064219A"/>
    <w:rsid w:val="00642265"/>
    <w:rsid w:val="00642842"/>
    <w:rsid w:val="0064317E"/>
    <w:rsid w:val="0064328B"/>
    <w:rsid w:val="0064362D"/>
    <w:rsid w:val="00643CE5"/>
    <w:rsid w:val="00643E82"/>
    <w:rsid w:val="006440A4"/>
    <w:rsid w:val="006441A8"/>
    <w:rsid w:val="006443AE"/>
    <w:rsid w:val="00644542"/>
    <w:rsid w:val="00644DD8"/>
    <w:rsid w:val="00645ADA"/>
    <w:rsid w:val="00645BCB"/>
    <w:rsid w:val="00646B55"/>
    <w:rsid w:val="00646F0D"/>
    <w:rsid w:val="00647135"/>
    <w:rsid w:val="0064724F"/>
    <w:rsid w:val="006472A2"/>
    <w:rsid w:val="0064781C"/>
    <w:rsid w:val="00647A40"/>
    <w:rsid w:val="00647A78"/>
    <w:rsid w:val="00650564"/>
    <w:rsid w:val="0065068B"/>
    <w:rsid w:val="006508D7"/>
    <w:rsid w:val="00651143"/>
    <w:rsid w:val="006511D1"/>
    <w:rsid w:val="00651343"/>
    <w:rsid w:val="00651377"/>
    <w:rsid w:val="00651475"/>
    <w:rsid w:val="00651A0F"/>
    <w:rsid w:val="00651E12"/>
    <w:rsid w:val="0065209D"/>
    <w:rsid w:val="0065213B"/>
    <w:rsid w:val="00652396"/>
    <w:rsid w:val="00652E7D"/>
    <w:rsid w:val="00653470"/>
    <w:rsid w:val="00653538"/>
    <w:rsid w:val="0065357F"/>
    <w:rsid w:val="00653A4E"/>
    <w:rsid w:val="00653BEA"/>
    <w:rsid w:val="00654BC3"/>
    <w:rsid w:val="00655330"/>
    <w:rsid w:val="00655B2D"/>
    <w:rsid w:val="006563DC"/>
    <w:rsid w:val="0065659C"/>
    <w:rsid w:val="00656657"/>
    <w:rsid w:val="00656729"/>
    <w:rsid w:val="00656A2D"/>
    <w:rsid w:val="006571E1"/>
    <w:rsid w:val="00657376"/>
    <w:rsid w:val="006573D4"/>
    <w:rsid w:val="00657753"/>
    <w:rsid w:val="006605A0"/>
    <w:rsid w:val="00660D94"/>
    <w:rsid w:val="00660DD2"/>
    <w:rsid w:val="0066123B"/>
    <w:rsid w:val="00661C06"/>
    <w:rsid w:val="00661C29"/>
    <w:rsid w:val="006620D5"/>
    <w:rsid w:val="00662262"/>
    <w:rsid w:val="00662B91"/>
    <w:rsid w:val="00662C0E"/>
    <w:rsid w:val="00662EA2"/>
    <w:rsid w:val="006632FF"/>
    <w:rsid w:val="006637F1"/>
    <w:rsid w:val="00663D4A"/>
    <w:rsid w:val="00663D66"/>
    <w:rsid w:val="0066440E"/>
    <w:rsid w:val="0066545C"/>
    <w:rsid w:val="00665CB6"/>
    <w:rsid w:val="00665F5C"/>
    <w:rsid w:val="006660ED"/>
    <w:rsid w:val="00666426"/>
    <w:rsid w:val="0066646F"/>
    <w:rsid w:val="00666790"/>
    <w:rsid w:val="00666E18"/>
    <w:rsid w:val="00666EE4"/>
    <w:rsid w:val="00666FE4"/>
    <w:rsid w:val="006674ED"/>
    <w:rsid w:val="00667758"/>
    <w:rsid w:val="0066780C"/>
    <w:rsid w:val="00670379"/>
    <w:rsid w:val="006710FB"/>
    <w:rsid w:val="00671A96"/>
    <w:rsid w:val="00672B53"/>
    <w:rsid w:val="00672B6A"/>
    <w:rsid w:val="00672C47"/>
    <w:rsid w:val="00673360"/>
    <w:rsid w:val="0067356D"/>
    <w:rsid w:val="006745E1"/>
    <w:rsid w:val="0067488D"/>
    <w:rsid w:val="00674BE1"/>
    <w:rsid w:val="00675295"/>
    <w:rsid w:val="006752EB"/>
    <w:rsid w:val="00675408"/>
    <w:rsid w:val="0067576E"/>
    <w:rsid w:val="006758BC"/>
    <w:rsid w:val="00675BB7"/>
    <w:rsid w:val="00675D10"/>
    <w:rsid w:val="00675DB6"/>
    <w:rsid w:val="00675FC4"/>
    <w:rsid w:val="006761C7"/>
    <w:rsid w:val="00676357"/>
    <w:rsid w:val="006764A2"/>
    <w:rsid w:val="00676B92"/>
    <w:rsid w:val="0067704E"/>
    <w:rsid w:val="0067739C"/>
    <w:rsid w:val="006776DD"/>
    <w:rsid w:val="00677CE1"/>
    <w:rsid w:val="00677DCD"/>
    <w:rsid w:val="006804CD"/>
    <w:rsid w:val="00680AD9"/>
    <w:rsid w:val="00680BD8"/>
    <w:rsid w:val="00680D68"/>
    <w:rsid w:val="006811C9"/>
    <w:rsid w:val="0068158D"/>
    <w:rsid w:val="006820AD"/>
    <w:rsid w:val="006829B4"/>
    <w:rsid w:val="00683538"/>
    <w:rsid w:val="0068365F"/>
    <w:rsid w:val="00683917"/>
    <w:rsid w:val="006844A6"/>
    <w:rsid w:val="006844E0"/>
    <w:rsid w:val="006848E0"/>
    <w:rsid w:val="00684E8C"/>
    <w:rsid w:val="00684ECE"/>
    <w:rsid w:val="006852D6"/>
    <w:rsid w:val="0068565F"/>
    <w:rsid w:val="006857EB"/>
    <w:rsid w:val="00685AEA"/>
    <w:rsid w:val="00685BC4"/>
    <w:rsid w:val="00685E07"/>
    <w:rsid w:val="00686403"/>
    <w:rsid w:val="00686452"/>
    <w:rsid w:val="00686A6B"/>
    <w:rsid w:val="00686B5D"/>
    <w:rsid w:val="00686DBB"/>
    <w:rsid w:val="00686DFD"/>
    <w:rsid w:val="006873B9"/>
    <w:rsid w:val="006877CC"/>
    <w:rsid w:val="0068796C"/>
    <w:rsid w:val="00687B55"/>
    <w:rsid w:val="00687E74"/>
    <w:rsid w:val="00690977"/>
    <w:rsid w:val="006911A7"/>
    <w:rsid w:val="006911B1"/>
    <w:rsid w:val="0069171E"/>
    <w:rsid w:val="00691E32"/>
    <w:rsid w:val="00691E8D"/>
    <w:rsid w:val="00691ED9"/>
    <w:rsid w:val="00692082"/>
    <w:rsid w:val="006920E7"/>
    <w:rsid w:val="006924EC"/>
    <w:rsid w:val="00692A4A"/>
    <w:rsid w:val="00692D93"/>
    <w:rsid w:val="006932DF"/>
    <w:rsid w:val="00693BFE"/>
    <w:rsid w:val="00693CF7"/>
    <w:rsid w:val="006943C3"/>
    <w:rsid w:val="00694411"/>
    <w:rsid w:val="0069443F"/>
    <w:rsid w:val="006947F0"/>
    <w:rsid w:val="006947F6"/>
    <w:rsid w:val="00694D80"/>
    <w:rsid w:val="006954ED"/>
    <w:rsid w:val="00695810"/>
    <w:rsid w:val="00695A76"/>
    <w:rsid w:val="0069610E"/>
    <w:rsid w:val="00696358"/>
    <w:rsid w:val="006964A4"/>
    <w:rsid w:val="006965C9"/>
    <w:rsid w:val="006967CC"/>
    <w:rsid w:val="00696DFA"/>
    <w:rsid w:val="00697092"/>
    <w:rsid w:val="00697441"/>
    <w:rsid w:val="00697D83"/>
    <w:rsid w:val="006A077D"/>
    <w:rsid w:val="006A18A6"/>
    <w:rsid w:val="006A1980"/>
    <w:rsid w:val="006A1C66"/>
    <w:rsid w:val="006A1DF0"/>
    <w:rsid w:val="006A2041"/>
    <w:rsid w:val="006A219A"/>
    <w:rsid w:val="006A2328"/>
    <w:rsid w:val="006A2549"/>
    <w:rsid w:val="006A2C26"/>
    <w:rsid w:val="006A2DCB"/>
    <w:rsid w:val="006A3837"/>
    <w:rsid w:val="006A384F"/>
    <w:rsid w:val="006A39DD"/>
    <w:rsid w:val="006A3E2C"/>
    <w:rsid w:val="006A3FC0"/>
    <w:rsid w:val="006A432D"/>
    <w:rsid w:val="006A4345"/>
    <w:rsid w:val="006A44C8"/>
    <w:rsid w:val="006A4D53"/>
    <w:rsid w:val="006A4E8E"/>
    <w:rsid w:val="006A5DF2"/>
    <w:rsid w:val="006A5F90"/>
    <w:rsid w:val="006A6506"/>
    <w:rsid w:val="006A6904"/>
    <w:rsid w:val="006A75D1"/>
    <w:rsid w:val="006A7A7A"/>
    <w:rsid w:val="006A7E73"/>
    <w:rsid w:val="006A7EC3"/>
    <w:rsid w:val="006A7FCE"/>
    <w:rsid w:val="006B06EE"/>
    <w:rsid w:val="006B0725"/>
    <w:rsid w:val="006B0D3A"/>
    <w:rsid w:val="006B0D94"/>
    <w:rsid w:val="006B13AD"/>
    <w:rsid w:val="006B14D8"/>
    <w:rsid w:val="006B1594"/>
    <w:rsid w:val="006B2093"/>
    <w:rsid w:val="006B22AF"/>
    <w:rsid w:val="006B22D8"/>
    <w:rsid w:val="006B2837"/>
    <w:rsid w:val="006B29A0"/>
    <w:rsid w:val="006B2B87"/>
    <w:rsid w:val="006B2CDE"/>
    <w:rsid w:val="006B2DBD"/>
    <w:rsid w:val="006B3109"/>
    <w:rsid w:val="006B31F2"/>
    <w:rsid w:val="006B35BB"/>
    <w:rsid w:val="006B3842"/>
    <w:rsid w:val="006B3A52"/>
    <w:rsid w:val="006B3C5F"/>
    <w:rsid w:val="006B3C62"/>
    <w:rsid w:val="006B3D11"/>
    <w:rsid w:val="006B3EA5"/>
    <w:rsid w:val="006B402A"/>
    <w:rsid w:val="006B46ED"/>
    <w:rsid w:val="006B4D7F"/>
    <w:rsid w:val="006B4E36"/>
    <w:rsid w:val="006B4EB7"/>
    <w:rsid w:val="006B62DF"/>
    <w:rsid w:val="006B6322"/>
    <w:rsid w:val="006B6462"/>
    <w:rsid w:val="006B67A5"/>
    <w:rsid w:val="006B690D"/>
    <w:rsid w:val="006B6951"/>
    <w:rsid w:val="006B6B09"/>
    <w:rsid w:val="006B6D13"/>
    <w:rsid w:val="006B7660"/>
    <w:rsid w:val="006B7FC2"/>
    <w:rsid w:val="006C07A3"/>
    <w:rsid w:val="006C12BB"/>
    <w:rsid w:val="006C130E"/>
    <w:rsid w:val="006C159F"/>
    <w:rsid w:val="006C1D0C"/>
    <w:rsid w:val="006C20BA"/>
    <w:rsid w:val="006C279B"/>
    <w:rsid w:val="006C3569"/>
    <w:rsid w:val="006C3B3C"/>
    <w:rsid w:val="006C3BA1"/>
    <w:rsid w:val="006C45B3"/>
    <w:rsid w:val="006C478E"/>
    <w:rsid w:val="006C48C3"/>
    <w:rsid w:val="006C4B4C"/>
    <w:rsid w:val="006C512C"/>
    <w:rsid w:val="006C54B6"/>
    <w:rsid w:val="006C5676"/>
    <w:rsid w:val="006C57E6"/>
    <w:rsid w:val="006C5FEC"/>
    <w:rsid w:val="006C6274"/>
    <w:rsid w:val="006C71BF"/>
    <w:rsid w:val="006C7204"/>
    <w:rsid w:val="006C75E5"/>
    <w:rsid w:val="006C7999"/>
    <w:rsid w:val="006C7B4A"/>
    <w:rsid w:val="006D08A6"/>
    <w:rsid w:val="006D1064"/>
    <w:rsid w:val="006D141B"/>
    <w:rsid w:val="006D1D89"/>
    <w:rsid w:val="006D219B"/>
    <w:rsid w:val="006D219E"/>
    <w:rsid w:val="006D2CED"/>
    <w:rsid w:val="006D2F6A"/>
    <w:rsid w:val="006D2FDD"/>
    <w:rsid w:val="006D30A0"/>
    <w:rsid w:val="006D31A9"/>
    <w:rsid w:val="006D326C"/>
    <w:rsid w:val="006D34A7"/>
    <w:rsid w:val="006D35AF"/>
    <w:rsid w:val="006D35D7"/>
    <w:rsid w:val="006D3C20"/>
    <w:rsid w:val="006D3CA1"/>
    <w:rsid w:val="006D3F52"/>
    <w:rsid w:val="006D40C4"/>
    <w:rsid w:val="006D465F"/>
    <w:rsid w:val="006D4D85"/>
    <w:rsid w:val="006D511D"/>
    <w:rsid w:val="006D589C"/>
    <w:rsid w:val="006D622B"/>
    <w:rsid w:val="006D700F"/>
    <w:rsid w:val="006D70BD"/>
    <w:rsid w:val="006D73E3"/>
    <w:rsid w:val="006D753F"/>
    <w:rsid w:val="006D7936"/>
    <w:rsid w:val="006D7B18"/>
    <w:rsid w:val="006E0381"/>
    <w:rsid w:val="006E09A7"/>
    <w:rsid w:val="006E0D0D"/>
    <w:rsid w:val="006E14CF"/>
    <w:rsid w:val="006E17E3"/>
    <w:rsid w:val="006E1AA8"/>
    <w:rsid w:val="006E1C65"/>
    <w:rsid w:val="006E287E"/>
    <w:rsid w:val="006E327B"/>
    <w:rsid w:val="006E340C"/>
    <w:rsid w:val="006E3936"/>
    <w:rsid w:val="006E3942"/>
    <w:rsid w:val="006E3E79"/>
    <w:rsid w:val="006E472E"/>
    <w:rsid w:val="006E486D"/>
    <w:rsid w:val="006E489B"/>
    <w:rsid w:val="006E52D8"/>
    <w:rsid w:val="006E5F63"/>
    <w:rsid w:val="006E6123"/>
    <w:rsid w:val="006E6813"/>
    <w:rsid w:val="006E6A66"/>
    <w:rsid w:val="006E72C8"/>
    <w:rsid w:val="006E732C"/>
    <w:rsid w:val="006E758D"/>
    <w:rsid w:val="006E7960"/>
    <w:rsid w:val="006E7F03"/>
    <w:rsid w:val="006F0CFB"/>
    <w:rsid w:val="006F122D"/>
    <w:rsid w:val="006F174C"/>
    <w:rsid w:val="006F1881"/>
    <w:rsid w:val="006F1B53"/>
    <w:rsid w:val="006F20A7"/>
    <w:rsid w:val="006F247D"/>
    <w:rsid w:val="006F250A"/>
    <w:rsid w:val="006F2892"/>
    <w:rsid w:val="006F2B11"/>
    <w:rsid w:val="006F2D56"/>
    <w:rsid w:val="006F36C5"/>
    <w:rsid w:val="006F3A37"/>
    <w:rsid w:val="006F3C0F"/>
    <w:rsid w:val="006F3F23"/>
    <w:rsid w:val="006F43A9"/>
    <w:rsid w:val="006F452E"/>
    <w:rsid w:val="006F4907"/>
    <w:rsid w:val="006F4B58"/>
    <w:rsid w:val="006F562C"/>
    <w:rsid w:val="006F57E4"/>
    <w:rsid w:val="006F5DA4"/>
    <w:rsid w:val="006F6300"/>
    <w:rsid w:val="006F65B6"/>
    <w:rsid w:val="006F696E"/>
    <w:rsid w:val="006F6F98"/>
    <w:rsid w:val="006F787D"/>
    <w:rsid w:val="006F788D"/>
    <w:rsid w:val="006F79BF"/>
    <w:rsid w:val="006F7A1F"/>
    <w:rsid w:val="006F7BE5"/>
    <w:rsid w:val="006F7D55"/>
    <w:rsid w:val="006F7FF6"/>
    <w:rsid w:val="00700965"/>
    <w:rsid w:val="00700B1D"/>
    <w:rsid w:val="00700F47"/>
    <w:rsid w:val="00700FC1"/>
    <w:rsid w:val="007014AF"/>
    <w:rsid w:val="007019B3"/>
    <w:rsid w:val="007028FD"/>
    <w:rsid w:val="00702EC5"/>
    <w:rsid w:val="007035B5"/>
    <w:rsid w:val="007037B9"/>
    <w:rsid w:val="00703A6F"/>
    <w:rsid w:val="0070418C"/>
    <w:rsid w:val="007046EE"/>
    <w:rsid w:val="00704821"/>
    <w:rsid w:val="00704DA9"/>
    <w:rsid w:val="007052E1"/>
    <w:rsid w:val="00705680"/>
    <w:rsid w:val="007059D2"/>
    <w:rsid w:val="00705B91"/>
    <w:rsid w:val="00706450"/>
    <w:rsid w:val="007065F3"/>
    <w:rsid w:val="0070689D"/>
    <w:rsid w:val="00706BFD"/>
    <w:rsid w:val="00707642"/>
    <w:rsid w:val="0070784C"/>
    <w:rsid w:val="007106C5"/>
    <w:rsid w:val="007106D6"/>
    <w:rsid w:val="00710749"/>
    <w:rsid w:val="0071075F"/>
    <w:rsid w:val="007117B7"/>
    <w:rsid w:val="007117CF"/>
    <w:rsid w:val="007117D8"/>
    <w:rsid w:val="00711DF5"/>
    <w:rsid w:val="00711ED9"/>
    <w:rsid w:val="00711F64"/>
    <w:rsid w:val="00712335"/>
    <w:rsid w:val="007125E4"/>
    <w:rsid w:val="007126A0"/>
    <w:rsid w:val="00712F59"/>
    <w:rsid w:val="00713072"/>
    <w:rsid w:val="007131FD"/>
    <w:rsid w:val="00713892"/>
    <w:rsid w:val="00714084"/>
    <w:rsid w:val="007142E1"/>
    <w:rsid w:val="007144A1"/>
    <w:rsid w:val="00715060"/>
    <w:rsid w:val="00715760"/>
    <w:rsid w:val="007159A8"/>
    <w:rsid w:val="007159D3"/>
    <w:rsid w:val="00715CE6"/>
    <w:rsid w:val="00715EAB"/>
    <w:rsid w:val="00715F3B"/>
    <w:rsid w:val="007160B5"/>
    <w:rsid w:val="00716232"/>
    <w:rsid w:val="00716F3D"/>
    <w:rsid w:val="00717A20"/>
    <w:rsid w:val="00717AB6"/>
    <w:rsid w:val="00717B8E"/>
    <w:rsid w:val="00717CBD"/>
    <w:rsid w:val="00720423"/>
    <w:rsid w:val="0072047F"/>
    <w:rsid w:val="00720A5C"/>
    <w:rsid w:val="00720A64"/>
    <w:rsid w:val="00721153"/>
    <w:rsid w:val="007212B7"/>
    <w:rsid w:val="00721820"/>
    <w:rsid w:val="00721B02"/>
    <w:rsid w:val="00722125"/>
    <w:rsid w:val="00722BA6"/>
    <w:rsid w:val="00722E79"/>
    <w:rsid w:val="0072342E"/>
    <w:rsid w:val="007237A0"/>
    <w:rsid w:val="00723A3B"/>
    <w:rsid w:val="00723D46"/>
    <w:rsid w:val="00723F44"/>
    <w:rsid w:val="00724518"/>
    <w:rsid w:val="00724598"/>
    <w:rsid w:val="00724872"/>
    <w:rsid w:val="00724C33"/>
    <w:rsid w:val="00724C3E"/>
    <w:rsid w:val="00725194"/>
    <w:rsid w:val="007251D0"/>
    <w:rsid w:val="007254C5"/>
    <w:rsid w:val="00725699"/>
    <w:rsid w:val="007257B8"/>
    <w:rsid w:val="00725B2A"/>
    <w:rsid w:val="00725E6A"/>
    <w:rsid w:val="007264A0"/>
    <w:rsid w:val="007267DB"/>
    <w:rsid w:val="007270B6"/>
    <w:rsid w:val="007273AE"/>
    <w:rsid w:val="007276D9"/>
    <w:rsid w:val="00727D32"/>
    <w:rsid w:val="00727E04"/>
    <w:rsid w:val="00730408"/>
    <w:rsid w:val="00730A3F"/>
    <w:rsid w:val="00730DD1"/>
    <w:rsid w:val="00731183"/>
    <w:rsid w:val="007311E0"/>
    <w:rsid w:val="0073166A"/>
    <w:rsid w:val="007318D3"/>
    <w:rsid w:val="00731AB9"/>
    <w:rsid w:val="00731DCD"/>
    <w:rsid w:val="007320E2"/>
    <w:rsid w:val="007322A8"/>
    <w:rsid w:val="0073253E"/>
    <w:rsid w:val="007325E5"/>
    <w:rsid w:val="0073316C"/>
    <w:rsid w:val="007332C1"/>
    <w:rsid w:val="007332E3"/>
    <w:rsid w:val="00733360"/>
    <w:rsid w:val="007339D7"/>
    <w:rsid w:val="00733A8E"/>
    <w:rsid w:val="00734631"/>
    <w:rsid w:val="00734727"/>
    <w:rsid w:val="00734868"/>
    <w:rsid w:val="0073496C"/>
    <w:rsid w:val="00734995"/>
    <w:rsid w:val="00734A50"/>
    <w:rsid w:val="00734C31"/>
    <w:rsid w:val="00734E98"/>
    <w:rsid w:val="00734EA5"/>
    <w:rsid w:val="007350AD"/>
    <w:rsid w:val="00735179"/>
    <w:rsid w:val="00735699"/>
    <w:rsid w:val="0073595A"/>
    <w:rsid w:val="007359BD"/>
    <w:rsid w:val="00735D7D"/>
    <w:rsid w:val="0073646F"/>
    <w:rsid w:val="00736725"/>
    <w:rsid w:val="00736CAC"/>
    <w:rsid w:val="00736F26"/>
    <w:rsid w:val="00736F88"/>
    <w:rsid w:val="00737033"/>
    <w:rsid w:val="007375E3"/>
    <w:rsid w:val="00737676"/>
    <w:rsid w:val="00737940"/>
    <w:rsid w:val="00737D3C"/>
    <w:rsid w:val="00737FEE"/>
    <w:rsid w:val="00740010"/>
    <w:rsid w:val="0074012C"/>
    <w:rsid w:val="007402C5"/>
    <w:rsid w:val="007402F3"/>
    <w:rsid w:val="0074061C"/>
    <w:rsid w:val="00740A56"/>
    <w:rsid w:val="007416D0"/>
    <w:rsid w:val="00741701"/>
    <w:rsid w:val="00741724"/>
    <w:rsid w:val="00741A4B"/>
    <w:rsid w:val="00741D83"/>
    <w:rsid w:val="00742478"/>
    <w:rsid w:val="0074290B"/>
    <w:rsid w:val="007429B1"/>
    <w:rsid w:val="00742A6F"/>
    <w:rsid w:val="00742AB0"/>
    <w:rsid w:val="00742D8A"/>
    <w:rsid w:val="007435AC"/>
    <w:rsid w:val="00743C41"/>
    <w:rsid w:val="0074407E"/>
    <w:rsid w:val="007447A7"/>
    <w:rsid w:val="00744EDE"/>
    <w:rsid w:val="00745160"/>
    <w:rsid w:val="00745277"/>
    <w:rsid w:val="00745E04"/>
    <w:rsid w:val="007463DE"/>
    <w:rsid w:val="00746845"/>
    <w:rsid w:val="00746949"/>
    <w:rsid w:val="00747029"/>
    <w:rsid w:val="00747233"/>
    <w:rsid w:val="0074764F"/>
    <w:rsid w:val="007476FB"/>
    <w:rsid w:val="00747988"/>
    <w:rsid w:val="0075016E"/>
    <w:rsid w:val="00750346"/>
    <w:rsid w:val="007507AF"/>
    <w:rsid w:val="00750F8B"/>
    <w:rsid w:val="00751B52"/>
    <w:rsid w:val="00751E71"/>
    <w:rsid w:val="00752929"/>
    <w:rsid w:val="007529E5"/>
    <w:rsid w:val="00752D9A"/>
    <w:rsid w:val="00753351"/>
    <w:rsid w:val="007536F7"/>
    <w:rsid w:val="00753C7C"/>
    <w:rsid w:val="00754016"/>
    <w:rsid w:val="0075464D"/>
    <w:rsid w:val="0075485F"/>
    <w:rsid w:val="00754907"/>
    <w:rsid w:val="00755B33"/>
    <w:rsid w:val="0075604B"/>
    <w:rsid w:val="00756090"/>
    <w:rsid w:val="00756B38"/>
    <w:rsid w:val="00756D36"/>
    <w:rsid w:val="007571B2"/>
    <w:rsid w:val="0075735B"/>
    <w:rsid w:val="00757656"/>
    <w:rsid w:val="007578F3"/>
    <w:rsid w:val="007601FB"/>
    <w:rsid w:val="00760687"/>
    <w:rsid w:val="007613C5"/>
    <w:rsid w:val="0076240B"/>
    <w:rsid w:val="007626D5"/>
    <w:rsid w:val="00762B4A"/>
    <w:rsid w:val="00763039"/>
    <w:rsid w:val="007632B4"/>
    <w:rsid w:val="007633C6"/>
    <w:rsid w:val="00763B47"/>
    <w:rsid w:val="00763C67"/>
    <w:rsid w:val="00763C81"/>
    <w:rsid w:val="00763D67"/>
    <w:rsid w:val="00764109"/>
    <w:rsid w:val="00764179"/>
    <w:rsid w:val="007649D2"/>
    <w:rsid w:val="00764A0F"/>
    <w:rsid w:val="00764C35"/>
    <w:rsid w:val="007652DF"/>
    <w:rsid w:val="00765433"/>
    <w:rsid w:val="007657B5"/>
    <w:rsid w:val="00765EFD"/>
    <w:rsid w:val="0076608E"/>
    <w:rsid w:val="00766170"/>
    <w:rsid w:val="00766564"/>
    <w:rsid w:val="00766BB9"/>
    <w:rsid w:val="0076713C"/>
    <w:rsid w:val="007672D8"/>
    <w:rsid w:val="0077115C"/>
    <w:rsid w:val="007719B5"/>
    <w:rsid w:val="00771A52"/>
    <w:rsid w:val="00771C5A"/>
    <w:rsid w:val="00771C75"/>
    <w:rsid w:val="00771EBE"/>
    <w:rsid w:val="007720DA"/>
    <w:rsid w:val="00772DD8"/>
    <w:rsid w:val="007731B0"/>
    <w:rsid w:val="007731BD"/>
    <w:rsid w:val="00773477"/>
    <w:rsid w:val="007739EB"/>
    <w:rsid w:val="00773A85"/>
    <w:rsid w:val="00773E5A"/>
    <w:rsid w:val="007740A5"/>
    <w:rsid w:val="00774C9A"/>
    <w:rsid w:val="00774D72"/>
    <w:rsid w:val="00775368"/>
    <w:rsid w:val="00775570"/>
    <w:rsid w:val="00775B54"/>
    <w:rsid w:val="0077646D"/>
    <w:rsid w:val="007764C6"/>
    <w:rsid w:val="00776665"/>
    <w:rsid w:val="00776854"/>
    <w:rsid w:val="0077696B"/>
    <w:rsid w:val="00776D09"/>
    <w:rsid w:val="0077704F"/>
    <w:rsid w:val="0077715E"/>
    <w:rsid w:val="007774AC"/>
    <w:rsid w:val="007775B4"/>
    <w:rsid w:val="0077799D"/>
    <w:rsid w:val="00777C48"/>
    <w:rsid w:val="0078057A"/>
    <w:rsid w:val="00780E49"/>
    <w:rsid w:val="00780FA9"/>
    <w:rsid w:val="00781042"/>
    <w:rsid w:val="0078105B"/>
    <w:rsid w:val="007814EB"/>
    <w:rsid w:val="00781AE0"/>
    <w:rsid w:val="007826F8"/>
    <w:rsid w:val="007827FD"/>
    <w:rsid w:val="00782DA0"/>
    <w:rsid w:val="00782E93"/>
    <w:rsid w:val="00783331"/>
    <w:rsid w:val="007835A2"/>
    <w:rsid w:val="00783A0E"/>
    <w:rsid w:val="00783BBD"/>
    <w:rsid w:val="00783DB4"/>
    <w:rsid w:val="0078408F"/>
    <w:rsid w:val="00784499"/>
    <w:rsid w:val="007849BF"/>
    <w:rsid w:val="00784DC5"/>
    <w:rsid w:val="00784F4F"/>
    <w:rsid w:val="00784F59"/>
    <w:rsid w:val="0078562A"/>
    <w:rsid w:val="00785DAE"/>
    <w:rsid w:val="0078601E"/>
    <w:rsid w:val="0078643E"/>
    <w:rsid w:val="007865AC"/>
    <w:rsid w:val="00786826"/>
    <w:rsid w:val="00786A6E"/>
    <w:rsid w:val="00787244"/>
    <w:rsid w:val="00787C1A"/>
    <w:rsid w:val="00787C53"/>
    <w:rsid w:val="00787E0A"/>
    <w:rsid w:val="00787F0F"/>
    <w:rsid w:val="00790042"/>
    <w:rsid w:val="0079067E"/>
    <w:rsid w:val="00790B58"/>
    <w:rsid w:val="00790E32"/>
    <w:rsid w:val="00790F27"/>
    <w:rsid w:val="00791186"/>
    <w:rsid w:val="007912FF"/>
    <w:rsid w:val="00791337"/>
    <w:rsid w:val="007915FC"/>
    <w:rsid w:val="00791835"/>
    <w:rsid w:val="00791969"/>
    <w:rsid w:val="00791A8C"/>
    <w:rsid w:val="00791BFF"/>
    <w:rsid w:val="00791D59"/>
    <w:rsid w:val="00792184"/>
    <w:rsid w:val="0079261A"/>
    <w:rsid w:val="00792692"/>
    <w:rsid w:val="0079274D"/>
    <w:rsid w:val="00792F1A"/>
    <w:rsid w:val="00793095"/>
    <w:rsid w:val="0079346E"/>
    <w:rsid w:val="00793490"/>
    <w:rsid w:val="007935B2"/>
    <w:rsid w:val="00793A9D"/>
    <w:rsid w:val="00793E37"/>
    <w:rsid w:val="007947F3"/>
    <w:rsid w:val="00794B1A"/>
    <w:rsid w:val="00795201"/>
    <w:rsid w:val="007959C2"/>
    <w:rsid w:val="0079606A"/>
    <w:rsid w:val="007960F4"/>
    <w:rsid w:val="0079616A"/>
    <w:rsid w:val="00796866"/>
    <w:rsid w:val="00796F00"/>
    <w:rsid w:val="00796F3F"/>
    <w:rsid w:val="00796F75"/>
    <w:rsid w:val="007972A7"/>
    <w:rsid w:val="00797F86"/>
    <w:rsid w:val="007A0483"/>
    <w:rsid w:val="007A05FE"/>
    <w:rsid w:val="007A0825"/>
    <w:rsid w:val="007A096B"/>
    <w:rsid w:val="007A12C2"/>
    <w:rsid w:val="007A1416"/>
    <w:rsid w:val="007A1467"/>
    <w:rsid w:val="007A178D"/>
    <w:rsid w:val="007A18D7"/>
    <w:rsid w:val="007A19AC"/>
    <w:rsid w:val="007A2139"/>
    <w:rsid w:val="007A2287"/>
    <w:rsid w:val="007A24A8"/>
    <w:rsid w:val="007A29DA"/>
    <w:rsid w:val="007A4761"/>
    <w:rsid w:val="007A4F07"/>
    <w:rsid w:val="007A5D91"/>
    <w:rsid w:val="007A6262"/>
    <w:rsid w:val="007A642F"/>
    <w:rsid w:val="007A64D7"/>
    <w:rsid w:val="007A6EA5"/>
    <w:rsid w:val="007A741D"/>
    <w:rsid w:val="007A7669"/>
    <w:rsid w:val="007A78E0"/>
    <w:rsid w:val="007A7B9B"/>
    <w:rsid w:val="007B0101"/>
    <w:rsid w:val="007B02C8"/>
    <w:rsid w:val="007B0628"/>
    <w:rsid w:val="007B0D2F"/>
    <w:rsid w:val="007B0E58"/>
    <w:rsid w:val="007B1079"/>
    <w:rsid w:val="007B1212"/>
    <w:rsid w:val="007B1257"/>
    <w:rsid w:val="007B1298"/>
    <w:rsid w:val="007B12A8"/>
    <w:rsid w:val="007B130D"/>
    <w:rsid w:val="007B1323"/>
    <w:rsid w:val="007B156B"/>
    <w:rsid w:val="007B1B21"/>
    <w:rsid w:val="007B2098"/>
    <w:rsid w:val="007B2196"/>
    <w:rsid w:val="007B256A"/>
    <w:rsid w:val="007B2AA8"/>
    <w:rsid w:val="007B2DD6"/>
    <w:rsid w:val="007B35E5"/>
    <w:rsid w:val="007B375B"/>
    <w:rsid w:val="007B3B8B"/>
    <w:rsid w:val="007B3FAA"/>
    <w:rsid w:val="007B429D"/>
    <w:rsid w:val="007B4374"/>
    <w:rsid w:val="007B473C"/>
    <w:rsid w:val="007B482A"/>
    <w:rsid w:val="007B4899"/>
    <w:rsid w:val="007B4E37"/>
    <w:rsid w:val="007B5152"/>
    <w:rsid w:val="007B5761"/>
    <w:rsid w:val="007B5AB9"/>
    <w:rsid w:val="007B5E8B"/>
    <w:rsid w:val="007B6478"/>
    <w:rsid w:val="007B69E1"/>
    <w:rsid w:val="007B7205"/>
    <w:rsid w:val="007B7348"/>
    <w:rsid w:val="007B774D"/>
    <w:rsid w:val="007B774E"/>
    <w:rsid w:val="007B79A3"/>
    <w:rsid w:val="007B7F40"/>
    <w:rsid w:val="007C0A70"/>
    <w:rsid w:val="007C188C"/>
    <w:rsid w:val="007C18EF"/>
    <w:rsid w:val="007C1CE3"/>
    <w:rsid w:val="007C2014"/>
    <w:rsid w:val="007C2049"/>
    <w:rsid w:val="007C23DB"/>
    <w:rsid w:val="007C27A0"/>
    <w:rsid w:val="007C2A46"/>
    <w:rsid w:val="007C2DC3"/>
    <w:rsid w:val="007C2EDF"/>
    <w:rsid w:val="007C2FC1"/>
    <w:rsid w:val="007C31C5"/>
    <w:rsid w:val="007C3521"/>
    <w:rsid w:val="007C41E6"/>
    <w:rsid w:val="007C4A8F"/>
    <w:rsid w:val="007C4BA2"/>
    <w:rsid w:val="007C4C61"/>
    <w:rsid w:val="007C4C87"/>
    <w:rsid w:val="007C4CA1"/>
    <w:rsid w:val="007C5601"/>
    <w:rsid w:val="007C5789"/>
    <w:rsid w:val="007C5B39"/>
    <w:rsid w:val="007C5F00"/>
    <w:rsid w:val="007C60C4"/>
    <w:rsid w:val="007C66DC"/>
    <w:rsid w:val="007C6A75"/>
    <w:rsid w:val="007C6D76"/>
    <w:rsid w:val="007C716B"/>
    <w:rsid w:val="007C7BCE"/>
    <w:rsid w:val="007C7C21"/>
    <w:rsid w:val="007D05B6"/>
    <w:rsid w:val="007D125F"/>
    <w:rsid w:val="007D12F4"/>
    <w:rsid w:val="007D14C3"/>
    <w:rsid w:val="007D1699"/>
    <w:rsid w:val="007D19D1"/>
    <w:rsid w:val="007D1CC8"/>
    <w:rsid w:val="007D1DD6"/>
    <w:rsid w:val="007D2381"/>
    <w:rsid w:val="007D28F5"/>
    <w:rsid w:val="007D2DF0"/>
    <w:rsid w:val="007D30FE"/>
    <w:rsid w:val="007D3156"/>
    <w:rsid w:val="007D3468"/>
    <w:rsid w:val="007D34CC"/>
    <w:rsid w:val="007D3678"/>
    <w:rsid w:val="007D3A85"/>
    <w:rsid w:val="007D4566"/>
    <w:rsid w:val="007D45BC"/>
    <w:rsid w:val="007D48DF"/>
    <w:rsid w:val="007D4D35"/>
    <w:rsid w:val="007D4DAF"/>
    <w:rsid w:val="007D5481"/>
    <w:rsid w:val="007D5A7E"/>
    <w:rsid w:val="007D5DFB"/>
    <w:rsid w:val="007D60FF"/>
    <w:rsid w:val="007D6320"/>
    <w:rsid w:val="007D6C20"/>
    <w:rsid w:val="007D6F6C"/>
    <w:rsid w:val="007E0059"/>
    <w:rsid w:val="007E0301"/>
    <w:rsid w:val="007E0824"/>
    <w:rsid w:val="007E0F72"/>
    <w:rsid w:val="007E17D5"/>
    <w:rsid w:val="007E19E4"/>
    <w:rsid w:val="007E1D0C"/>
    <w:rsid w:val="007E23A7"/>
    <w:rsid w:val="007E243B"/>
    <w:rsid w:val="007E2B1A"/>
    <w:rsid w:val="007E2C22"/>
    <w:rsid w:val="007E2CD9"/>
    <w:rsid w:val="007E2D64"/>
    <w:rsid w:val="007E2E3C"/>
    <w:rsid w:val="007E321A"/>
    <w:rsid w:val="007E329A"/>
    <w:rsid w:val="007E33ED"/>
    <w:rsid w:val="007E34F0"/>
    <w:rsid w:val="007E3A60"/>
    <w:rsid w:val="007E3C97"/>
    <w:rsid w:val="007E3D8E"/>
    <w:rsid w:val="007E3E56"/>
    <w:rsid w:val="007E3E58"/>
    <w:rsid w:val="007E426E"/>
    <w:rsid w:val="007E45DB"/>
    <w:rsid w:val="007E4782"/>
    <w:rsid w:val="007E59A2"/>
    <w:rsid w:val="007E5D2B"/>
    <w:rsid w:val="007E5FCE"/>
    <w:rsid w:val="007E6155"/>
    <w:rsid w:val="007E615C"/>
    <w:rsid w:val="007E65AC"/>
    <w:rsid w:val="007E6C53"/>
    <w:rsid w:val="007E6F6D"/>
    <w:rsid w:val="007E6F7E"/>
    <w:rsid w:val="007E6F82"/>
    <w:rsid w:val="007E730F"/>
    <w:rsid w:val="007E7671"/>
    <w:rsid w:val="007E7FBC"/>
    <w:rsid w:val="007F0662"/>
    <w:rsid w:val="007F0ED6"/>
    <w:rsid w:val="007F12DC"/>
    <w:rsid w:val="007F13A7"/>
    <w:rsid w:val="007F1BBA"/>
    <w:rsid w:val="007F1E44"/>
    <w:rsid w:val="007F1ED7"/>
    <w:rsid w:val="007F2585"/>
    <w:rsid w:val="007F2820"/>
    <w:rsid w:val="007F2980"/>
    <w:rsid w:val="007F2DB6"/>
    <w:rsid w:val="007F2F1F"/>
    <w:rsid w:val="007F3286"/>
    <w:rsid w:val="007F49F2"/>
    <w:rsid w:val="007F4A69"/>
    <w:rsid w:val="007F4D54"/>
    <w:rsid w:val="007F54AB"/>
    <w:rsid w:val="007F58A4"/>
    <w:rsid w:val="007F67D2"/>
    <w:rsid w:val="007F69F4"/>
    <w:rsid w:val="007F6B2F"/>
    <w:rsid w:val="007F7273"/>
    <w:rsid w:val="007F7393"/>
    <w:rsid w:val="008000D4"/>
    <w:rsid w:val="008001C8"/>
    <w:rsid w:val="008001F8"/>
    <w:rsid w:val="008003B3"/>
    <w:rsid w:val="008011DD"/>
    <w:rsid w:val="00801ABF"/>
    <w:rsid w:val="00801FB6"/>
    <w:rsid w:val="0080223B"/>
    <w:rsid w:val="00802373"/>
    <w:rsid w:val="008028F0"/>
    <w:rsid w:val="0080302E"/>
    <w:rsid w:val="008033C1"/>
    <w:rsid w:val="00803494"/>
    <w:rsid w:val="00803600"/>
    <w:rsid w:val="00803EA3"/>
    <w:rsid w:val="00803FD5"/>
    <w:rsid w:val="008041C2"/>
    <w:rsid w:val="008042EF"/>
    <w:rsid w:val="00804402"/>
    <w:rsid w:val="008044DA"/>
    <w:rsid w:val="00804604"/>
    <w:rsid w:val="008046BC"/>
    <w:rsid w:val="00804793"/>
    <w:rsid w:val="008048A8"/>
    <w:rsid w:val="00805048"/>
    <w:rsid w:val="00805366"/>
    <w:rsid w:val="0080568B"/>
    <w:rsid w:val="008058D2"/>
    <w:rsid w:val="00805AC0"/>
    <w:rsid w:val="00806A1A"/>
    <w:rsid w:val="00807DAB"/>
    <w:rsid w:val="00807EF6"/>
    <w:rsid w:val="0081047D"/>
    <w:rsid w:val="00810775"/>
    <w:rsid w:val="00810971"/>
    <w:rsid w:val="008109CB"/>
    <w:rsid w:val="00810A7C"/>
    <w:rsid w:val="00810EEF"/>
    <w:rsid w:val="00811111"/>
    <w:rsid w:val="00811163"/>
    <w:rsid w:val="0081149C"/>
    <w:rsid w:val="00811EEF"/>
    <w:rsid w:val="00812523"/>
    <w:rsid w:val="00812583"/>
    <w:rsid w:val="00813573"/>
    <w:rsid w:val="00813850"/>
    <w:rsid w:val="008140FB"/>
    <w:rsid w:val="008142EB"/>
    <w:rsid w:val="00814BBC"/>
    <w:rsid w:val="00814ED7"/>
    <w:rsid w:val="008150C2"/>
    <w:rsid w:val="008152BE"/>
    <w:rsid w:val="00815611"/>
    <w:rsid w:val="00815E35"/>
    <w:rsid w:val="00816065"/>
    <w:rsid w:val="008202FC"/>
    <w:rsid w:val="00820371"/>
    <w:rsid w:val="00820460"/>
    <w:rsid w:val="008204D5"/>
    <w:rsid w:val="00820936"/>
    <w:rsid w:val="00820A21"/>
    <w:rsid w:val="0082134E"/>
    <w:rsid w:val="008214AF"/>
    <w:rsid w:val="008218F8"/>
    <w:rsid w:val="00821918"/>
    <w:rsid w:val="00821BDD"/>
    <w:rsid w:val="00821F2B"/>
    <w:rsid w:val="0082227E"/>
    <w:rsid w:val="00822633"/>
    <w:rsid w:val="008235CD"/>
    <w:rsid w:val="0082373B"/>
    <w:rsid w:val="008238C2"/>
    <w:rsid w:val="008238C4"/>
    <w:rsid w:val="00824047"/>
    <w:rsid w:val="008242A8"/>
    <w:rsid w:val="008249E8"/>
    <w:rsid w:val="008255AB"/>
    <w:rsid w:val="00825917"/>
    <w:rsid w:val="00825E49"/>
    <w:rsid w:val="008267F4"/>
    <w:rsid w:val="00826822"/>
    <w:rsid w:val="008269D0"/>
    <w:rsid w:val="00826C92"/>
    <w:rsid w:val="00826E2B"/>
    <w:rsid w:val="00827966"/>
    <w:rsid w:val="00827A47"/>
    <w:rsid w:val="00827C11"/>
    <w:rsid w:val="00827C1D"/>
    <w:rsid w:val="008300FD"/>
    <w:rsid w:val="008301E7"/>
    <w:rsid w:val="0083034E"/>
    <w:rsid w:val="0083046C"/>
    <w:rsid w:val="00830830"/>
    <w:rsid w:val="00830BBC"/>
    <w:rsid w:val="008315CE"/>
    <w:rsid w:val="00831DD1"/>
    <w:rsid w:val="008325BE"/>
    <w:rsid w:val="00832AAC"/>
    <w:rsid w:val="00832D99"/>
    <w:rsid w:val="00832ED6"/>
    <w:rsid w:val="00832EE5"/>
    <w:rsid w:val="00833017"/>
    <w:rsid w:val="00833C52"/>
    <w:rsid w:val="00833C8D"/>
    <w:rsid w:val="0083405E"/>
    <w:rsid w:val="00834213"/>
    <w:rsid w:val="008349C5"/>
    <w:rsid w:val="00834B33"/>
    <w:rsid w:val="00835303"/>
    <w:rsid w:val="008367CF"/>
    <w:rsid w:val="00836868"/>
    <w:rsid w:val="00836987"/>
    <w:rsid w:val="00836AF6"/>
    <w:rsid w:val="00836E4E"/>
    <w:rsid w:val="00837083"/>
    <w:rsid w:val="008370E7"/>
    <w:rsid w:val="0083719E"/>
    <w:rsid w:val="008373A6"/>
    <w:rsid w:val="0083764C"/>
    <w:rsid w:val="00837A09"/>
    <w:rsid w:val="00837F10"/>
    <w:rsid w:val="0084009B"/>
    <w:rsid w:val="008400FC"/>
    <w:rsid w:val="00840456"/>
    <w:rsid w:val="00840B58"/>
    <w:rsid w:val="00840E36"/>
    <w:rsid w:val="00841685"/>
    <w:rsid w:val="00841B51"/>
    <w:rsid w:val="00841EE9"/>
    <w:rsid w:val="008420BF"/>
    <w:rsid w:val="00842110"/>
    <w:rsid w:val="0084248F"/>
    <w:rsid w:val="008425EF"/>
    <w:rsid w:val="00842C2A"/>
    <w:rsid w:val="00843389"/>
    <w:rsid w:val="0084460F"/>
    <w:rsid w:val="00844697"/>
    <w:rsid w:val="00844D00"/>
    <w:rsid w:val="008454E5"/>
    <w:rsid w:val="00845976"/>
    <w:rsid w:val="00845AB3"/>
    <w:rsid w:val="00846220"/>
    <w:rsid w:val="008469B9"/>
    <w:rsid w:val="00846D30"/>
    <w:rsid w:val="00847524"/>
    <w:rsid w:val="008478F3"/>
    <w:rsid w:val="00847AC7"/>
    <w:rsid w:val="0085085A"/>
    <w:rsid w:val="00850A49"/>
    <w:rsid w:val="00850C9C"/>
    <w:rsid w:val="00851061"/>
    <w:rsid w:val="00851A07"/>
    <w:rsid w:val="00852116"/>
    <w:rsid w:val="00852645"/>
    <w:rsid w:val="008526C5"/>
    <w:rsid w:val="00852947"/>
    <w:rsid w:val="00852A91"/>
    <w:rsid w:val="00852B6C"/>
    <w:rsid w:val="0085340B"/>
    <w:rsid w:val="00853664"/>
    <w:rsid w:val="00853685"/>
    <w:rsid w:val="008538A7"/>
    <w:rsid w:val="00853FAC"/>
    <w:rsid w:val="0085483C"/>
    <w:rsid w:val="008548F6"/>
    <w:rsid w:val="00854AD0"/>
    <w:rsid w:val="00854C15"/>
    <w:rsid w:val="0085508C"/>
    <w:rsid w:val="008556ED"/>
    <w:rsid w:val="008559EF"/>
    <w:rsid w:val="0085605C"/>
    <w:rsid w:val="0085649B"/>
    <w:rsid w:val="008565E7"/>
    <w:rsid w:val="00856E46"/>
    <w:rsid w:val="00857109"/>
    <w:rsid w:val="00857984"/>
    <w:rsid w:val="008601E6"/>
    <w:rsid w:val="00860647"/>
    <w:rsid w:val="0086079B"/>
    <w:rsid w:val="00860880"/>
    <w:rsid w:val="00861180"/>
    <w:rsid w:val="00862490"/>
    <w:rsid w:val="008624E0"/>
    <w:rsid w:val="008625A8"/>
    <w:rsid w:val="008631F6"/>
    <w:rsid w:val="00863409"/>
    <w:rsid w:val="00864004"/>
    <w:rsid w:val="008647AF"/>
    <w:rsid w:val="00865367"/>
    <w:rsid w:val="008653CE"/>
    <w:rsid w:val="008653E6"/>
    <w:rsid w:val="0086558E"/>
    <w:rsid w:val="008656EF"/>
    <w:rsid w:val="00865D9F"/>
    <w:rsid w:val="00865EC6"/>
    <w:rsid w:val="0086646C"/>
    <w:rsid w:val="00866E70"/>
    <w:rsid w:val="008673A3"/>
    <w:rsid w:val="008675A0"/>
    <w:rsid w:val="00867760"/>
    <w:rsid w:val="00867CB9"/>
    <w:rsid w:val="00870065"/>
    <w:rsid w:val="00870095"/>
    <w:rsid w:val="008700D4"/>
    <w:rsid w:val="008714CC"/>
    <w:rsid w:val="00871500"/>
    <w:rsid w:val="008716DE"/>
    <w:rsid w:val="008719E3"/>
    <w:rsid w:val="00871B48"/>
    <w:rsid w:val="00871D16"/>
    <w:rsid w:val="0087251F"/>
    <w:rsid w:val="00872978"/>
    <w:rsid w:val="00872E57"/>
    <w:rsid w:val="00873074"/>
    <w:rsid w:val="00873392"/>
    <w:rsid w:val="0087370C"/>
    <w:rsid w:val="0087401A"/>
    <w:rsid w:val="008741EB"/>
    <w:rsid w:val="0087467C"/>
    <w:rsid w:val="00874730"/>
    <w:rsid w:val="008748B2"/>
    <w:rsid w:val="00875046"/>
    <w:rsid w:val="008751B6"/>
    <w:rsid w:val="00875307"/>
    <w:rsid w:val="008756E3"/>
    <w:rsid w:val="00875906"/>
    <w:rsid w:val="00875BCD"/>
    <w:rsid w:val="00875F97"/>
    <w:rsid w:val="0087635A"/>
    <w:rsid w:val="00876371"/>
    <w:rsid w:val="00876F4E"/>
    <w:rsid w:val="0087702E"/>
    <w:rsid w:val="00877371"/>
    <w:rsid w:val="008773D5"/>
    <w:rsid w:val="008774E9"/>
    <w:rsid w:val="00877547"/>
    <w:rsid w:val="0087770B"/>
    <w:rsid w:val="00877924"/>
    <w:rsid w:val="008807EB"/>
    <w:rsid w:val="0088086E"/>
    <w:rsid w:val="00880F74"/>
    <w:rsid w:val="008816A5"/>
    <w:rsid w:val="00882579"/>
    <w:rsid w:val="00882703"/>
    <w:rsid w:val="00882758"/>
    <w:rsid w:val="00882775"/>
    <w:rsid w:val="00883680"/>
    <w:rsid w:val="00883F03"/>
    <w:rsid w:val="00883F17"/>
    <w:rsid w:val="0088469D"/>
    <w:rsid w:val="00884ACF"/>
    <w:rsid w:val="00884D5D"/>
    <w:rsid w:val="00884E7F"/>
    <w:rsid w:val="008859B9"/>
    <w:rsid w:val="00885EC7"/>
    <w:rsid w:val="00886912"/>
    <w:rsid w:val="00886997"/>
    <w:rsid w:val="008871C8"/>
    <w:rsid w:val="0088775F"/>
    <w:rsid w:val="008878A0"/>
    <w:rsid w:val="00887B61"/>
    <w:rsid w:val="00890268"/>
    <w:rsid w:val="00890393"/>
    <w:rsid w:val="00891510"/>
    <w:rsid w:val="008917EC"/>
    <w:rsid w:val="00891BFC"/>
    <w:rsid w:val="00891DF7"/>
    <w:rsid w:val="008920D2"/>
    <w:rsid w:val="0089214A"/>
    <w:rsid w:val="008926B6"/>
    <w:rsid w:val="008928E5"/>
    <w:rsid w:val="00892936"/>
    <w:rsid w:val="008929DB"/>
    <w:rsid w:val="0089399A"/>
    <w:rsid w:val="00893E14"/>
    <w:rsid w:val="00893EAA"/>
    <w:rsid w:val="00893FBA"/>
    <w:rsid w:val="00894068"/>
    <w:rsid w:val="00894113"/>
    <w:rsid w:val="00894472"/>
    <w:rsid w:val="00894ECA"/>
    <w:rsid w:val="00895642"/>
    <w:rsid w:val="008957DD"/>
    <w:rsid w:val="00895A6E"/>
    <w:rsid w:val="00895F7B"/>
    <w:rsid w:val="008960B5"/>
    <w:rsid w:val="008960C4"/>
    <w:rsid w:val="008962E7"/>
    <w:rsid w:val="00896F37"/>
    <w:rsid w:val="00896FBE"/>
    <w:rsid w:val="0089712D"/>
    <w:rsid w:val="00897A84"/>
    <w:rsid w:val="00897B12"/>
    <w:rsid w:val="00897F07"/>
    <w:rsid w:val="008A04BD"/>
    <w:rsid w:val="008A0CF6"/>
    <w:rsid w:val="008A0F1A"/>
    <w:rsid w:val="008A1055"/>
    <w:rsid w:val="008A1359"/>
    <w:rsid w:val="008A1954"/>
    <w:rsid w:val="008A1E72"/>
    <w:rsid w:val="008A231B"/>
    <w:rsid w:val="008A29AA"/>
    <w:rsid w:val="008A2CDC"/>
    <w:rsid w:val="008A36DF"/>
    <w:rsid w:val="008A3815"/>
    <w:rsid w:val="008A3A92"/>
    <w:rsid w:val="008A4500"/>
    <w:rsid w:val="008A470A"/>
    <w:rsid w:val="008A5B42"/>
    <w:rsid w:val="008A6364"/>
    <w:rsid w:val="008A639D"/>
    <w:rsid w:val="008A6F9F"/>
    <w:rsid w:val="008A7070"/>
    <w:rsid w:val="008A719C"/>
    <w:rsid w:val="008B023D"/>
    <w:rsid w:val="008B0A0E"/>
    <w:rsid w:val="008B111B"/>
    <w:rsid w:val="008B13C3"/>
    <w:rsid w:val="008B1500"/>
    <w:rsid w:val="008B1A2A"/>
    <w:rsid w:val="008B1CB2"/>
    <w:rsid w:val="008B235D"/>
    <w:rsid w:val="008B2617"/>
    <w:rsid w:val="008B28DB"/>
    <w:rsid w:val="008B2F24"/>
    <w:rsid w:val="008B3023"/>
    <w:rsid w:val="008B3791"/>
    <w:rsid w:val="008B3A82"/>
    <w:rsid w:val="008B3B93"/>
    <w:rsid w:val="008B3D2D"/>
    <w:rsid w:val="008B3EEB"/>
    <w:rsid w:val="008B441D"/>
    <w:rsid w:val="008B44C7"/>
    <w:rsid w:val="008B4764"/>
    <w:rsid w:val="008B4A35"/>
    <w:rsid w:val="008B4E65"/>
    <w:rsid w:val="008B4F99"/>
    <w:rsid w:val="008B52D3"/>
    <w:rsid w:val="008B54C2"/>
    <w:rsid w:val="008B5717"/>
    <w:rsid w:val="008B6428"/>
    <w:rsid w:val="008B64A1"/>
    <w:rsid w:val="008B6984"/>
    <w:rsid w:val="008B6A29"/>
    <w:rsid w:val="008B6EB4"/>
    <w:rsid w:val="008B703A"/>
    <w:rsid w:val="008B761A"/>
    <w:rsid w:val="008B79F6"/>
    <w:rsid w:val="008B7BF1"/>
    <w:rsid w:val="008B7D56"/>
    <w:rsid w:val="008C0143"/>
    <w:rsid w:val="008C0B6D"/>
    <w:rsid w:val="008C0CB1"/>
    <w:rsid w:val="008C0DA5"/>
    <w:rsid w:val="008C0DDD"/>
    <w:rsid w:val="008C0F18"/>
    <w:rsid w:val="008C1387"/>
    <w:rsid w:val="008C1706"/>
    <w:rsid w:val="008C196E"/>
    <w:rsid w:val="008C1A17"/>
    <w:rsid w:val="008C1B20"/>
    <w:rsid w:val="008C2309"/>
    <w:rsid w:val="008C257E"/>
    <w:rsid w:val="008C2AC3"/>
    <w:rsid w:val="008C32CF"/>
    <w:rsid w:val="008C338A"/>
    <w:rsid w:val="008C3438"/>
    <w:rsid w:val="008C37AB"/>
    <w:rsid w:val="008C3842"/>
    <w:rsid w:val="008C44D0"/>
    <w:rsid w:val="008C4AA9"/>
    <w:rsid w:val="008C4CC5"/>
    <w:rsid w:val="008C4D3A"/>
    <w:rsid w:val="008C4F32"/>
    <w:rsid w:val="008C5255"/>
    <w:rsid w:val="008C5885"/>
    <w:rsid w:val="008C594B"/>
    <w:rsid w:val="008C5E4A"/>
    <w:rsid w:val="008C5F12"/>
    <w:rsid w:val="008C61C1"/>
    <w:rsid w:val="008C6838"/>
    <w:rsid w:val="008C6969"/>
    <w:rsid w:val="008C6C6D"/>
    <w:rsid w:val="008C6E15"/>
    <w:rsid w:val="008C7A57"/>
    <w:rsid w:val="008C7CD1"/>
    <w:rsid w:val="008C7E15"/>
    <w:rsid w:val="008D01A5"/>
    <w:rsid w:val="008D06A8"/>
    <w:rsid w:val="008D06E2"/>
    <w:rsid w:val="008D11BB"/>
    <w:rsid w:val="008D158C"/>
    <w:rsid w:val="008D1958"/>
    <w:rsid w:val="008D1971"/>
    <w:rsid w:val="008D1F72"/>
    <w:rsid w:val="008D214B"/>
    <w:rsid w:val="008D2609"/>
    <w:rsid w:val="008D2EDD"/>
    <w:rsid w:val="008D3638"/>
    <w:rsid w:val="008D3FF6"/>
    <w:rsid w:val="008D44CE"/>
    <w:rsid w:val="008D4D9C"/>
    <w:rsid w:val="008D5D9E"/>
    <w:rsid w:val="008D608F"/>
    <w:rsid w:val="008D6446"/>
    <w:rsid w:val="008D65AE"/>
    <w:rsid w:val="008D68AA"/>
    <w:rsid w:val="008D6F41"/>
    <w:rsid w:val="008D7065"/>
    <w:rsid w:val="008D70F1"/>
    <w:rsid w:val="008D7209"/>
    <w:rsid w:val="008D778B"/>
    <w:rsid w:val="008D7838"/>
    <w:rsid w:val="008D78F7"/>
    <w:rsid w:val="008E032D"/>
    <w:rsid w:val="008E07F6"/>
    <w:rsid w:val="008E0AB9"/>
    <w:rsid w:val="008E0C8D"/>
    <w:rsid w:val="008E0CB2"/>
    <w:rsid w:val="008E104D"/>
    <w:rsid w:val="008E1989"/>
    <w:rsid w:val="008E1B63"/>
    <w:rsid w:val="008E1C60"/>
    <w:rsid w:val="008E1D7A"/>
    <w:rsid w:val="008E203C"/>
    <w:rsid w:val="008E20E1"/>
    <w:rsid w:val="008E2256"/>
    <w:rsid w:val="008E2591"/>
    <w:rsid w:val="008E263A"/>
    <w:rsid w:val="008E350E"/>
    <w:rsid w:val="008E3C7B"/>
    <w:rsid w:val="008E405C"/>
    <w:rsid w:val="008E45B4"/>
    <w:rsid w:val="008E45E2"/>
    <w:rsid w:val="008E4BB4"/>
    <w:rsid w:val="008E4C7B"/>
    <w:rsid w:val="008E4FA4"/>
    <w:rsid w:val="008E521F"/>
    <w:rsid w:val="008E52CF"/>
    <w:rsid w:val="008E5318"/>
    <w:rsid w:val="008E53CF"/>
    <w:rsid w:val="008E55CA"/>
    <w:rsid w:val="008E5816"/>
    <w:rsid w:val="008E58E9"/>
    <w:rsid w:val="008E590E"/>
    <w:rsid w:val="008E5A46"/>
    <w:rsid w:val="008E5F02"/>
    <w:rsid w:val="008E675D"/>
    <w:rsid w:val="008E68E5"/>
    <w:rsid w:val="008E6B48"/>
    <w:rsid w:val="008E6B7A"/>
    <w:rsid w:val="008E6BBF"/>
    <w:rsid w:val="008E6CBB"/>
    <w:rsid w:val="008F0204"/>
    <w:rsid w:val="008F0F9F"/>
    <w:rsid w:val="008F1111"/>
    <w:rsid w:val="008F1437"/>
    <w:rsid w:val="008F1861"/>
    <w:rsid w:val="008F1DCD"/>
    <w:rsid w:val="008F229A"/>
    <w:rsid w:val="008F28D1"/>
    <w:rsid w:val="008F2999"/>
    <w:rsid w:val="008F2BD2"/>
    <w:rsid w:val="008F2DB8"/>
    <w:rsid w:val="008F3F0B"/>
    <w:rsid w:val="008F3FE2"/>
    <w:rsid w:val="008F3FFD"/>
    <w:rsid w:val="008F44C2"/>
    <w:rsid w:val="008F52F5"/>
    <w:rsid w:val="008F56B9"/>
    <w:rsid w:val="008F5A67"/>
    <w:rsid w:val="008F5BC2"/>
    <w:rsid w:val="008F626C"/>
    <w:rsid w:val="008F6412"/>
    <w:rsid w:val="008F6691"/>
    <w:rsid w:val="008F68D9"/>
    <w:rsid w:val="008F6FEF"/>
    <w:rsid w:val="008F7AC9"/>
    <w:rsid w:val="008F7FE7"/>
    <w:rsid w:val="00900077"/>
    <w:rsid w:val="0090031D"/>
    <w:rsid w:val="009007CE"/>
    <w:rsid w:val="00900AC5"/>
    <w:rsid w:val="00900BC7"/>
    <w:rsid w:val="00900D58"/>
    <w:rsid w:val="00901094"/>
    <w:rsid w:val="00901C47"/>
    <w:rsid w:val="00901E06"/>
    <w:rsid w:val="00901F92"/>
    <w:rsid w:val="009025A7"/>
    <w:rsid w:val="009032C3"/>
    <w:rsid w:val="009034A6"/>
    <w:rsid w:val="00904155"/>
    <w:rsid w:val="00904413"/>
    <w:rsid w:val="009045FD"/>
    <w:rsid w:val="009047C4"/>
    <w:rsid w:val="009048BC"/>
    <w:rsid w:val="009049D9"/>
    <w:rsid w:val="00904B2F"/>
    <w:rsid w:val="0090571F"/>
    <w:rsid w:val="00906216"/>
    <w:rsid w:val="009062AE"/>
    <w:rsid w:val="009068A4"/>
    <w:rsid w:val="00906F9F"/>
    <w:rsid w:val="00906FC6"/>
    <w:rsid w:val="009070D5"/>
    <w:rsid w:val="00907213"/>
    <w:rsid w:val="0090758F"/>
    <w:rsid w:val="00907ACC"/>
    <w:rsid w:val="00907D61"/>
    <w:rsid w:val="009101B0"/>
    <w:rsid w:val="009102D3"/>
    <w:rsid w:val="009102EB"/>
    <w:rsid w:val="0091031D"/>
    <w:rsid w:val="00910A2C"/>
    <w:rsid w:val="00910C10"/>
    <w:rsid w:val="00910FCF"/>
    <w:rsid w:val="009117D2"/>
    <w:rsid w:val="00911C1C"/>
    <w:rsid w:val="00911CDB"/>
    <w:rsid w:val="00911F9F"/>
    <w:rsid w:val="00912695"/>
    <w:rsid w:val="009135B8"/>
    <w:rsid w:val="009137DA"/>
    <w:rsid w:val="00913CD8"/>
    <w:rsid w:val="00913F1B"/>
    <w:rsid w:val="00914102"/>
    <w:rsid w:val="00914285"/>
    <w:rsid w:val="00914593"/>
    <w:rsid w:val="00914850"/>
    <w:rsid w:val="009148CD"/>
    <w:rsid w:val="00914C9E"/>
    <w:rsid w:val="009152A1"/>
    <w:rsid w:val="00915DC6"/>
    <w:rsid w:val="00915E8F"/>
    <w:rsid w:val="009164F2"/>
    <w:rsid w:val="00916529"/>
    <w:rsid w:val="00916556"/>
    <w:rsid w:val="009168BF"/>
    <w:rsid w:val="009172DD"/>
    <w:rsid w:val="009177BF"/>
    <w:rsid w:val="00917A61"/>
    <w:rsid w:val="00917BCB"/>
    <w:rsid w:val="00920311"/>
    <w:rsid w:val="009205D1"/>
    <w:rsid w:val="00920DFD"/>
    <w:rsid w:val="0092163F"/>
    <w:rsid w:val="00921648"/>
    <w:rsid w:val="00921B90"/>
    <w:rsid w:val="009221F0"/>
    <w:rsid w:val="009222D2"/>
    <w:rsid w:val="009227D0"/>
    <w:rsid w:val="009229E4"/>
    <w:rsid w:val="00922BEB"/>
    <w:rsid w:val="00922CC0"/>
    <w:rsid w:val="00923A04"/>
    <w:rsid w:val="009247BF"/>
    <w:rsid w:val="0092493F"/>
    <w:rsid w:val="00924C1F"/>
    <w:rsid w:val="00924C5F"/>
    <w:rsid w:val="00924C86"/>
    <w:rsid w:val="00924E52"/>
    <w:rsid w:val="0092520E"/>
    <w:rsid w:val="00925790"/>
    <w:rsid w:val="00925B38"/>
    <w:rsid w:val="00926339"/>
    <w:rsid w:val="0092646B"/>
    <w:rsid w:val="009265E5"/>
    <w:rsid w:val="00926656"/>
    <w:rsid w:val="009266FC"/>
    <w:rsid w:val="0092686A"/>
    <w:rsid w:val="00926D97"/>
    <w:rsid w:val="00927822"/>
    <w:rsid w:val="00927D3F"/>
    <w:rsid w:val="00927F53"/>
    <w:rsid w:val="0093033D"/>
    <w:rsid w:val="0093070A"/>
    <w:rsid w:val="00930A79"/>
    <w:rsid w:val="00930FFD"/>
    <w:rsid w:val="00931AF3"/>
    <w:rsid w:val="00931E15"/>
    <w:rsid w:val="00932FEB"/>
    <w:rsid w:val="00933274"/>
    <w:rsid w:val="0093356F"/>
    <w:rsid w:val="0093361C"/>
    <w:rsid w:val="009336D0"/>
    <w:rsid w:val="00933AFA"/>
    <w:rsid w:val="0093448D"/>
    <w:rsid w:val="009347B9"/>
    <w:rsid w:val="00934CA2"/>
    <w:rsid w:val="009355C7"/>
    <w:rsid w:val="00935938"/>
    <w:rsid w:val="00935C51"/>
    <w:rsid w:val="0093641C"/>
    <w:rsid w:val="00936487"/>
    <w:rsid w:val="00936690"/>
    <w:rsid w:val="00936B37"/>
    <w:rsid w:val="00936C7F"/>
    <w:rsid w:val="00937EDE"/>
    <w:rsid w:val="00937F7C"/>
    <w:rsid w:val="00940793"/>
    <w:rsid w:val="0094083E"/>
    <w:rsid w:val="00940C10"/>
    <w:rsid w:val="00940D45"/>
    <w:rsid w:val="00941076"/>
    <w:rsid w:val="00941186"/>
    <w:rsid w:val="00941298"/>
    <w:rsid w:val="009413CF"/>
    <w:rsid w:val="00941A7F"/>
    <w:rsid w:val="00941C06"/>
    <w:rsid w:val="0094228B"/>
    <w:rsid w:val="00942DEB"/>
    <w:rsid w:val="009432AB"/>
    <w:rsid w:val="009432BA"/>
    <w:rsid w:val="009438FA"/>
    <w:rsid w:val="00943B3E"/>
    <w:rsid w:val="00943D2D"/>
    <w:rsid w:val="00944BFB"/>
    <w:rsid w:val="00944D48"/>
    <w:rsid w:val="009455FF"/>
    <w:rsid w:val="009458C6"/>
    <w:rsid w:val="00945C1E"/>
    <w:rsid w:val="009461E2"/>
    <w:rsid w:val="00946436"/>
    <w:rsid w:val="00946FEE"/>
    <w:rsid w:val="009474B7"/>
    <w:rsid w:val="00947DBB"/>
    <w:rsid w:val="009502A5"/>
    <w:rsid w:val="00950485"/>
    <w:rsid w:val="0095073B"/>
    <w:rsid w:val="009508FC"/>
    <w:rsid w:val="00950FF6"/>
    <w:rsid w:val="00951445"/>
    <w:rsid w:val="0095171C"/>
    <w:rsid w:val="00951905"/>
    <w:rsid w:val="00951A3B"/>
    <w:rsid w:val="0095238E"/>
    <w:rsid w:val="009526E1"/>
    <w:rsid w:val="009527D8"/>
    <w:rsid w:val="00952AAB"/>
    <w:rsid w:val="00952DB4"/>
    <w:rsid w:val="00952E69"/>
    <w:rsid w:val="0095362A"/>
    <w:rsid w:val="009540A5"/>
    <w:rsid w:val="009541EB"/>
    <w:rsid w:val="0095427F"/>
    <w:rsid w:val="009542F1"/>
    <w:rsid w:val="0095441B"/>
    <w:rsid w:val="00954437"/>
    <w:rsid w:val="00954512"/>
    <w:rsid w:val="00954541"/>
    <w:rsid w:val="00954CC7"/>
    <w:rsid w:val="0095526C"/>
    <w:rsid w:val="009552EC"/>
    <w:rsid w:val="009556AC"/>
    <w:rsid w:val="009559B8"/>
    <w:rsid w:val="00956234"/>
    <w:rsid w:val="00956899"/>
    <w:rsid w:val="00956D5A"/>
    <w:rsid w:val="00956DD2"/>
    <w:rsid w:val="0095797A"/>
    <w:rsid w:val="00957E45"/>
    <w:rsid w:val="009600C5"/>
    <w:rsid w:val="00960EDE"/>
    <w:rsid w:val="00961034"/>
    <w:rsid w:val="00961160"/>
    <w:rsid w:val="009612B8"/>
    <w:rsid w:val="009617AE"/>
    <w:rsid w:val="009619DD"/>
    <w:rsid w:val="0096236D"/>
    <w:rsid w:val="009625F4"/>
    <w:rsid w:val="00962629"/>
    <w:rsid w:val="009626CF"/>
    <w:rsid w:val="0096279E"/>
    <w:rsid w:val="0096284B"/>
    <w:rsid w:val="00962B4E"/>
    <w:rsid w:val="00962D2E"/>
    <w:rsid w:val="00962D42"/>
    <w:rsid w:val="0096347F"/>
    <w:rsid w:val="0096355B"/>
    <w:rsid w:val="0096398B"/>
    <w:rsid w:val="009639BF"/>
    <w:rsid w:val="00963C74"/>
    <w:rsid w:val="00963D15"/>
    <w:rsid w:val="009648F8"/>
    <w:rsid w:val="00964E31"/>
    <w:rsid w:val="00965D80"/>
    <w:rsid w:val="00965F23"/>
    <w:rsid w:val="00966BA0"/>
    <w:rsid w:val="00966BE0"/>
    <w:rsid w:val="00966C49"/>
    <w:rsid w:val="00966E47"/>
    <w:rsid w:val="00966FDD"/>
    <w:rsid w:val="0096703C"/>
    <w:rsid w:val="00967AB3"/>
    <w:rsid w:val="0097007F"/>
    <w:rsid w:val="00970653"/>
    <w:rsid w:val="00970823"/>
    <w:rsid w:val="009708D2"/>
    <w:rsid w:val="00970F2B"/>
    <w:rsid w:val="009713E3"/>
    <w:rsid w:val="0097193B"/>
    <w:rsid w:val="0097194E"/>
    <w:rsid w:val="00971B25"/>
    <w:rsid w:val="00971F6E"/>
    <w:rsid w:val="00971F87"/>
    <w:rsid w:val="009722E1"/>
    <w:rsid w:val="009725C6"/>
    <w:rsid w:val="009727B9"/>
    <w:rsid w:val="00972E71"/>
    <w:rsid w:val="0097348C"/>
    <w:rsid w:val="009741F1"/>
    <w:rsid w:val="009744D5"/>
    <w:rsid w:val="0097457B"/>
    <w:rsid w:val="009745F0"/>
    <w:rsid w:val="00974B4A"/>
    <w:rsid w:val="00975B51"/>
    <w:rsid w:val="00975D8B"/>
    <w:rsid w:val="00975DAB"/>
    <w:rsid w:val="00975F93"/>
    <w:rsid w:val="00975FF5"/>
    <w:rsid w:val="00976458"/>
    <w:rsid w:val="00976EDD"/>
    <w:rsid w:val="00976F51"/>
    <w:rsid w:val="009774E6"/>
    <w:rsid w:val="0097773B"/>
    <w:rsid w:val="00977BD5"/>
    <w:rsid w:val="00977F61"/>
    <w:rsid w:val="00977F99"/>
    <w:rsid w:val="009802A6"/>
    <w:rsid w:val="009807AA"/>
    <w:rsid w:val="00980C00"/>
    <w:rsid w:val="00981279"/>
    <w:rsid w:val="0098183E"/>
    <w:rsid w:val="00981C23"/>
    <w:rsid w:val="00982627"/>
    <w:rsid w:val="00982965"/>
    <w:rsid w:val="00982C3B"/>
    <w:rsid w:val="00982DEC"/>
    <w:rsid w:val="00982DF4"/>
    <w:rsid w:val="00982F06"/>
    <w:rsid w:val="00983602"/>
    <w:rsid w:val="009837CB"/>
    <w:rsid w:val="009839A9"/>
    <w:rsid w:val="00983AEE"/>
    <w:rsid w:val="009840C5"/>
    <w:rsid w:val="00984631"/>
    <w:rsid w:val="009855F8"/>
    <w:rsid w:val="009856A6"/>
    <w:rsid w:val="0098594E"/>
    <w:rsid w:val="00985CEE"/>
    <w:rsid w:val="00985D3E"/>
    <w:rsid w:val="00985D46"/>
    <w:rsid w:val="00985E4F"/>
    <w:rsid w:val="00986362"/>
    <w:rsid w:val="00986BB1"/>
    <w:rsid w:val="0098733D"/>
    <w:rsid w:val="00987A9F"/>
    <w:rsid w:val="00987E8B"/>
    <w:rsid w:val="00987F4F"/>
    <w:rsid w:val="0099046A"/>
    <w:rsid w:val="00990D97"/>
    <w:rsid w:val="00991A19"/>
    <w:rsid w:val="00991ED2"/>
    <w:rsid w:val="00991EDE"/>
    <w:rsid w:val="009921B7"/>
    <w:rsid w:val="009924E3"/>
    <w:rsid w:val="00992B77"/>
    <w:rsid w:val="00992DA1"/>
    <w:rsid w:val="009930BE"/>
    <w:rsid w:val="00993798"/>
    <w:rsid w:val="009939FA"/>
    <w:rsid w:val="00993C08"/>
    <w:rsid w:val="00993E76"/>
    <w:rsid w:val="00994703"/>
    <w:rsid w:val="0099497D"/>
    <w:rsid w:val="00994D37"/>
    <w:rsid w:val="00995696"/>
    <w:rsid w:val="00995D7F"/>
    <w:rsid w:val="00996488"/>
    <w:rsid w:val="0099654B"/>
    <w:rsid w:val="00996A45"/>
    <w:rsid w:val="00996BD8"/>
    <w:rsid w:val="00996D3B"/>
    <w:rsid w:val="00996EDD"/>
    <w:rsid w:val="00996FB1"/>
    <w:rsid w:val="00997078"/>
    <w:rsid w:val="00997172"/>
    <w:rsid w:val="0099748F"/>
    <w:rsid w:val="00997525"/>
    <w:rsid w:val="0099771B"/>
    <w:rsid w:val="00997CBF"/>
    <w:rsid w:val="009A018B"/>
    <w:rsid w:val="009A0689"/>
    <w:rsid w:val="009A10D2"/>
    <w:rsid w:val="009A12FF"/>
    <w:rsid w:val="009A1A0F"/>
    <w:rsid w:val="009A2078"/>
    <w:rsid w:val="009A2126"/>
    <w:rsid w:val="009A248F"/>
    <w:rsid w:val="009A2B63"/>
    <w:rsid w:val="009A2CBE"/>
    <w:rsid w:val="009A3A77"/>
    <w:rsid w:val="009A3F50"/>
    <w:rsid w:val="009A41B0"/>
    <w:rsid w:val="009A474D"/>
    <w:rsid w:val="009A506D"/>
    <w:rsid w:val="009A51B1"/>
    <w:rsid w:val="009A5543"/>
    <w:rsid w:val="009A5E8D"/>
    <w:rsid w:val="009A63A6"/>
    <w:rsid w:val="009A68D8"/>
    <w:rsid w:val="009A6A98"/>
    <w:rsid w:val="009A6BC4"/>
    <w:rsid w:val="009A6CB5"/>
    <w:rsid w:val="009A6D08"/>
    <w:rsid w:val="009A72DA"/>
    <w:rsid w:val="009A76F0"/>
    <w:rsid w:val="009A7B9B"/>
    <w:rsid w:val="009B002A"/>
    <w:rsid w:val="009B0E95"/>
    <w:rsid w:val="009B0FF5"/>
    <w:rsid w:val="009B122A"/>
    <w:rsid w:val="009B136B"/>
    <w:rsid w:val="009B1A0C"/>
    <w:rsid w:val="009B2317"/>
    <w:rsid w:val="009B2432"/>
    <w:rsid w:val="009B24E1"/>
    <w:rsid w:val="009B29D3"/>
    <w:rsid w:val="009B2B9D"/>
    <w:rsid w:val="009B2BE3"/>
    <w:rsid w:val="009B3345"/>
    <w:rsid w:val="009B3630"/>
    <w:rsid w:val="009B3657"/>
    <w:rsid w:val="009B36DB"/>
    <w:rsid w:val="009B375E"/>
    <w:rsid w:val="009B3CE5"/>
    <w:rsid w:val="009B4B2A"/>
    <w:rsid w:val="009B50FC"/>
    <w:rsid w:val="009B525B"/>
    <w:rsid w:val="009B556C"/>
    <w:rsid w:val="009B5645"/>
    <w:rsid w:val="009B574F"/>
    <w:rsid w:val="009B5A4E"/>
    <w:rsid w:val="009B5ABA"/>
    <w:rsid w:val="009B680E"/>
    <w:rsid w:val="009B6A18"/>
    <w:rsid w:val="009B6BD5"/>
    <w:rsid w:val="009B70FE"/>
    <w:rsid w:val="009B71ED"/>
    <w:rsid w:val="009B7537"/>
    <w:rsid w:val="009B7B50"/>
    <w:rsid w:val="009B7B93"/>
    <w:rsid w:val="009B7D4F"/>
    <w:rsid w:val="009B7F63"/>
    <w:rsid w:val="009C03A5"/>
    <w:rsid w:val="009C0910"/>
    <w:rsid w:val="009C1251"/>
    <w:rsid w:val="009C1272"/>
    <w:rsid w:val="009C139A"/>
    <w:rsid w:val="009C1416"/>
    <w:rsid w:val="009C15EC"/>
    <w:rsid w:val="009C171F"/>
    <w:rsid w:val="009C18E1"/>
    <w:rsid w:val="009C1AEA"/>
    <w:rsid w:val="009C1D54"/>
    <w:rsid w:val="009C2A4D"/>
    <w:rsid w:val="009C32A1"/>
    <w:rsid w:val="009C3376"/>
    <w:rsid w:val="009C3D60"/>
    <w:rsid w:val="009C4418"/>
    <w:rsid w:val="009C44BE"/>
    <w:rsid w:val="009C457D"/>
    <w:rsid w:val="009C46C9"/>
    <w:rsid w:val="009C5097"/>
    <w:rsid w:val="009C5334"/>
    <w:rsid w:val="009C5FC7"/>
    <w:rsid w:val="009C6410"/>
    <w:rsid w:val="009C6581"/>
    <w:rsid w:val="009C6E21"/>
    <w:rsid w:val="009C6E3B"/>
    <w:rsid w:val="009C7448"/>
    <w:rsid w:val="009C7CEB"/>
    <w:rsid w:val="009C7EB3"/>
    <w:rsid w:val="009D0CF3"/>
    <w:rsid w:val="009D14D5"/>
    <w:rsid w:val="009D1BAD"/>
    <w:rsid w:val="009D1BC7"/>
    <w:rsid w:val="009D1C93"/>
    <w:rsid w:val="009D1DD3"/>
    <w:rsid w:val="009D259C"/>
    <w:rsid w:val="009D268F"/>
    <w:rsid w:val="009D2A3C"/>
    <w:rsid w:val="009D2B3F"/>
    <w:rsid w:val="009D320E"/>
    <w:rsid w:val="009D35C8"/>
    <w:rsid w:val="009D391A"/>
    <w:rsid w:val="009D3F9D"/>
    <w:rsid w:val="009D427E"/>
    <w:rsid w:val="009D45C5"/>
    <w:rsid w:val="009D486D"/>
    <w:rsid w:val="009D48B9"/>
    <w:rsid w:val="009D48CB"/>
    <w:rsid w:val="009D4BA1"/>
    <w:rsid w:val="009D4F12"/>
    <w:rsid w:val="009D4FA5"/>
    <w:rsid w:val="009D5991"/>
    <w:rsid w:val="009D5B70"/>
    <w:rsid w:val="009D5ED9"/>
    <w:rsid w:val="009D6CD9"/>
    <w:rsid w:val="009D704E"/>
    <w:rsid w:val="009D78B9"/>
    <w:rsid w:val="009D7D73"/>
    <w:rsid w:val="009D7E4F"/>
    <w:rsid w:val="009E0046"/>
    <w:rsid w:val="009E06A5"/>
    <w:rsid w:val="009E09E2"/>
    <w:rsid w:val="009E0B24"/>
    <w:rsid w:val="009E13AC"/>
    <w:rsid w:val="009E143C"/>
    <w:rsid w:val="009E1CBD"/>
    <w:rsid w:val="009E1F46"/>
    <w:rsid w:val="009E20C0"/>
    <w:rsid w:val="009E22CA"/>
    <w:rsid w:val="009E236E"/>
    <w:rsid w:val="009E2B03"/>
    <w:rsid w:val="009E2F99"/>
    <w:rsid w:val="009E32ED"/>
    <w:rsid w:val="009E3539"/>
    <w:rsid w:val="009E3DF4"/>
    <w:rsid w:val="009E489D"/>
    <w:rsid w:val="009E4BF0"/>
    <w:rsid w:val="009E4BFD"/>
    <w:rsid w:val="009E4D0F"/>
    <w:rsid w:val="009E4D22"/>
    <w:rsid w:val="009E502C"/>
    <w:rsid w:val="009E5945"/>
    <w:rsid w:val="009E5D05"/>
    <w:rsid w:val="009E62C8"/>
    <w:rsid w:val="009E640A"/>
    <w:rsid w:val="009E6711"/>
    <w:rsid w:val="009E6C24"/>
    <w:rsid w:val="009E6E8C"/>
    <w:rsid w:val="009E7256"/>
    <w:rsid w:val="009E7359"/>
    <w:rsid w:val="009E73B2"/>
    <w:rsid w:val="009E7540"/>
    <w:rsid w:val="009E79B9"/>
    <w:rsid w:val="009F016F"/>
    <w:rsid w:val="009F0266"/>
    <w:rsid w:val="009F094B"/>
    <w:rsid w:val="009F0B70"/>
    <w:rsid w:val="009F136D"/>
    <w:rsid w:val="009F1443"/>
    <w:rsid w:val="009F16DD"/>
    <w:rsid w:val="009F1F6A"/>
    <w:rsid w:val="009F1FCE"/>
    <w:rsid w:val="009F22A2"/>
    <w:rsid w:val="009F2630"/>
    <w:rsid w:val="009F282C"/>
    <w:rsid w:val="009F2D62"/>
    <w:rsid w:val="009F3153"/>
    <w:rsid w:val="009F387A"/>
    <w:rsid w:val="009F4394"/>
    <w:rsid w:val="009F54A3"/>
    <w:rsid w:val="009F5739"/>
    <w:rsid w:val="009F5979"/>
    <w:rsid w:val="009F6686"/>
    <w:rsid w:val="009F6700"/>
    <w:rsid w:val="009F67F3"/>
    <w:rsid w:val="009F6CA3"/>
    <w:rsid w:val="009F70A0"/>
    <w:rsid w:val="009F7273"/>
    <w:rsid w:val="009F732B"/>
    <w:rsid w:val="009F7CC8"/>
    <w:rsid w:val="009F7ED6"/>
    <w:rsid w:val="00A00760"/>
    <w:rsid w:val="00A00D4E"/>
    <w:rsid w:val="00A00FC3"/>
    <w:rsid w:val="00A014B2"/>
    <w:rsid w:val="00A017DD"/>
    <w:rsid w:val="00A01947"/>
    <w:rsid w:val="00A01CC1"/>
    <w:rsid w:val="00A01F5E"/>
    <w:rsid w:val="00A025F1"/>
    <w:rsid w:val="00A02C6D"/>
    <w:rsid w:val="00A03685"/>
    <w:rsid w:val="00A03706"/>
    <w:rsid w:val="00A0405E"/>
    <w:rsid w:val="00A04685"/>
    <w:rsid w:val="00A05689"/>
    <w:rsid w:val="00A05756"/>
    <w:rsid w:val="00A05830"/>
    <w:rsid w:val="00A05B59"/>
    <w:rsid w:val="00A05E66"/>
    <w:rsid w:val="00A05ECC"/>
    <w:rsid w:val="00A060DB"/>
    <w:rsid w:val="00A0680B"/>
    <w:rsid w:val="00A06D3D"/>
    <w:rsid w:val="00A07371"/>
    <w:rsid w:val="00A078E1"/>
    <w:rsid w:val="00A07915"/>
    <w:rsid w:val="00A07F46"/>
    <w:rsid w:val="00A102EA"/>
    <w:rsid w:val="00A106CE"/>
    <w:rsid w:val="00A109F6"/>
    <w:rsid w:val="00A11089"/>
    <w:rsid w:val="00A11969"/>
    <w:rsid w:val="00A122DA"/>
    <w:rsid w:val="00A123BE"/>
    <w:rsid w:val="00A12430"/>
    <w:rsid w:val="00A12B24"/>
    <w:rsid w:val="00A12DA0"/>
    <w:rsid w:val="00A133AC"/>
    <w:rsid w:val="00A134AB"/>
    <w:rsid w:val="00A13812"/>
    <w:rsid w:val="00A13856"/>
    <w:rsid w:val="00A138FB"/>
    <w:rsid w:val="00A1395D"/>
    <w:rsid w:val="00A13E9E"/>
    <w:rsid w:val="00A141BC"/>
    <w:rsid w:val="00A144CF"/>
    <w:rsid w:val="00A14585"/>
    <w:rsid w:val="00A146BD"/>
    <w:rsid w:val="00A15307"/>
    <w:rsid w:val="00A1536F"/>
    <w:rsid w:val="00A162F4"/>
    <w:rsid w:val="00A163A5"/>
    <w:rsid w:val="00A16E21"/>
    <w:rsid w:val="00A16E53"/>
    <w:rsid w:val="00A1739D"/>
    <w:rsid w:val="00A20337"/>
    <w:rsid w:val="00A213B5"/>
    <w:rsid w:val="00A21682"/>
    <w:rsid w:val="00A2189E"/>
    <w:rsid w:val="00A21949"/>
    <w:rsid w:val="00A21C5A"/>
    <w:rsid w:val="00A21D8F"/>
    <w:rsid w:val="00A224AE"/>
    <w:rsid w:val="00A228BA"/>
    <w:rsid w:val="00A22C20"/>
    <w:rsid w:val="00A22CEB"/>
    <w:rsid w:val="00A22D0B"/>
    <w:rsid w:val="00A22EDD"/>
    <w:rsid w:val="00A2314E"/>
    <w:rsid w:val="00A2356D"/>
    <w:rsid w:val="00A23C95"/>
    <w:rsid w:val="00A23E5D"/>
    <w:rsid w:val="00A23F25"/>
    <w:rsid w:val="00A24664"/>
    <w:rsid w:val="00A24759"/>
    <w:rsid w:val="00A254A4"/>
    <w:rsid w:val="00A261C7"/>
    <w:rsid w:val="00A261DE"/>
    <w:rsid w:val="00A2627C"/>
    <w:rsid w:val="00A26321"/>
    <w:rsid w:val="00A267D4"/>
    <w:rsid w:val="00A26B82"/>
    <w:rsid w:val="00A26D78"/>
    <w:rsid w:val="00A27E13"/>
    <w:rsid w:val="00A3087C"/>
    <w:rsid w:val="00A31483"/>
    <w:rsid w:val="00A31FA1"/>
    <w:rsid w:val="00A32590"/>
    <w:rsid w:val="00A32A52"/>
    <w:rsid w:val="00A32B3E"/>
    <w:rsid w:val="00A32C50"/>
    <w:rsid w:val="00A32E6A"/>
    <w:rsid w:val="00A32FA5"/>
    <w:rsid w:val="00A3374E"/>
    <w:rsid w:val="00A33984"/>
    <w:rsid w:val="00A33C29"/>
    <w:rsid w:val="00A33E1F"/>
    <w:rsid w:val="00A33E2C"/>
    <w:rsid w:val="00A33E90"/>
    <w:rsid w:val="00A33F9A"/>
    <w:rsid w:val="00A34A96"/>
    <w:rsid w:val="00A34BF2"/>
    <w:rsid w:val="00A352C3"/>
    <w:rsid w:val="00A355F1"/>
    <w:rsid w:val="00A35BCA"/>
    <w:rsid w:val="00A35CA8"/>
    <w:rsid w:val="00A35CB0"/>
    <w:rsid w:val="00A35E2F"/>
    <w:rsid w:val="00A36901"/>
    <w:rsid w:val="00A36CA4"/>
    <w:rsid w:val="00A36E68"/>
    <w:rsid w:val="00A370F4"/>
    <w:rsid w:val="00A377B7"/>
    <w:rsid w:val="00A37967"/>
    <w:rsid w:val="00A40145"/>
    <w:rsid w:val="00A4057E"/>
    <w:rsid w:val="00A40611"/>
    <w:rsid w:val="00A40655"/>
    <w:rsid w:val="00A4073F"/>
    <w:rsid w:val="00A40DDF"/>
    <w:rsid w:val="00A40DE8"/>
    <w:rsid w:val="00A41234"/>
    <w:rsid w:val="00A412B6"/>
    <w:rsid w:val="00A41575"/>
    <w:rsid w:val="00A41A22"/>
    <w:rsid w:val="00A42905"/>
    <w:rsid w:val="00A42BEE"/>
    <w:rsid w:val="00A430D5"/>
    <w:rsid w:val="00A431B8"/>
    <w:rsid w:val="00A438FB"/>
    <w:rsid w:val="00A43C82"/>
    <w:rsid w:val="00A44124"/>
    <w:rsid w:val="00A4428D"/>
    <w:rsid w:val="00A4447F"/>
    <w:rsid w:val="00A44EAE"/>
    <w:rsid w:val="00A452D0"/>
    <w:rsid w:val="00A4711F"/>
    <w:rsid w:val="00A4781C"/>
    <w:rsid w:val="00A500A2"/>
    <w:rsid w:val="00A5021A"/>
    <w:rsid w:val="00A507BF"/>
    <w:rsid w:val="00A51100"/>
    <w:rsid w:val="00A51189"/>
    <w:rsid w:val="00A512CA"/>
    <w:rsid w:val="00A512F1"/>
    <w:rsid w:val="00A51650"/>
    <w:rsid w:val="00A51652"/>
    <w:rsid w:val="00A518C8"/>
    <w:rsid w:val="00A51ABD"/>
    <w:rsid w:val="00A51AC3"/>
    <w:rsid w:val="00A52061"/>
    <w:rsid w:val="00A52137"/>
    <w:rsid w:val="00A527AF"/>
    <w:rsid w:val="00A52DB0"/>
    <w:rsid w:val="00A52DC5"/>
    <w:rsid w:val="00A54376"/>
    <w:rsid w:val="00A545B9"/>
    <w:rsid w:val="00A546E8"/>
    <w:rsid w:val="00A54947"/>
    <w:rsid w:val="00A54B81"/>
    <w:rsid w:val="00A55254"/>
    <w:rsid w:val="00A556F3"/>
    <w:rsid w:val="00A55DE2"/>
    <w:rsid w:val="00A55E78"/>
    <w:rsid w:val="00A56345"/>
    <w:rsid w:val="00A568A4"/>
    <w:rsid w:val="00A5692A"/>
    <w:rsid w:val="00A56C5B"/>
    <w:rsid w:val="00A575DF"/>
    <w:rsid w:val="00A578A6"/>
    <w:rsid w:val="00A6010B"/>
    <w:rsid w:val="00A6012C"/>
    <w:rsid w:val="00A602BF"/>
    <w:rsid w:val="00A602F5"/>
    <w:rsid w:val="00A6052E"/>
    <w:rsid w:val="00A6056E"/>
    <w:rsid w:val="00A606A2"/>
    <w:rsid w:val="00A6075C"/>
    <w:rsid w:val="00A60A53"/>
    <w:rsid w:val="00A60C6A"/>
    <w:rsid w:val="00A60CB5"/>
    <w:rsid w:val="00A60FBD"/>
    <w:rsid w:val="00A610AC"/>
    <w:rsid w:val="00A610F7"/>
    <w:rsid w:val="00A61226"/>
    <w:rsid w:val="00A614E3"/>
    <w:rsid w:val="00A625A5"/>
    <w:rsid w:val="00A629B3"/>
    <w:rsid w:val="00A629DB"/>
    <w:rsid w:val="00A62E60"/>
    <w:rsid w:val="00A62FF4"/>
    <w:rsid w:val="00A638CB"/>
    <w:rsid w:val="00A63B94"/>
    <w:rsid w:val="00A64239"/>
    <w:rsid w:val="00A643CE"/>
    <w:rsid w:val="00A65571"/>
    <w:rsid w:val="00A657FA"/>
    <w:rsid w:val="00A662AC"/>
    <w:rsid w:val="00A665E8"/>
    <w:rsid w:val="00A66F8F"/>
    <w:rsid w:val="00A67106"/>
    <w:rsid w:val="00A67207"/>
    <w:rsid w:val="00A675BE"/>
    <w:rsid w:val="00A679C5"/>
    <w:rsid w:val="00A679F1"/>
    <w:rsid w:val="00A67A25"/>
    <w:rsid w:val="00A67B22"/>
    <w:rsid w:val="00A67C15"/>
    <w:rsid w:val="00A7044D"/>
    <w:rsid w:val="00A706E4"/>
    <w:rsid w:val="00A70FFC"/>
    <w:rsid w:val="00A71105"/>
    <w:rsid w:val="00A71302"/>
    <w:rsid w:val="00A71963"/>
    <w:rsid w:val="00A71CC1"/>
    <w:rsid w:val="00A72060"/>
    <w:rsid w:val="00A72090"/>
    <w:rsid w:val="00A72BBD"/>
    <w:rsid w:val="00A72D78"/>
    <w:rsid w:val="00A7316C"/>
    <w:rsid w:val="00A73681"/>
    <w:rsid w:val="00A7392B"/>
    <w:rsid w:val="00A74526"/>
    <w:rsid w:val="00A74638"/>
    <w:rsid w:val="00A746EB"/>
    <w:rsid w:val="00A74F2B"/>
    <w:rsid w:val="00A752BD"/>
    <w:rsid w:val="00A7544B"/>
    <w:rsid w:val="00A755DD"/>
    <w:rsid w:val="00A75A87"/>
    <w:rsid w:val="00A75CBB"/>
    <w:rsid w:val="00A75D99"/>
    <w:rsid w:val="00A76B94"/>
    <w:rsid w:val="00A76D63"/>
    <w:rsid w:val="00A76EFB"/>
    <w:rsid w:val="00A76F87"/>
    <w:rsid w:val="00A77234"/>
    <w:rsid w:val="00A77856"/>
    <w:rsid w:val="00A77BD6"/>
    <w:rsid w:val="00A803E8"/>
    <w:rsid w:val="00A80C4D"/>
    <w:rsid w:val="00A81486"/>
    <w:rsid w:val="00A8182F"/>
    <w:rsid w:val="00A81A78"/>
    <w:rsid w:val="00A81AC6"/>
    <w:rsid w:val="00A81E28"/>
    <w:rsid w:val="00A81FCD"/>
    <w:rsid w:val="00A82565"/>
    <w:rsid w:val="00A82D8D"/>
    <w:rsid w:val="00A82F23"/>
    <w:rsid w:val="00A842F2"/>
    <w:rsid w:val="00A84BC8"/>
    <w:rsid w:val="00A854EC"/>
    <w:rsid w:val="00A85659"/>
    <w:rsid w:val="00A85E08"/>
    <w:rsid w:val="00A860DA"/>
    <w:rsid w:val="00A874F3"/>
    <w:rsid w:val="00A87F3D"/>
    <w:rsid w:val="00A9007B"/>
    <w:rsid w:val="00A9011B"/>
    <w:rsid w:val="00A90382"/>
    <w:rsid w:val="00A90464"/>
    <w:rsid w:val="00A9096C"/>
    <w:rsid w:val="00A90A92"/>
    <w:rsid w:val="00A91253"/>
    <w:rsid w:val="00A9167E"/>
    <w:rsid w:val="00A91AA9"/>
    <w:rsid w:val="00A91D46"/>
    <w:rsid w:val="00A91EC3"/>
    <w:rsid w:val="00A921B6"/>
    <w:rsid w:val="00A92768"/>
    <w:rsid w:val="00A92A9F"/>
    <w:rsid w:val="00A92BCE"/>
    <w:rsid w:val="00A92C52"/>
    <w:rsid w:val="00A92ECF"/>
    <w:rsid w:val="00A93B40"/>
    <w:rsid w:val="00A93BEC"/>
    <w:rsid w:val="00A93E22"/>
    <w:rsid w:val="00A94581"/>
    <w:rsid w:val="00A9458A"/>
    <w:rsid w:val="00A945E2"/>
    <w:rsid w:val="00A94CFE"/>
    <w:rsid w:val="00A9530C"/>
    <w:rsid w:val="00A95445"/>
    <w:rsid w:val="00A95A5D"/>
    <w:rsid w:val="00A95C19"/>
    <w:rsid w:val="00A9632D"/>
    <w:rsid w:val="00A9678B"/>
    <w:rsid w:val="00A968E5"/>
    <w:rsid w:val="00A96D24"/>
    <w:rsid w:val="00A97059"/>
    <w:rsid w:val="00A973FA"/>
    <w:rsid w:val="00A97852"/>
    <w:rsid w:val="00A978A2"/>
    <w:rsid w:val="00AA0A82"/>
    <w:rsid w:val="00AA0BFB"/>
    <w:rsid w:val="00AA0EF8"/>
    <w:rsid w:val="00AA1086"/>
    <w:rsid w:val="00AA14A5"/>
    <w:rsid w:val="00AA17C3"/>
    <w:rsid w:val="00AA19A3"/>
    <w:rsid w:val="00AA1C3C"/>
    <w:rsid w:val="00AA1CD4"/>
    <w:rsid w:val="00AA229C"/>
    <w:rsid w:val="00AA2379"/>
    <w:rsid w:val="00AA23AC"/>
    <w:rsid w:val="00AA2736"/>
    <w:rsid w:val="00AA2B92"/>
    <w:rsid w:val="00AA2D8A"/>
    <w:rsid w:val="00AA30CA"/>
    <w:rsid w:val="00AA3242"/>
    <w:rsid w:val="00AA3397"/>
    <w:rsid w:val="00AA339D"/>
    <w:rsid w:val="00AA351C"/>
    <w:rsid w:val="00AA370F"/>
    <w:rsid w:val="00AA39B3"/>
    <w:rsid w:val="00AA3AEA"/>
    <w:rsid w:val="00AA44D5"/>
    <w:rsid w:val="00AA44DD"/>
    <w:rsid w:val="00AA4692"/>
    <w:rsid w:val="00AA483F"/>
    <w:rsid w:val="00AA4A2F"/>
    <w:rsid w:val="00AA5128"/>
    <w:rsid w:val="00AA539B"/>
    <w:rsid w:val="00AA5839"/>
    <w:rsid w:val="00AA62C6"/>
    <w:rsid w:val="00AA6E14"/>
    <w:rsid w:val="00AA7059"/>
    <w:rsid w:val="00AA72BF"/>
    <w:rsid w:val="00AA7CDB"/>
    <w:rsid w:val="00AA7E47"/>
    <w:rsid w:val="00AB0118"/>
    <w:rsid w:val="00AB0858"/>
    <w:rsid w:val="00AB0F42"/>
    <w:rsid w:val="00AB0F46"/>
    <w:rsid w:val="00AB111D"/>
    <w:rsid w:val="00AB13D3"/>
    <w:rsid w:val="00AB1464"/>
    <w:rsid w:val="00AB15C6"/>
    <w:rsid w:val="00AB1872"/>
    <w:rsid w:val="00AB1874"/>
    <w:rsid w:val="00AB1CE3"/>
    <w:rsid w:val="00AB23B8"/>
    <w:rsid w:val="00AB2B5B"/>
    <w:rsid w:val="00AB2D27"/>
    <w:rsid w:val="00AB32B1"/>
    <w:rsid w:val="00AB33BB"/>
    <w:rsid w:val="00AB37C1"/>
    <w:rsid w:val="00AB393F"/>
    <w:rsid w:val="00AB4569"/>
    <w:rsid w:val="00AB494A"/>
    <w:rsid w:val="00AB4C52"/>
    <w:rsid w:val="00AB4C7F"/>
    <w:rsid w:val="00AB52A3"/>
    <w:rsid w:val="00AB58D6"/>
    <w:rsid w:val="00AB5A38"/>
    <w:rsid w:val="00AB644A"/>
    <w:rsid w:val="00AB6762"/>
    <w:rsid w:val="00AB6C77"/>
    <w:rsid w:val="00AB6D5B"/>
    <w:rsid w:val="00AB6FF1"/>
    <w:rsid w:val="00AB7145"/>
    <w:rsid w:val="00AB7883"/>
    <w:rsid w:val="00AC0795"/>
    <w:rsid w:val="00AC081C"/>
    <w:rsid w:val="00AC088D"/>
    <w:rsid w:val="00AC09D8"/>
    <w:rsid w:val="00AC0C2B"/>
    <w:rsid w:val="00AC0D65"/>
    <w:rsid w:val="00AC1334"/>
    <w:rsid w:val="00AC134F"/>
    <w:rsid w:val="00AC1505"/>
    <w:rsid w:val="00AC1554"/>
    <w:rsid w:val="00AC17D7"/>
    <w:rsid w:val="00AC18C5"/>
    <w:rsid w:val="00AC1A84"/>
    <w:rsid w:val="00AC2C84"/>
    <w:rsid w:val="00AC304F"/>
    <w:rsid w:val="00AC3A89"/>
    <w:rsid w:val="00AC3C6C"/>
    <w:rsid w:val="00AC3DDC"/>
    <w:rsid w:val="00AC41D1"/>
    <w:rsid w:val="00AC4409"/>
    <w:rsid w:val="00AC46D2"/>
    <w:rsid w:val="00AC4BEE"/>
    <w:rsid w:val="00AC52B5"/>
    <w:rsid w:val="00AC58C8"/>
    <w:rsid w:val="00AC58F2"/>
    <w:rsid w:val="00AC5B61"/>
    <w:rsid w:val="00AC5CCE"/>
    <w:rsid w:val="00AC5D85"/>
    <w:rsid w:val="00AC5EF6"/>
    <w:rsid w:val="00AC6160"/>
    <w:rsid w:val="00AC627D"/>
    <w:rsid w:val="00AC6D6E"/>
    <w:rsid w:val="00AC7908"/>
    <w:rsid w:val="00AD13D3"/>
    <w:rsid w:val="00AD18A8"/>
    <w:rsid w:val="00AD1E6D"/>
    <w:rsid w:val="00AD2356"/>
    <w:rsid w:val="00AD2864"/>
    <w:rsid w:val="00AD292B"/>
    <w:rsid w:val="00AD2A8C"/>
    <w:rsid w:val="00AD30AF"/>
    <w:rsid w:val="00AD313C"/>
    <w:rsid w:val="00AD3179"/>
    <w:rsid w:val="00AD320B"/>
    <w:rsid w:val="00AD37A3"/>
    <w:rsid w:val="00AD37C9"/>
    <w:rsid w:val="00AD3A22"/>
    <w:rsid w:val="00AD3E1E"/>
    <w:rsid w:val="00AD3EE5"/>
    <w:rsid w:val="00AD411F"/>
    <w:rsid w:val="00AD41DC"/>
    <w:rsid w:val="00AD4245"/>
    <w:rsid w:val="00AD448E"/>
    <w:rsid w:val="00AD4A84"/>
    <w:rsid w:val="00AD4FA9"/>
    <w:rsid w:val="00AD50B6"/>
    <w:rsid w:val="00AD53DE"/>
    <w:rsid w:val="00AD541E"/>
    <w:rsid w:val="00AD54CD"/>
    <w:rsid w:val="00AD54FA"/>
    <w:rsid w:val="00AD5ADB"/>
    <w:rsid w:val="00AD5C95"/>
    <w:rsid w:val="00AD61A3"/>
    <w:rsid w:val="00AD63F8"/>
    <w:rsid w:val="00AD6769"/>
    <w:rsid w:val="00AD6D5D"/>
    <w:rsid w:val="00AD6E46"/>
    <w:rsid w:val="00AD7C51"/>
    <w:rsid w:val="00AD7C9E"/>
    <w:rsid w:val="00AE025D"/>
    <w:rsid w:val="00AE0757"/>
    <w:rsid w:val="00AE0B8F"/>
    <w:rsid w:val="00AE0CED"/>
    <w:rsid w:val="00AE0E98"/>
    <w:rsid w:val="00AE0F2A"/>
    <w:rsid w:val="00AE1008"/>
    <w:rsid w:val="00AE10E5"/>
    <w:rsid w:val="00AE15C2"/>
    <w:rsid w:val="00AE1BBF"/>
    <w:rsid w:val="00AE24D3"/>
    <w:rsid w:val="00AE2A81"/>
    <w:rsid w:val="00AE2BAE"/>
    <w:rsid w:val="00AE2FB9"/>
    <w:rsid w:val="00AE33E2"/>
    <w:rsid w:val="00AE357C"/>
    <w:rsid w:val="00AE36A0"/>
    <w:rsid w:val="00AE4B9C"/>
    <w:rsid w:val="00AE4BC1"/>
    <w:rsid w:val="00AE530C"/>
    <w:rsid w:val="00AE5728"/>
    <w:rsid w:val="00AE58EA"/>
    <w:rsid w:val="00AE5B57"/>
    <w:rsid w:val="00AE5FA6"/>
    <w:rsid w:val="00AE6114"/>
    <w:rsid w:val="00AE6C05"/>
    <w:rsid w:val="00AE73F8"/>
    <w:rsid w:val="00AE7429"/>
    <w:rsid w:val="00AE7A3E"/>
    <w:rsid w:val="00AF016F"/>
    <w:rsid w:val="00AF03EB"/>
    <w:rsid w:val="00AF0549"/>
    <w:rsid w:val="00AF079C"/>
    <w:rsid w:val="00AF092C"/>
    <w:rsid w:val="00AF098B"/>
    <w:rsid w:val="00AF0C2D"/>
    <w:rsid w:val="00AF19B7"/>
    <w:rsid w:val="00AF1A66"/>
    <w:rsid w:val="00AF1F4F"/>
    <w:rsid w:val="00AF1FE2"/>
    <w:rsid w:val="00AF2BCB"/>
    <w:rsid w:val="00AF2E9A"/>
    <w:rsid w:val="00AF361D"/>
    <w:rsid w:val="00AF38A3"/>
    <w:rsid w:val="00AF399E"/>
    <w:rsid w:val="00AF3FF5"/>
    <w:rsid w:val="00AF40F0"/>
    <w:rsid w:val="00AF4189"/>
    <w:rsid w:val="00AF418B"/>
    <w:rsid w:val="00AF4353"/>
    <w:rsid w:val="00AF44AE"/>
    <w:rsid w:val="00AF5013"/>
    <w:rsid w:val="00AF5168"/>
    <w:rsid w:val="00AF53C7"/>
    <w:rsid w:val="00AF5843"/>
    <w:rsid w:val="00AF5940"/>
    <w:rsid w:val="00AF60E4"/>
    <w:rsid w:val="00AF6121"/>
    <w:rsid w:val="00AF6543"/>
    <w:rsid w:val="00AF699F"/>
    <w:rsid w:val="00AF759E"/>
    <w:rsid w:val="00AF75EC"/>
    <w:rsid w:val="00AF7681"/>
    <w:rsid w:val="00AF7890"/>
    <w:rsid w:val="00AF7A64"/>
    <w:rsid w:val="00AF7F89"/>
    <w:rsid w:val="00B000ED"/>
    <w:rsid w:val="00B00279"/>
    <w:rsid w:val="00B0030A"/>
    <w:rsid w:val="00B00547"/>
    <w:rsid w:val="00B006E2"/>
    <w:rsid w:val="00B00BA7"/>
    <w:rsid w:val="00B01A4E"/>
    <w:rsid w:val="00B01D5F"/>
    <w:rsid w:val="00B01EB5"/>
    <w:rsid w:val="00B02208"/>
    <w:rsid w:val="00B0224A"/>
    <w:rsid w:val="00B0264C"/>
    <w:rsid w:val="00B02836"/>
    <w:rsid w:val="00B02A5E"/>
    <w:rsid w:val="00B02ACC"/>
    <w:rsid w:val="00B0385B"/>
    <w:rsid w:val="00B03944"/>
    <w:rsid w:val="00B03BFB"/>
    <w:rsid w:val="00B04334"/>
    <w:rsid w:val="00B04467"/>
    <w:rsid w:val="00B04952"/>
    <w:rsid w:val="00B04C11"/>
    <w:rsid w:val="00B04D90"/>
    <w:rsid w:val="00B0503B"/>
    <w:rsid w:val="00B05323"/>
    <w:rsid w:val="00B0555C"/>
    <w:rsid w:val="00B05A8E"/>
    <w:rsid w:val="00B05EEC"/>
    <w:rsid w:val="00B06446"/>
    <w:rsid w:val="00B06713"/>
    <w:rsid w:val="00B06B85"/>
    <w:rsid w:val="00B10441"/>
    <w:rsid w:val="00B10BD8"/>
    <w:rsid w:val="00B11C8B"/>
    <w:rsid w:val="00B12081"/>
    <w:rsid w:val="00B120F2"/>
    <w:rsid w:val="00B124FB"/>
    <w:rsid w:val="00B12A59"/>
    <w:rsid w:val="00B12D8E"/>
    <w:rsid w:val="00B13366"/>
    <w:rsid w:val="00B14AD2"/>
    <w:rsid w:val="00B152FC"/>
    <w:rsid w:val="00B15460"/>
    <w:rsid w:val="00B1567A"/>
    <w:rsid w:val="00B156CF"/>
    <w:rsid w:val="00B1585B"/>
    <w:rsid w:val="00B15C09"/>
    <w:rsid w:val="00B16136"/>
    <w:rsid w:val="00B166AD"/>
    <w:rsid w:val="00B16CB4"/>
    <w:rsid w:val="00B16D18"/>
    <w:rsid w:val="00B1703F"/>
    <w:rsid w:val="00B1758F"/>
    <w:rsid w:val="00B175C5"/>
    <w:rsid w:val="00B1774B"/>
    <w:rsid w:val="00B17A4B"/>
    <w:rsid w:val="00B17F06"/>
    <w:rsid w:val="00B20116"/>
    <w:rsid w:val="00B2034D"/>
    <w:rsid w:val="00B20358"/>
    <w:rsid w:val="00B20660"/>
    <w:rsid w:val="00B206C1"/>
    <w:rsid w:val="00B20767"/>
    <w:rsid w:val="00B2093A"/>
    <w:rsid w:val="00B21333"/>
    <w:rsid w:val="00B21A68"/>
    <w:rsid w:val="00B21CE0"/>
    <w:rsid w:val="00B2237D"/>
    <w:rsid w:val="00B2264D"/>
    <w:rsid w:val="00B22BE9"/>
    <w:rsid w:val="00B22CE2"/>
    <w:rsid w:val="00B230FE"/>
    <w:rsid w:val="00B232A3"/>
    <w:rsid w:val="00B24187"/>
    <w:rsid w:val="00B243F0"/>
    <w:rsid w:val="00B2443F"/>
    <w:rsid w:val="00B24506"/>
    <w:rsid w:val="00B246DC"/>
    <w:rsid w:val="00B2478B"/>
    <w:rsid w:val="00B247A3"/>
    <w:rsid w:val="00B248EF"/>
    <w:rsid w:val="00B24A55"/>
    <w:rsid w:val="00B24B8D"/>
    <w:rsid w:val="00B24BED"/>
    <w:rsid w:val="00B250C9"/>
    <w:rsid w:val="00B25981"/>
    <w:rsid w:val="00B25B58"/>
    <w:rsid w:val="00B25EA5"/>
    <w:rsid w:val="00B260ED"/>
    <w:rsid w:val="00B26886"/>
    <w:rsid w:val="00B26887"/>
    <w:rsid w:val="00B26DC6"/>
    <w:rsid w:val="00B26DD6"/>
    <w:rsid w:val="00B26EC6"/>
    <w:rsid w:val="00B26FDF"/>
    <w:rsid w:val="00B27BF0"/>
    <w:rsid w:val="00B27D43"/>
    <w:rsid w:val="00B30131"/>
    <w:rsid w:val="00B303C1"/>
    <w:rsid w:val="00B3045E"/>
    <w:rsid w:val="00B30841"/>
    <w:rsid w:val="00B30A25"/>
    <w:rsid w:val="00B30A26"/>
    <w:rsid w:val="00B30B01"/>
    <w:rsid w:val="00B31125"/>
    <w:rsid w:val="00B31C51"/>
    <w:rsid w:val="00B3230B"/>
    <w:rsid w:val="00B3245E"/>
    <w:rsid w:val="00B32CFB"/>
    <w:rsid w:val="00B33027"/>
    <w:rsid w:val="00B3405C"/>
    <w:rsid w:val="00B340C2"/>
    <w:rsid w:val="00B341F1"/>
    <w:rsid w:val="00B3425C"/>
    <w:rsid w:val="00B34CD4"/>
    <w:rsid w:val="00B34F86"/>
    <w:rsid w:val="00B3536C"/>
    <w:rsid w:val="00B3542E"/>
    <w:rsid w:val="00B358AF"/>
    <w:rsid w:val="00B35B56"/>
    <w:rsid w:val="00B35DFE"/>
    <w:rsid w:val="00B35EAB"/>
    <w:rsid w:val="00B35F24"/>
    <w:rsid w:val="00B36008"/>
    <w:rsid w:val="00B36122"/>
    <w:rsid w:val="00B3621F"/>
    <w:rsid w:val="00B365BE"/>
    <w:rsid w:val="00B36709"/>
    <w:rsid w:val="00B36DE0"/>
    <w:rsid w:val="00B37141"/>
    <w:rsid w:val="00B371C5"/>
    <w:rsid w:val="00B37DF2"/>
    <w:rsid w:val="00B4005A"/>
    <w:rsid w:val="00B4021B"/>
    <w:rsid w:val="00B40575"/>
    <w:rsid w:val="00B410FD"/>
    <w:rsid w:val="00B41C35"/>
    <w:rsid w:val="00B41F18"/>
    <w:rsid w:val="00B425DF"/>
    <w:rsid w:val="00B42A09"/>
    <w:rsid w:val="00B42B2F"/>
    <w:rsid w:val="00B433ED"/>
    <w:rsid w:val="00B43804"/>
    <w:rsid w:val="00B4384B"/>
    <w:rsid w:val="00B4449E"/>
    <w:rsid w:val="00B44948"/>
    <w:rsid w:val="00B44C1B"/>
    <w:rsid w:val="00B44E5B"/>
    <w:rsid w:val="00B451B6"/>
    <w:rsid w:val="00B461F0"/>
    <w:rsid w:val="00B4680F"/>
    <w:rsid w:val="00B46A9D"/>
    <w:rsid w:val="00B46E9A"/>
    <w:rsid w:val="00B46F7B"/>
    <w:rsid w:val="00B47016"/>
    <w:rsid w:val="00B47237"/>
    <w:rsid w:val="00B47675"/>
    <w:rsid w:val="00B477F2"/>
    <w:rsid w:val="00B4785E"/>
    <w:rsid w:val="00B50A55"/>
    <w:rsid w:val="00B5103E"/>
    <w:rsid w:val="00B51173"/>
    <w:rsid w:val="00B51395"/>
    <w:rsid w:val="00B51508"/>
    <w:rsid w:val="00B51CE5"/>
    <w:rsid w:val="00B51D9C"/>
    <w:rsid w:val="00B5218C"/>
    <w:rsid w:val="00B522F9"/>
    <w:rsid w:val="00B52A8B"/>
    <w:rsid w:val="00B532D8"/>
    <w:rsid w:val="00B53647"/>
    <w:rsid w:val="00B53849"/>
    <w:rsid w:val="00B53AFA"/>
    <w:rsid w:val="00B5471D"/>
    <w:rsid w:val="00B54BA0"/>
    <w:rsid w:val="00B54F32"/>
    <w:rsid w:val="00B552FA"/>
    <w:rsid w:val="00B55566"/>
    <w:rsid w:val="00B563F8"/>
    <w:rsid w:val="00B56A51"/>
    <w:rsid w:val="00B56B31"/>
    <w:rsid w:val="00B5703F"/>
    <w:rsid w:val="00B5763F"/>
    <w:rsid w:val="00B57759"/>
    <w:rsid w:val="00B577A5"/>
    <w:rsid w:val="00B57900"/>
    <w:rsid w:val="00B6006D"/>
    <w:rsid w:val="00B60380"/>
    <w:rsid w:val="00B605C8"/>
    <w:rsid w:val="00B60B4F"/>
    <w:rsid w:val="00B60BDB"/>
    <w:rsid w:val="00B60CDB"/>
    <w:rsid w:val="00B60DD9"/>
    <w:rsid w:val="00B612DD"/>
    <w:rsid w:val="00B61608"/>
    <w:rsid w:val="00B6179E"/>
    <w:rsid w:val="00B6197A"/>
    <w:rsid w:val="00B61DE8"/>
    <w:rsid w:val="00B62440"/>
    <w:rsid w:val="00B62A1C"/>
    <w:rsid w:val="00B63658"/>
    <w:rsid w:val="00B63A42"/>
    <w:rsid w:val="00B63B2A"/>
    <w:rsid w:val="00B64578"/>
    <w:rsid w:val="00B649F9"/>
    <w:rsid w:val="00B64D27"/>
    <w:rsid w:val="00B651DA"/>
    <w:rsid w:val="00B653C9"/>
    <w:rsid w:val="00B6553B"/>
    <w:rsid w:val="00B659CD"/>
    <w:rsid w:val="00B65BBD"/>
    <w:rsid w:val="00B65CFC"/>
    <w:rsid w:val="00B665C3"/>
    <w:rsid w:val="00B66980"/>
    <w:rsid w:val="00B6698F"/>
    <w:rsid w:val="00B66D09"/>
    <w:rsid w:val="00B67C15"/>
    <w:rsid w:val="00B67F5E"/>
    <w:rsid w:val="00B700CA"/>
    <w:rsid w:val="00B70185"/>
    <w:rsid w:val="00B70879"/>
    <w:rsid w:val="00B70D04"/>
    <w:rsid w:val="00B70DEC"/>
    <w:rsid w:val="00B70EFB"/>
    <w:rsid w:val="00B71100"/>
    <w:rsid w:val="00B716A6"/>
    <w:rsid w:val="00B71DB3"/>
    <w:rsid w:val="00B72124"/>
    <w:rsid w:val="00B72A31"/>
    <w:rsid w:val="00B72E64"/>
    <w:rsid w:val="00B7343C"/>
    <w:rsid w:val="00B73A48"/>
    <w:rsid w:val="00B745A4"/>
    <w:rsid w:val="00B74630"/>
    <w:rsid w:val="00B74815"/>
    <w:rsid w:val="00B748C3"/>
    <w:rsid w:val="00B748FA"/>
    <w:rsid w:val="00B76527"/>
    <w:rsid w:val="00B7652D"/>
    <w:rsid w:val="00B76D60"/>
    <w:rsid w:val="00B77109"/>
    <w:rsid w:val="00B77184"/>
    <w:rsid w:val="00B774FA"/>
    <w:rsid w:val="00B77524"/>
    <w:rsid w:val="00B779EE"/>
    <w:rsid w:val="00B77C1C"/>
    <w:rsid w:val="00B803A4"/>
    <w:rsid w:val="00B80431"/>
    <w:rsid w:val="00B807CF"/>
    <w:rsid w:val="00B80981"/>
    <w:rsid w:val="00B81C98"/>
    <w:rsid w:val="00B81E8D"/>
    <w:rsid w:val="00B82667"/>
    <w:rsid w:val="00B8276F"/>
    <w:rsid w:val="00B82950"/>
    <w:rsid w:val="00B82C4D"/>
    <w:rsid w:val="00B82FB7"/>
    <w:rsid w:val="00B834CC"/>
    <w:rsid w:val="00B83792"/>
    <w:rsid w:val="00B83B40"/>
    <w:rsid w:val="00B83C4E"/>
    <w:rsid w:val="00B83C51"/>
    <w:rsid w:val="00B83CD1"/>
    <w:rsid w:val="00B842D3"/>
    <w:rsid w:val="00B84735"/>
    <w:rsid w:val="00B84A59"/>
    <w:rsid w:val="00B85811"/>
    <w:rsid w:val="00B858CA"/>
    <w:rsid w:val="00B85B2A"/>
    <w:rsid w:val="00B85F1A"/>
    <w:rsid w:val="00B86040"/>
    <w:rsid w:val="00B86094"/>
    <w:rsid w:val="00B8609D"/>
    <w:rsid w:val="00B86133"/>
    <w:rsid w:val="00B86166"/>
    <w:rsid w:val="00B86307"/>
    <w:rsid w:val="00B86666"/>
    <w:rsid w:val="00B870B1"/>
    <w:rsid w:val="00B874E7"/>
    <w:rsid w:val="00B8763B"/>
    <w:rsid w:val="00B9095F"/>
    <w:rsid w:val="00B90998"/>
    <w:rsid w:val="00B909E1"/>
    <w:rsid w:val="00B90E73"/>
    <w:rsid w:val="00B9115A"/>
    <w:rsid w:val="00B91223"/>
    <w:rsid w:val="00B91DE6"/>
    <w:rsid w:val="00B91E2C"/>
    <w:rsid w:val="00B92063"/>
    <w:rsid w:val="00B923D4"/>
    <w:rsid w:val="00B926AB"/>
    <w:rsid w:val="00B936FE"/>
    <w:rsid w:val="00B938A3"/>
    <w:rsid w:val="00B93939"/>
    <w:rsid w:val="00B93EDF"/>
    <w:rsid w:val="00B94166"/>
    <w:rsid w:val="00B941D4"/>
    <w:rsid w:val="00B9437D"/>
    <w:rsid w:val="00B943E2"/>
    <w:rsid w:val="00B9459D"/>
    <w:rsid w:val="00B94A5B"/>
    <w:rsid w:val="00B9501E"/>
    <w:rsid w:val="00B955E5"/>
    <w:rsid w:val="00B95A7F"/>
    <w:rsid w:val="00B96962"/>
    <w:rsid w:val="00B96EDF"/>
    <w:rsid w:val="00B972D6"/>
    <w:rsid w:val="00B974EF"/>
    <w:rsid w:val="00B975F8"/>
    <w:rsid w:val="00B977F9"/>
    <w:rsid w:val="00BA0080"/>
    <w:rsid w:val="00BA0449"/>
    <w:rsid w:val="00BA06FC"/>
    <w:rsid w:val="00BA14A9"/>
    <w:rsid w:val="00BA1969"/>
    <w:rsid w:val="00BA2377"/>
    <w:rsid w:val="00BA280D"/>
    <w:rsid w:val="00BA284B"/>
    <w:rsid w:val="00BA28C2"/>
    <w:rsid w:val="00BA306F"/>
    <w:rsid w:val="00BA32F8"/>
    <w:rsid w:val="00BA3C02"/>
    <w:rsid w:val="00BA4050"/>
    <w:rsid w:val="00BA43A8"/>
    <w:rsid w:val="00BA4473"/>
    <w:rsid w:val="00BA4A31"/>
    <w:rsid w:val="00BA4B39"/>
    <w:rsid w:val="00BA4BD2"/>
    <w:rsid w:val="00BA4E05"/>
    <w:rsid w:val="00BA50AF"/>
    <w:rsid w:val="00BA6053"/>
    <w:rsid w:val="00BA6255"/>
    <w:rsid w:val="00BA6414"/>
    <w:rsid w:val="00BA669D"/>
    <w:rsid w:val="00BA6B09"/>
    <w:rsid w:val="00BA6E10"/>
    <w:rsid w:val="00BA7839"/>
    <w:rsid w:val="00BB0093"/>
    <w:rsid w:val="00BB0ED7"/>
    <w:rsid w:val="00BB10EF"/>
    <w:rsid w:val="00BB15D2"/>
    <w:rsid w:val="00BB1A04"/>
    <w:rsid w:val="00BB1B39"/>
    <w:rsid w:val="00BB1C3D"/>
    <w:rsid w:val="00BB1DC7"/>
    <w:rsid w:val="00BB2AB4"/>
    <w:rsid w:val="00BB33D2"/>
    <w:rsid w:val="00BB36AD"/>
    <w:rsid w:val="00BB3A23"/>
    <w:rsid w:val="00BB46D5"/>
    <w:rsid w:val="00BB535E"/>
    <w:rsid w:val="00BB623A"/>
    <w:rsid w:val="00BB63F1"/>
    <w:rsid w:val="00BB73BD"/>
    <w:rsid w:val="00BB7702"/>
    <w:rsid w:val="00BB7B26"/>
    <w:rsid w:val="00BB7DC9"/>
    <w:rsid w:val="00BC0163"/>
    <w:rsid w:val="00BC029F"/>
    <w:rsid w:val="00BC0A26"/>
    <w:rsid w:val="00BC0AA3"/>
    <w:rsid w:val="00BC0D1A"/>
    <w:rsid w:val="00BC10FA"/>
    <w:rsid w:val="00BC207B"/>
    <w:rsid w:val="00BC20B0"/>
    <w:rsid w:val="00BC2DEF"/>
    <w:rsid w:val="00BC30AD"/>
    <w:rsid w:val="00BC36CB"/>
    <w:rsid w:val="00BC3982"/>
    <w:rsid w:val="00BC3F5B"/>
    <w:rsid w:val="00BC40AE"/>
    <w:rsid w:val="00BC4719"/>
    <w:rsid w:val="00BC4B03"/>
    <w:rsid w:val="00BC4CCE"/>
    <w:rsid w:val="00BC4E51"/>
    <w:rsid w:val="00BC55BE"/>
    <w:rsid w:val="00BC5D70"/>
    <w:rsid w:val="00BC63BF"/>
    <w:rsid w:val="00BC6A9F"/>
    <w:rsid w:val="00BC7137"/>
    <w:rsid w:val="00BC779E"/>
    <w:rsid w:val="00BC79DF"/>
    <w:rsid w:val="00BC7B6D"/>
    <w:rsid w:val="00BC7D16"/>
    <w:rsid w:val="00BC7E1D"/>
    <w:rsid w:val="00BC7EF4"/>
    <w:rsid w:val="00BD0C95"/>
    <w:rsid w:val="00BD14E7"/>
    <w:rsid w:val="00BD1957"/>
    <w:rsid w:val="00BD1CAC"/>
    <w:rsid w:val="00BD1F91"/>
    <w:rsid w:val="00BD21F2"/>
    <w:rsid w:val="00BD223C"/>
    <w:rsid w:val="00BD28C0"/>
    <w:rsid w:val="00BD2DF9"/>
    <w:rsid w:val="00BD2F77"/>
    <w:rsid w:val="00BD30E0"/>
    <w:rsid w:val="00BD38CB"/>
    <w:rsid w:val="00BD3A97"/>
    <w:rsid w:val="00BD41A2"/>
    <w:rsid w:val="00BD4609"/>
    <w:rsid w:val="00BD4659"/>
    <w:rsid w:val="00BD4887"/>
    <w:rsid w:val="00BD4A45"/>
    <w:rsid w:val="00BD518C"/>
    <w:rsid w:val="00BD53A0"/>
    <w:rsid w:val="00BD5522"/>
    <w:rsid w:val="00BD5A63"/>
    <w:rsid w:val="00BD5AC8"/>
    <w:rsid w:val="00BD5AD9"/>
    <w:rsid w:val="00BD5B0B"/>
    <w:rsid w:val="00BD5B3C"/>
    <w:rsid w:val="00BD65D3"/>
    <w:rsid w:val="00BD68C2"/>
    <w:rsid w:val="00BD6BA0"/>
    <w:rsid w:val="00BD6BB6"/>
    <w:rsid w:val="00BD7AA4"/>
    <w:rsid w:val="00BD7B93"/>
    <w:rsid w:val="00BD7BFD"/>
    <w:rsid w:val="00BD7C60"/>
    <w:rsid w:val="00BD7CDE"/>
    <w:rsid w:val="00BD7D0A"/>
    <w:rsid w:val="00BE02A8"/>
    <w:rsid w:val="00BE0A61"/>
    <w:rsid w:val="00BE0D46"/>
    <w:rsid w:val="00BE0F35"/>
    <w:rsid w:val="00BE139B"/>
    <w:rsid w:val="00BE13EE"/>
    <w:rsid w:val="00BE16B9"/>
    <w:rsid w:val="00BE1809"/>
    <w:rsid w:val="00BE1993"/>
    <w:rsid w:val="00BE1C3D"/>
    <w:rsid w:val="00BE22A2"/>
    <w:rsid w:val="00BE22F8"/>
    <w:rsid w:val="00BE23DD"/>
    <w:rsid w:val="00BE2484"/>
    <w:rsid w:val="00BE2F3E"/>
    <w:rsid w:val="00BE33F7"/>
    <w:rsid w:val="00BE3DC6"/>
    <w:rsid w:val="00BE414E"/>
    <w:rsid w:val="00BE592D"/>
    <w:rsid w:val="00BE5D7D"/>
    <w:rsid w:val="00BE5E58"/>
    <w:rsid w:val="00BE6208"/>
    <w:rsid w:val="00BE62CC"/>
    <w:rsid w:val="00BE662C"/>
    <w:rsid w:val="00BE68DA"/>
    <w:rsid w:val="00BE6E43"/>
    <w:rsid w:val="00BE6FE8"/>
    <w:rsid w:val="00BE736E"/>
    <w:rsid w:val="00BE7545"/>
    <w:rsid w:val="00BE7669"/>
    <w:rsid w:val="00BE7C3B"/>
    <w:rsid w:val="00BE7E21"/>
    <w:rsid w:val="00BF0040"/>
    <w:rsid w:val="00BF0437"/>
    <w:rsid w:val="00BF0512"/>
    <w:rsid w:val="00BF1F58"/>
    <w:rsid w:val="00BF3365"/>
    <w:rsid w:val="00BF350F"/>
    <w:rsid w:val="00BF3574"/>
    <w:rsid w:val="00BF3812"/>
    <w:rsid w:val="00BF3CAB"/>
    <w:rsid w:val="00BF4AC0"/>
    <w:rsid w:val="00BF55EB"/>
    <w:rsid w:val="00BF593B"/>
    <w:rsid w:val="00BF5FDC"/>
    <w:rsid w:val="00BF6872"/>
    <w:rsid w:val="00BF6BFF"/>
    <w:rsid w:val="00BF6ECF"/>
    <w:rsid w:val="00BF7222"/>
    <w:rsid w:val="00BF72A2"/>
    <w:rsid w:val="00BF735B"/>
    <w:rsid w:val="00BF782C"/>
    <w:rsid w:val="00BF7AD7"/>
    <w:rsid w:val="00BF7D84"/>
    <w:rsid w:val="00C001DE"/>
    <w:rsid w:val="00C00637"/>
    <w:rsid w:val="00C00CF1"/>
    <w:rsid w:val="00C0142D"/>
    <w:rsid w:val="00C015F7"/>
    <w:rsid w:val="00C0182F"/>
    <w:rsid w:val="00C018EA"/>
    <w:rsid w:val="00C01A31"/>
    <w:rsid w:val="00C020F1"/>
    <w:rsid w:val="00C0228D"/>
    <w:rsid w:val="00C02343"/>
    <w:rsid w:val="00C02536"/>
    <w:rsid w:val="00C026C7"/>
    <w:rsid w:val="00C028E8"/>
    <w:rsid w:val="00C030B9"/>
    <w:rsid w:val="00C030FE"/>
    <w:rsid w:val="00C035B6"/>
    <w:rsid w:val="00C035C9"/>
    <w:rsid w:val="00C03D91"/>
    <w:rsid w:val="00C03EDE"/>
    <w:rsid w:val="00C0430B"/>
    <w:rsid w:val="00C04393"/>
    <w:rsid w:val="00C04A72"/>
    <w:rsid w:val="00C04D53"/>
    <w:rsid w:val="00C05365"/>
    <w:rsid w:val="00C05465"/>
    <w:rsid w:val="00C056AC"/>
    <w:rsid w:val="00C05736"/>
    <w:rsid w:val="00C05C50"/>
    <w:rsid w:val="00C05CDA"/>
    <w:rsid w:val="00C05F11"/>
    <w:rsid w:val="00C066C9"/>
    <w:rsid w:val="00C0677D"/>
    <w:rsid w:val="00C06844"/>
    <w:rsid w:val="00C06D49"/>
    <w:rsid w:val="00C06D70"/>
    <w:rsid w:val="00C06D9F"/>
    <w:rsid w:val="00C06FFE"/>
    <w:rsid w:val="00C07391"/>
    <w:rsid w:val="00C077BB"/>
    <w:rsid w:val="00C07F5A"/>
    <w:rsid w:val="00C10026"/>
    <w:rsid w:val="00C10306"/>
    <w:rsid w:val="00C1037B"/>
    <w:rsid w:val="00C104E9"/>
    <w:rsid w:val="00C107EC"/>
    <w:rsid w:val="00C10D41"/>
    <w:rsid w:val="00C110E5"/>
    <w:rsid w:val="00C111A5"/>
    <w:rsid w:val="00C11801"/>
    <w:rsid w:val="00C121C2"/>
    <w:rsid w:val="00C123E1"/>
    <w:rsid w:val="00C126E0"/>
    <w:rsid w:val="00C12833"/>
    <w:rsid w:val="00C12C35"/>
    <w:rsid w:val="00C12E93"/>
    <w:rsid w:val="00C13377"/>
    <w:rsid w:val="00C141CE"/>
    <w:rsid w:val="00C143CC"/>
    <w:rsid w:val="00C14650"/>
    <w:rsid w:val="00C147E7"/>
    <w:rsid w:val="00C14912"/>
    <w:rsid w:val="00C15166"/>
    <w:rsid w:val="00C15424"/>
    <w:rsid w:val="00C15520"/>
    <w:rsid w:val="00C1553B"/>
    <w:rsid w:val="00C15E04"/>
    <w:rsid w:val="00C16165"/>
    <w:rsid w:val="00C1619F"/>
    <w:rsid w:val="00C16A0A"/>
    <w:rsid w:val="00C16C26"/>
    <w:rsid w:val="00C17396"/>
    <w:rsid w:val="00C1749A"/>
    <w:rsid w:val="00C178DA"/>
    <w:rsid w:val="00C17F44"/>
    <w:rsid w:val="00C2001B"/>
    <w:rsid w:val="00C200E9"/>
    <w:rsid w:val="00C20319"/>
    <w:rsid w:val="00C20FEF"/>
    <w:rsid w:val="00C213A4"/>
    <w:rsid w:val="00C21484"/>
    <w:rsid w:val="00C2159D"/>
    <w:rsid w:val="00C223D5"/>
    <w:rsid w:val="00C22405"/>
    <w:rsid w:val="00C2259E"/>
    <w:rsid w:val="00C228A9"/>
    <w:rsid w:val="00C22EBD"/>
    <w:rsid w:val="00C233A1"/>
    <w:rsid w:val="00C23AFA"/>
    <w:rsid w:val="00C243EC"/>
    <w:rsid w:val="00C24631"/>
    <w:rsid w:val="00C2499F"/>
    <w:rsid w:val="00C25922"/>
    <w:rsid w:val="00C2628C"/>
    <w:rsid w:val="00C262D4"/>
    <w:rsid w:val="00C2631F"/>
    <w:rsid w:val="00C2639D"/>
    <w:rsid w:val="00C268AE"/>
    <w:rsid w:val="00C268B6"/>
    <w:rsid w:val="00C2710B"/>
    <w:rsid w:val="00C272AD"/>
    <w:rsid w:val="00C27329"/>
    <w:rsid w:val="00C27393"/>
    <w:rsid w:val="00C2777C"/>
    <w:rsid w:val="00C27CD3"/>
    <w:rsid w:val="00C27D01"/>
    <w:rsid w:val="00C27FD9"/>
    <w:rsid w:val="00C30507"/>
    <w:rsid w:val="00C30655"/>
    <w:rsid w:val="00C3091B"/>
    <w:rsid w:val="00C30A60"/>
    <w:rsid w:val="00C30B11"/>
    <w:rsid w:val="00C30BA2"/>
    <w:rsid w:val="00C3124C"/>
    <w:rsid w:val="00C312BF"/>
    <w:rsid w:val="00C31D68"/>
    <w:rsid w:val="00C32400"/>
    <w:rsid w:val="00C328A0"/>
    <w:rsid w:val="00C32A6D"/>
    <w:rsid w:val="00C33261"/>
    <w:rsid w:val="00C3353D"/>
    <w:rsid w:val="00C33712"/>
    <w:rsid w:val="00C337B6"/>
    <w:rsid w:val="00C33ABB"/>
    <w:rsid w:val="00C33ABF"/>
    <w:rsid w:val="00C33DE9"/>
    <w:rsid w:val="00C33F13"/>
    <w:rsid w:val="00C33FCD"/>
    <w:rsid w:val="00C341C0"/>
    <w:rsid w:val="00C34292"/>
    <w:rsid w:val="00C34406"/>
    <w:rsid w:val="00C3484E"/>
    <w:rsid w:val="00C35326"/>
    <w:rsid w:val="00C357D5"/>
    <w:rsid w:val="00C35C51"/>
    <w:rsid w:val="00C36C3A"/>
    <w:rsid w:val="00C36CC3"/>
    <w:rsid w:val="00C36E62"/>
    <w:rsid w:val="00C36F7E"/>
    <w:rsid w:val="00C3719B"/>
    <w:rsid w:val="00C3757D"/>
    <w:rsid w:val="00C37D2F"/>
    <w:rsid w:val="00C409A1"/>
    <w:rsid w:val="00C40B0A"/>
    <w:rsid w:val="00C40BA9"/>
    <w:rsid w:val="00C417D7"/>
    <w:rsid w:val="00C418F3"/>
    <w:rsid w:val="00C41E15"/>
    <w:rsid w:val="00C421F0"/>
    <w:rsid w:val="00C42619"/>
    <w:rsid w:val="00C42A93"/>
    <w:rsid w:val="00C4326C"/>
    <w:rsid w:val="00C43784"/>
    <w:rsid w:val="00C43C51"/>
    <w:rsid w:val="00C43EEC"/>
    <w:rsid w:val="00C44A25"/>
    <w:rsid w:val="00C44A85"/>
    <w:rsid w:val="00C453D9"/>
    <w:rsid w:val="00C453F6"/>
    <w:rsid w:val="00C45DB5"/>
    <w:rsid w:val="00C45DF9"/>
    <w:rsid w:val="00C45F87"/>
    <w:rsid w:val="00C45FA4"/>
    <w:rsid w:val="00C463C2"/>
    <w:rsid w:val="00C468EC"/>
    <w:rsid w:val="00C469DB"/>
    <w:rsid w:val="00C46D95"/>
    <w:rsid w:val="00C46F22"/>
    <w:rsid w:val="00C4712C"/>
    <w:rsid w:val="00C4744F"/>
    <w:rsid w:val="00C47C56"/>
    <w:rsid w:val="00C47CA8"/>
    <w:rsid w:val="00C47DAB"/>
    <w:rsid w:val="00C51503"/>
    <w:rsid w:val="00C51575"/>
    <w:rsid w:val="00C51791"/>
    <w:rsid w:val="00C5184B"/>
    <w:rsid w:val="00C51854"/>
    <w:rsid w:val="00C51ABB"/>
    <w:rsid w:val="00C51C96"/>
    <w:rsid w:val="00C51F3E"/>
    <w:rsid w:val="00C524F6"/>
    <w:rsid w:val="00C525BF"/>
    <w:rsid w:val="00C525C4"/>
    <w:rsid w:val="00C528E1"/>
    <w:rsid w:val="00C53645"/>
    <w:rsid w:val="00C53A13"/>
    <w:rsid w:val="00C54058"/>
    <w:rsid w:val="00C54245"/>
    <w:rsid w:val="00C54DC7"/>
    <w:rsid w:val="00C54FA4"/>
    <w:rsid w:val="00C55233"/>
    <w:rsid w:val="00C557FC"/>
    <w:rsid w:val="00C55B28"/>
    <w:rsid w:val="00C56158"/>
    <w:rsid w:val="00C56B15"/>
    <w:rsid w:val="00C56B44"/>
    <w:rsid w:val="00C56F21"/>
    <w:rsid w:val="00C574D0"/>
    <w:rsid w:val="00C574EF"/>
    <w:rsid w:val="00C576EC"/>
    <w:rsid w:val="00C57BB7"/>
    <w:rsid w:val="00C57E53"/>
    <w:rsid w:val="00C607E4"/>
    <w:rsid w:val="00C60A6D"/>
    <w:rsid w:val="00C60B3A"/>
    <w:rsid w:val="00C60D38"/>
    <w:rsid w:val="00C6168F"/>
    <w:rsid w:val="00C620AE"/>
    <w:rsid w:val="00C6232E"/>
    <w:rsid w:val="00C62668"/>
    <w:rsid w:val="00C62762"/>
    <w:rsid w:val="00C631D3"/>
    <w:rsid w:val="00C63935"/>
    <w:rsid w:val="00C639DD"/>
    <w:rsid w:val="00C63C02"/>
    <w:rsid w:val="00C641DD"/>
    <w:rsid w:val="00C646AF"/>
    <w:rsid w:val="00C646B7"/>
    <w:rsid w:val="00C647FF"/>
    <w:rsid w:val="00C64943"/>
    <w:rsid w:val="00C64AF0"/>
    <w:rsid w:val="00C65104"/>
    <w:rsid w:val="00C6538D"/>
    <w:rsid w:val="00C65571"/>
    <w:rsid w:val="00C65862"/>
    <w:rsid w:val="00C668AB"/>
    <w:rsid w:val="00C66D6E"/>
    <w:rsid w:val="00C6710E"/>
    <w:rsid w:val="00C679D1"/>
    <w:rsid w:val="00C67D81"/>
    <w:rsid w:val="00C67D82"/>
    <w:rsid w:val="00C70AC5"/>
    <w:rsid w:val="00C70C3C"/>
    <w:rsid w:val="00C70EA0"/>
    <w:rsid w:val="00C71027"/>
    <w:rsid w:val="00C71117"/>
    <w:rsid w:val="00C72438"/>
    <w:rsid w:val="00C726DF"/>
    <w:rsid w:val="00C72C60"/>
    <w:rsid w:val="00C72FBC"/>
    <w:rsid w:val="00C73037"/>
    <w:rsid w:val="00C731C8"/>
    <w:rsid w:val="00C732FA"/>
    <w:rsid w:val="00C737B8"/>
    <w:rsid w:val="00C7387B"/>
    <w:rsid w:val="00C738B0"/>
    <w:rsid w:val="00C73F52"/>
    <w:rsid w:val="00C74034"/>
    <w:rsid w:val="00C74841"/>
    <w:rsid w:val="00C74AA2"/>
    <w:rsid w:val="00C74CD4"/>
    <w:rsid w:val="00C74DA7"/>
    <w:rsid w:val="00C751F8"/>
    <w:rsid w:val="00C7555B"/>
    <w:rsid w:val="00C75AB5"/>
    <w:rsid w:val="00C75D00"/>
    <w:rsid w:val="00C763EB"/>
    <w:rsid w:val="00C772E2"/>
    <w:rsid w:val="00C77C3B"/>
    <w:rsid w:val="00C77DF1"/>
    <w:rsid w:val="00C80EDB"/>
    <w:rsid w:val="00C80FC8"/>
    <w:rsid w:val="00C8100A"/>
    <w:rsid w:val="00C81013"/>
    <w:rsid w:val="00C81049"/>
    <w:rsid w:val="00C8116B"/>
    <w:rsid w:val="00C819B7"/>
    <w:rsid w:val="00C81D33"/>
    <w:rsid w:val="00C81FE7"/>
    <w:rsid w:val="00C8341D"/>
    <w:rsid w:val="00C8372B"/>
    <w:rsid w:val="00C83989"/>
    <w:rsid w:val="00C840FE"/>
    <w:rsid w:val="00C841C2"/>
    <w:rsid w:val="00C84412"/>
    <w:rsid w:val="00C8449F"/>
    <w:rsid w:val="00C8467B"/>
    <w:rsid w:val="00C84930"/>
    <w:rsid w:val="00C84AB9"/>
    <w:rsid w:val="00C85021"/>
    <w:rsid w:val="00C85113"/>
    <w:rsid w:val="00C85E65"/>
    <w:rsid w:val="00C85EE3"/>
    <w:rsid w:val="00C86257"/>
    <w:rsid w:val="00C86607"/>
    <w:rsid w:val="00C86BD7"/>
    <w:rsid w:val="00C86E5A"/>
    <w:rsid w:val="00C87012"/>
    <w:rsid w:val="00C870C8"/>
    <w:rsid w:val="00C874A4"/>
    <w:rsid w:val="00C8769D"/>
    <w:rsid w:val="00C87B5B"/>
    <w:rsid w:val="00C91170"/>
    <w:rsid w:val="00C91440"/>
    <w:rsid w:val="00C916B6"/>
    <w:rsid w:val="00C916DE"/>
    <w:rsid w:val="00C9179A"/>
    <w:rsid w:val="00C917B0"/>
    <w:rsid w:val="00C922CD"/>
    <w:rsid w:val="00C92380"/>
    <w:rsid w:val="00C92571"/>
    <w:rsid w:val="00C928F8"/>
    <w:rsid w:val="00C9319D"/>
    <w:rsid w:val="00C93256"/>
    <w:rsid w:val="00C933D4"/>
    <w:rsid w:val="00C93409"/>
    <w:rsid w:val="00C938A9"/>
    <w:rsid w:val="00C93DEF"/>
    <w:rsid w:val="00C9417C"/>
    <w:rsid w:val="00C94272"/>
    <w:rsid w:val="00C944D8"/>
    <w:rsid w:val="00C94759"/>
    <w:rsid w:val="00C94CDD"/>
    <w:rsid w:val="00C94D0D"/>
    <w:rsid w:val="00C94DB5"/>
    <w:rsid w:val="00C94F58"/>
    <w:rsid w:val="00C9550A"/>
    <w:rsid w:val="00C95B59"/>
    <w:rsid w:val="00C96262"/>
    <w:rsid w:val="00C96AAF"/>
    <w:rsid w:val="00C96C60"/>
    <w:rsid w:val="00C96D08"/>
    <w:rsid w:val="00C96E7C"/>
    <w:rsid w:val="00C973AD"/>
    <w:rsid w:val="00C97493"/>
    <w:rsid w:val="00C9760A"/>
    <w:rsid w:val="00C97857"/>
    <w:rsid w:val="00C97941"/>
    <w:rsid w:val="00C97A02"/>
    <w:rsid w:val="00C97C98"/>
    <w:rsid w:val="00CA02C5"/>
    <w:rsid w:val="00CA02DC"/>
    <w:rsid w:val="00CA0336"/>
    <w:rsid w:val="00CA0A60"/>
    <w:rsid w:val="00CA0C40"/>
    <w:rsid w:val="00CA0F06"/>
    <w:rsid w:val="00CA12BC"/>
    <w:rsid w:val="00CA1E22"/>
    <w:rsid w:val="00CA239D"/>
    <w:rsid w:val="00CA2DFA"/>
    <w:rsid w:val="00CA31E5"/>
    <w:rsid w:val="00CA34EA"/>
    <w:rsid w:val="00CA3514"/>
    <w:rsid w:val="00CA3765"/>
    <w:rsid w:val="00CA3975"/>
    <w:rsid w:val="00CA3CF6"/>
    <w:rsid w:val="00CA3EAC"/>
    <w:rsid w:val="00CA4022"/>
    <w:rsid w:val="00CA4A13"/>
    <w:rsid w:val="00CA4B2B"/>
    <w:rsid w:val="00CA4E7D"/>
    <w:rsid w:val="00CA5233"/>
    <w:rsid w:val="00CA531E"/>
    <w:rsid w:val="00CA5FAC"/>
    <w:rsid w:val="00CA62C3"/>
    <w:rsid w:val="00CA6CDA"/>
    <w:rsid w:val="00CA6D4F"/>
    <w:rsid w:val="00CA7A54"/>
    <w:rsid w:val="00CA7C6F"/>
    <w:rsid w:val="00CA7C7E"/>
    <w:rsid w:val="00CA7EEA"/>
    <w:rsid w:val="00CB0477"/>
    <w:rsid w:val="00CB0C61"/>
    <w:rsid w:val="00CB0FD2"/>
    <w:rsid w:val="00CB1413"/>
    <w:rsid w:val="00CB1CEA"/>
    <w:rsid w:val="00CB314E"/>
    <w:rsid w:val="00CB31FE"/>
    <w:rsid w:val="00CB387E"/>
    <w:rsid w:val="00CB3DB4"/>
    <w:rsid w:val="00CB3E50"/>
    <w:rsid w:val="00CB4036"/>
    <w:rsid w:val="00CB4899"/>
    <w:rsid w:val="00CB4BD6"/>
    <w:rsid w:val="00CB4BF9"/>
    <w:rsid w:val="00CB4CFB"/>
    <w:rsid w:val="00CB5269"/>
    <w:rsid w:val="00CB5874"/>
    <w:rsid w:val="00CB634D"/>
    <w:rsid w:val="00CB685F"/>
    <w:rsid w:val="00CB6C52"/>
    <w:rsid w:val="00CB6EFA"/>
    <w:rsid w:val="00CB7639"/>
    <w:rsid w:val="00CB78C5"/>
    <w:rsid w:val="00CB7CE6"/>
    <w:rsid w:val="00CB7DE4"/>
    <w:rsid w:val="00CC0075"/>
    <w:rsid w:val="00CC021C"/>
    <w:rsid w:val="00CC0CA7"/>
    <w:rsid w:val="00CC0F7E"/>
    <w:rsid w:val="00CC0F99"/>
    <w:rsid w:val="00CC11F3"/>
    <w:rsid w:val="00CC132B"/>
    <w:rsid w:val="00CC1337"/>
    <w:rsid w:val="00CC136B"/>
    <w:rsid w:val="00CC18CA"/>
    <w:rsid w:val="00CC1BE4"/>
    <w:rsid w:val="00CC1F76"/>
    <w:rsid w:val="00CC2020"/>
    <w:rsid w:val="00CC22D6"/>
    <w:rsid w:val="00CC2449"/>
    <w:rsid w:val="00CC272B"/>
    <w:rsid w:val="00CC2B53"/>
    <w:rsid w:val="00CC2DEF"/>
    <w:rsid w:val="00CC2E24"/>
    <w:rsid w:val="00CC2EA3"/>
    <w:rsid w:val="00CC33B6"/>
    <w:rsid w:val="00CC343A"/>
    <w:rsid w:val="00CC3ADE"/>
    <w:rsid w:val="00CC3B94"/>
    <w:rsid w:val="00CC3EE4"/>
    <w:rsid w:val="00CC4C3D"/>
    <w:rsid w:val="00CC4C47"/>
    <w:rsid w:val="00CC4E16"/>
    <w:rsid w:val="00CC522C"/>
    <w:rsid w:val="00CC586F"/>
    <w:rsid w:val="00CC5E9A"/>
    <w:rsid w:val="00CC61CB"/>
    <w:rsid w:val="00CC63C5"/>
    <w:rsid w:val="00CC7614"/>
    <w:rsid w:val="00CC7A4F"/>
    <w:rsid w:val="00CC7A85"/>
    <w:rsid w:val="00CC7C26"/>
    <w:rsid w:val="00CC7DE6"/>
    <w:rsid w:val="00CC7E81"/>
    <w:rsid w:val="00CD0026"/>
    <w:rsid w:val="00CD0076"/>
    <w:rsid w:val="00CD0D9C"/>
    <w:rsid w:val="00CD121D"/>
    <w:rsid w:val="00CD140B"/>
    <w:rsid w:val="00CD154D"/>
    <w:rsid w:val="00CD250A"/>
    <w:rsid w:val="00CD26A0"/>
    <w:rsid w:val="00CD293F"/>
    <w:rsid w:val="00CD297E"/>
    <w:rsid w:val="00CD2A7D"/>
    <w:rsid w:val="00CD2D9A"/>
    <w:rsid w:val="00CD3562"/>
    <w:rsid w:val="00CD35BB"/>
    <w:rsid w:val="00CD384A"/>
    <w:rsid w:val="00CD3B22"/>
    <w:rsid w:val="00CD3CEF"/>
    <w:rsid w:val="00CD423C"/>
    <w:rsid w:val="00CD4819"/>
    <w:rsid w:val="00CD4923"/>
    <w:rsid w:val="00CD4AA0"/>
    <w:rsid w:val="00CD4F74"/>
    <w:rsid w:val="00CD50F6"/>
    <w:rsid w:val="00CD5629"/>
    <w:rsid w:val="00CD58BB"/>
    <w:rsid w:val="00CD5B62"/>
    <w:rsid w:val="00CD5CAD"/>
    <w:rsid w:val="00CD62E0"/>
    <w:rsid w:val="00CD6895"/>
    <w:rsid w:val="00CD6D98"/>
    <w:rsid w:val="00CD6F9E"/>
    <w:rsid w:val="00CD7292"/>
    <w:rsid w:val="00CD775D"/>
    <w:rsid w:val="00CD77C7"/>
    <w:rsid w:val="00CD791F"/>
    <w:rsid w:val="00CD79E8"/>
    <w:rsid w:val="00CD7B00"/>
    <w:rsid w:val="00CD7C20"/>
    <w:rsid w:val="00CE05AA"/>
    <w:rsid w:val="00CE09AB"/>
    <w:rsid w:val="00CE0BD5"/>
    <w:rsid w:val="00CE0C9E"/>
    <w:rsid w:val="00CE120D"/>
    <w:rsid w:val="00CE1493"/>
    <w:rsid w:val="00CE1592"/>
    <w:rsid w:val="00CE1763"/>
    <w:rsid w:val="00CE1F8F"/>
    <w:rsid w:val="00CE2941"/>
    <w:rsid w:val="00CE298B"/>
    <w:rsid w:val="00CE2AE4"/>
    <w:rsid w:val="00CE2E0C"/>
    <w:rsid w:val="00CE3068"/>
    <w:rsid w:val="00CE3C41"/>
    <w:rsid w:val="00CE43BB"/>
    <w:rsid w:val="00CE49D1"/>
    <w:rsid w:val="00CE5547"/>
    <w:rsid w:val="00CE5586"/>
    <w:rsid w:val="00CE562B"/>
    <w:rsid w:val="00CE6D61"/>
    <w:rsid w:val="00CE757D"/>
    <w:rsid w:val="00CE7679"/>
    <w:rsid w:val="00CE770F"/>
    <w:rsid w:val="00CE77AC"/>
    <w:rsid w:val="00CF00C4"/>
    <w:rsid w:val="00CF0156"/>
    <w:rsid w:val="00CF05DF"/>
    <w:rsid w:val="00CF0C83"/>
    <w:rsid w:val="00CF0E98"/>
    <w:rsid w:val="00CF0F2E"/>
    <w:rsid w:val="00CF125A"/>
    <w:rsid w:val="00CF2B58"/>
    <w:rsid w:val="00CF3FCB"/>
    <w:rsid w:val="00CF414A"/>
    <w:rsid w:val="00CF46E1"/>
    <w:rsid w:val="00CF4A33"/>
    <w:rsid w:val="00CF4EE0"/>
    <w:rsid w:val="00CF5501"/>
    <w:rsid w:val="00CF575B"/>
    <w:rsid w:val="00CF579F"/>
    <w:rsid w:val="00CF5D37"/>
    <w:rsid w:val="00CF5DA6"/>
    <w:rsid w:val="00CF5E5E"/>
    <w:rsid w:val="00CF78CF"/>
    <w:rsid w:val="00D00A30"/>
    <w:rsid w:val="00D012D1"/>
    <w:rsid w:val="00D01363"/>
    <w:rsid w:val="00D0149B"/>
    <w:rsid w:val="00D0161C"/>
    <w:rsid w:val="00D01702"/>
    <w:rsid w:val="00D01923"/>
    <w:rsid w:val="00D01EFE"/>
    <w:rsid w:val="00D024D6"/>
    <w:rsid w:val="00D02D08"/>
    <w:rsid w:val="00D02F38"/>
    <w:rsid w:val="00D037EC"/>
    <w:rsid w:val="00D03A52"/>
    <w:rsid w:val="00D05978"/>
    <w:rsid w:val="00D05C96"/>
    <w:rsid w:val="00D05D01"/>
    <w:rsid w:val="00D05D2B"/>
    <w:rsid w:val="00D064A7"/>
    <w:rsid w:val="00D06526"/>
    <w:rsid w:val="00D069A2"/>
    <w:rsid w:val="00D06BC7"/>
    <w:rsid w:val="00D06E90"/>
    <w:rsid w:val="00D06F60"/>
    <w:rsid w:val="00D07959"/>
    <w:rsid w:val="00D07C5F"/>
    <w:rsid w:val="00D07CB2"/>
    <w:rsid w:val="00D07F43"/>
    <w:rsid w:val="00D1041C"/>
    <w:rsid w:val="00D105F0"/>
    <w:rsid w:val="00D10B76"/>
    <w:rsid w:val="00D11CB7"/>
    <w:rsid w:val="00D120E0"/>
    <w:rsid w:val="00D12246"/>
    <w:rsid w:val="00D12A0B"/>
    <w:rsid w:val="00D12C47"/>
    <w:rsid w:val="00D12FD8"/>
    <w:rsid w:val="00D13105"/>
    <w:rsid w:val="00D13108"/>
    <w:rsid w:val="00D135BF"/>
    <w:rsid w:val="00D141F0"/>
    <w:rsid w:val="00D145A7"/>
    <w:rsid w:val="00D14863"/>
    <w:rsid w:val="00D1499E"/>
    <w:rsid w:val="00D14C36"/>
    <w:rsid w:val="00D15631"/>
    <w:rsid w:val="00D15AE6"/>
    <w:rsid w:val="00D16012"/>
    <w:rsid w:val="00D161A2"/>
    <w:rsid w:val="00D161B0"/>
    <w:rsid w:val="00D16D70"/>
    <w:rsid w:val="00D1730C"/>
    <w:rsid w:val="00D174B2"/>
    <w:rsid w:val="00D17728"/>
    <w:rsid w:val="00D1772B"/>
    <w:rsid w:val="00D179B9"/>
    <w:rsid w:val="00D17B1A"/>
    <w:rsid w:val="00D17EBD"/>
    <w:rsid w:val="00D20253"/>
    <w:rsid w:val="00D20921"/>
    <w:rsid w:val="00D20960"/>
    <w:rsid w:val="00D209B7"/>
    <w:rsid w:val="00D20FBE"/>
    <w:rsid w:val="00D21312"/>
    <w:rsid w:val="00D213C0"/>
    <w:rsid w:val="00D214A0"/>
    <w:rsid w:val="00D214D8"/>
    <w:rsid w:val="00D21511"/>
    <w:rsid w:val="00D2180E"/>
    <w:rsid w:val="00D218D0"/>
    <w:rsid w:val="00D21C1B"/>
    <w:rsid w:val="00D21E75"/>
    <w:rsid w:val="00D228AF"/>
    <w:rsid w:val="00D22934"/>
    <w:rsid w:val="00D22EBD"/>
    <w:rsid w:val="00D231EC"/>
    <w:rsid w:val="00D233B4"/>
    <w:rsid w:val="00D23CA4"/>
    <w:rsid w:val="00D2411E"/>
    <w:rsid w:val="00D244D2"/>
    <w:rsid w:val="00D24F34"/>
    <w:rsid w:val="00D24FE0"/>
    <w:rsid w:val="00D255E5"/>
    <w:rsid w:val="00D25632"/>
    <w:rsid w:val="00D259F2"/>
    <w:rsid w:val="00D25A0E"/>
    <w:rsid w:val="00D261AF"/>
    <w:rsid w:val="00D2629C"/>
    <w:rsid w:val="00D26BA7"/>
    <w:rsid w:val="00D26E4C"/>
    <w:rsid w:val="00D271F0"/>
    <w:rsid w:val="00D27691"/>
    <w:rsid w:val="00D2770B"/>
    <w:rsid w:val="00D278C2"/>
    <w:rsid w:val="00D27C48"/>
    <w:rsid w:val="00D27D7F"/>
    <w:rsid w:val="00D30142"/>
    <w:rsid w:val="00D3060B"/>
    <w:rsid w:val="00D30626"/>
    <w:rsid w:val="00D30773"/>
    <w:rsid w:val="00D30C69"/>
    <w:rsid w:val="00D311D0"/>
    <w:rsid w:val="00D3177D"/>
    <w:rsid w:val="00D31C47"/>
    <w:rsid w:val="00D320E4"/>
    <w:rsid w:val="00D32564"/>
    <w:rsid w:val="00D3291F"/>
    <w:rsid w:val="00D32B1A"/>
    <w:rsid w:val="00D32E56"/>
    <w:rsid w:val="00D33B4D"/>
    <w:rsid w:val="00D33D5B"/>
    <w:rsid w:val="00D34462"/>
    <w:rsid w:val="00D34856"/>
    <w:rsid w:val="00D34AED"/>
    <w:rsid w:val="00D357D6"/>
    <w:rsid w:val="00D3593B"/>
    <w:rsid w:val="00D35C7F"/>
    <w:rsid w:val="00D37AAB"/>
    <w:rsid w:val="00D40178"/>
    <w:rsid w:val="00D404A8"/>
    <w:rsid w:val="00D40D00"/>
    <w:rsid w:val="00D41072"/>
    <w:rsid w:val="00D41355"/>
    <w:rsid w:val="00D417A0"/>
    <w:rsid w:val="00D41840"/>
    <w:rsid w:val="00D419FD"/>
    <w:rsid w:val="00D41C22"/>
    <w:rsid w:val="00D41EED"/>
    <w:rsid w:val="00D420D3"/>
    <w:rsid w:val="00D42154"/>
    <w:rsid w:val="00D42436"/>
    <w:rsid w:val="00D4267D"/>
    <w:rsid w:val="00D42EA1"/>
    <w:rsid w:val="00D42FBE"/>
    <w:rsid w:val="00D435A9"/>
    <w:rsid w:val="00D43E04"/>
    <w:rsid w:val="00D43F67"/>
    <w:rsid w:val="00D449A3"/>
    <w:rsid w:val="00D452B9"/>
    <w:rsid w:val="00D4538F"/>
    <w:rsid w:val="00D455CF"/>
    <w:rsid w:val="00D4580C"/>
    <w:rsid w:val="00D4584C"/>
    <w:rsid w:val="00D458B5"/>
    <w:rsid w:val="00D45BD7"/>
    <w:rsid w:val="00D45BF7"/>
    <w:rsid w:val="00D4667D"/>
    <w:rsid w:val="00D46F69"/>
    <w:rsid w:val="00D47644"/>
    <w:rsid w:val="00D47E1B"/>
    <w:rsid w:val="00D50183"/>
    <w:rsid w:val="00D50862"/>
    <w:rsid w:val="00D509A3"/>
    <w:rsid w:val="00D51121"/>
    <w:rsid w:val="00D51348"/>
    <w:rsid w:val="00D519E6"/>
    <w:rsid w:val="00D51A8A"/>
    <w:rsid w:val="00D51C4B"/>
    <w:rsid w:val="00D51D2C"/>
    <w:rsid w:val="00D52415"/>
    <w:rsid w:val="00D526EF"/>
    <w:rsid w:val="00D52D82"/>
    <w:rsid w:val="00D533E7"/>
    <w:rsid w:val="00D53CC8"/>
    <w:rsid w:val="00D53FB9"/>
    <w:rsid w:val="00D54CFC"/>
    <w:rsid w:val="00D55365"/>
    <w:rsid w:val="00D55774"/>
    <w:rsid w:val="00D563D4"/>
    <w:rsid w:val="00D5665F"/>
    <w:rsid w:val="00D56724"/>
    <w:rsid w:val="00D5679B"/>
    <w:rsid w:val="00D56B00"/>
    <w:rsid w:val="00D56B11"/>
    <w:rsid w:val="00D56CE9"/>
    <w:rsid w:val="00D56E5B"/>
    <w:rsid w:val="00D57002"/>
    <w:rsid w:val="00D57496"/>
    <w:rsid w:val="00D57DDA"/>
    <w:rsid w:val="00D57F7C"/>
    <w:rsid w:val="00D604A9"/>
    <w:rsid w:val="00D61501"/>
    <w:rsid w:val="00D616EF"/>
    <w:rsid w:val="00D61A3F"/>
    <w:rsid w:val="00D62099"/>
    <w:rsid w:val="00D624FB"/>
    <w:rsid w:val="00D62555"/>
    <w:rsid w:val="00D62709"/>
    <w:rsid w:val="00D63027"/>
    <w:rsid w:val="00D63061"/>
    <w:rsid w:val="00D632F0"/>
    <w:rsid w:val="00D639D2"/>
    <w:rsid w:val="00D63FD9"/>
    <w:rsid w:val="00D64439"/>
    <w:rsid w:val="00D64565"/>
    <w:rsid w:val="00D64CB5"/>
    <w:rsid w:val="00D64CE0"/>
    <w:rsid w:val="00D651E8"/>
    <w:rsid w:val="00D655D1"/>
    <w:rsid w:val="00D65690"/>
    <w:rsid w:val="00D66C2C"/>
    <w:rsid w:val="00D66CC4"/>
    <w:rsid w:val="00D672B5"/>
    <w:rsid w:val="00D67427"/>
    <w:rsid w:val="00D67F83"/>
    <w:rsid w:val="00D70739"/>
    <w:rsid w:val="00D70841"/>
    <w:rsid w:val="00D70A5F"/>
    <w:rsid w:val="00D70B5E"/>
    <w:rsid w:val="00D70E94"/>
    <w:rsid w:val="00D71770"/>
    <w:rsid w:val="00D718D4"/>
    <w:rsid w:val="00D71929"/>
    <w:rsid w:val="00D71978"/>
    <w:rsid w:val="00D71A95"/>
    <w:rsid w:val="00D71EDC"/>
    <w:rsid w:val="00D72895"/>
    <w:rsid w:val="00D72907"/>
    <w:rsid w:val="00D72CFC"/>
    <w:rsid w:val="00D73084"/>
    <w:rsid w:val="00D74F5B"/>
    <w:rsid w:val="00D74F8B"/>
    <w:rsid w:val="00D75082"/>
    <w:rsid w:val="00D750FC"/>
    <w:rsid w:val="00D75347"/>
    <w:rsid w:val="00D7545F"/>
    <w:rsid w:val="00D75D57"/>
    <w:rsid w:val="00D760E5"/>
    <w:rsid w:val="00D765F6"/>
    <w:rsid w:val="00D76C80"/>
    <w:rsid w:val="00D77A56"/>
    <w:rsid w:val="00D80275"/>
    <w:rsid w:val="00D80ABF"/>
    <w:rsid w:val="00D81474"/>
    <w:rsid w:val="00D816EA"/>
    <w:rsid w:val="00D81ADB"/>
    <w:rsid w:val="00D8205B"/>
    <w:rsid w:val="00D827AE"/>
    <w:rsid w:val="00D828D4"/>
    <w:rsid w:val="00D82924"/>
    <w:rsid w:val="00D82EE7"/>
    <w:rsid w:val="00D83914"/>
    <w:rsid w:val="00D83E04"/>
    <w:rsid w:val="00D847EB"/>
    <w:rsid w:val="00D8484F"/>
    <w:rsid w:val="00D852CE"/>
    <w:rsid w:val="00D85470"/>
    <w:rsid w:val="00D855D4"/>
    <w:rsid w:val="00D85926"/>
    <w:rsid w:val="00D85D17"/>
    <w:rsid w:val="00D85F59"/>
    <w:rsid w:val="00D8694F"/>
    <w:rsid w:val="00D86A0C"/>
    <w:rsid w:val="00D86B7E"/>
    <w:rsid w:val="00D86B80"/>
    <w:rsid w:val="00D86D07"/>
    <w:rsid w:val="00D86ED1"/>
    <w:rsid w:val="00D87215"/>
    <w:rsid w:val="00D878B0"/>
    <w:rsid w:val="00D87EFA"/>
    <w:rsid w:val="00D906F6"/>
    <w:rsid w:val="00D9074B"/>
    <w:rsid w:val="00D90D85"/>
    <w:rsid w:val="00D90DAB"/>
    <w:rsid w:val="00D90DD8"/>
    <w:rsid w:val="00D90FC1"/>
    <w:rsid w:val="00D90FE1"/>
    <w:rsid w:val="00D9113B"/>
    <w:rsid w:val="00D920A1"/>
    <w:rsid w:val="00D92257"/>
    <w:rsid w:val="00D923EE"/>
    <w:rsid w:val="00D92424"/>
    <w:rsid w:val="00D924D1"/>
    <w:rsid w:val="00D92509"/>
    <w:rsid w:val="00D9412C"/>
    <w:rsid w:val="00D94446"/>
    <w:rsid w:val="00D946C9"/>
    <w:rsid w:val="00D96718"/>
    <w:rsid w:val="00D96DDC"/>
    <w:rsid w:val="00D97B37"/>
    <w:rsid w:val="00D97C24"/>
    <w:rsid w:val="00D97C82"/>
    <w:rsid w:val="00D97FEC"/>
    <w:rsid w:val="00DA0AF7"/>
    <w:rsid w:val="00DA0E14"/>
    <w:rsid w:val="00DA127A"/>
    <w:rsid w:val="00DA127B"/>
    <w:rsid w:val="00DA19D1"/>
    <w:rsid w:val="00DA20AA"/>
    <w:rsid w:val="00DA22BD"/>
    <w:rsid w:val="00DA24B4"/>
    <w:rsid w:val="00DA2B01"/>
    <w:rsid w:val="00DA3248"/>
    <w:rsid w:val="00DA34E4"/>
    <w:rsid w:val="00DA34FE"/>
    <w:rsid w:val="00DA355B"/>
    <w:rsid w:val="00DA3623"/>
    <w:rsid w:val="00DA3873"/>
    <w:rsid w:val="00DA4141"/>
    <w:rsid w:val="00DA428E"/>
    <w:rsid w:val="00DA4718"/>
    <w:rsid w:val="00DA4B86"/>
    <w:rsid w:val="00DA53DC"/>
    <w:rsid w:val="00DA5520"/>
    <w:rsid w:val="00DA5CE9"/>
    <w:rsid w:val="00DA65E0"/>
    <w:rsid w:val="00DA66DC"/>
    <w:rsid w:val="00DA67D8"/>
    <w:rsid w:val="00DA6884"/>
    <w:rsid w:val="00DA7092"/>
    <w:rsid w:val="00DA7173"/>
    <w:rsid w:val="00DA71DC"/>
    <w:rsid w:val="00DA7D7E"/>
    <w:rsid w:val="00DA7EAA"/>
    <w:rsid w:val="00DA7F9A"/>
    <w:rsid w:val="00DB031E"/>
    <w:rsid w:val="00DB0698"/>
    <w:rsid w:val="00DB08EA"/>
    <w:rsid w:val="00DB0F9C"/>
    <w:rsid w:val="00DB11AC"/>
    <w:rsid w:val="00DB11BC"/>
    <w:rsid w:val="00DB151B"/>
    <w:rsid w:val="00DB1523"/>
    <w:rsid w:val="00DB1AB7"/>
    <w:rsid w:val="00DB224B"/>
    <w:rsid w:val="00DB22EF"/>
    <w:rsid w:val="00DB2CD1"/>
    <w:rsid w:val="00DB2FF7"/>
    <w:rsid w:val="00DB3741"/>
    <w:rsid w:val="00DB3A6C"/>
    <w:rsid w:val="00DB3D19"/>
    <w:rsid w:val="00DB4684"/>
    <w:rsid w:val="00DB4B47"/>
    <w:rsid w:val="00DB4D72"/>
    <w:rsid w:val="00DB5287"/>
    <w:rsid w:val="00DB558B"/>
    <w:rsid w:val="00DB55E2"/>
    <w:rsid w:val="00DB5BA6"/>
    <w:rsid w:val="00DB6806"/>
    <w:rsid w:val="00DB720A"/>
    <w:rsid w:val="00DB74C4"/>
    <w:rsid w:val="00DB7664"/>
    <w:rsid w:val="00DB7858"/>
    <w:rsid w:val="00DC07DF"/>
    <w:rsid w:val="00DC0B6A"/>
    <w:rsid w:val="00DC142B"/>
    <w:rsid w:val="00DC1986"/>
    <w:rsid w:val="00DC1AD7"/>
    <w:rsid w:val="00DC1B54"/>
    <w:rsid w:val="00DC1C29"/>
    <w:rsid w:val="00DC258D"/>
    <w:rsid w:val="00DC286F"/>
    <w:rsid w:val="00DC2DB6"/>
    <w:rsid w:val="00DC3570"/>
    <w:rsid w:val="00DC35B5"/>
    <w:rsid w:val="00DC3665"/>
    <w:rsid w:val="00DC3C3B"/>
    <w:rsid w:val="00DC3F88"/>
    <w:rsid w:val="00DC3F92"/>
    <w:rsid w:val="00DC41FC"/>
    <w:rsid w:val="00DC464E"/>
    <w:rsid w:val="00DC484D"/>
    <w:rsid w:val="00DC5A96"/>
    <w:rsid w:val="00DC5D98"/>
    <w:rsid w:val="00DC6054"/>
    <w:rsid w:val="00DC63E0"/>
    <w:rsid w:val="00DC683C"/>
    <w:rsid w:val="00DC69BD"/>
    <w:rsid w:val="00DC6B32"/>
    <w:rsid w:val="00DC6BE1"/>
    <w:rsid w:val="00DC6C8F"/>
    <w:rsid w:val="00DC6E13"/>
    <w:rsid w:val="00DC731F"/>
    <w:rsid w:val="00DC7374"/>
    <w:rsid w:val="00DC75FC"/>
    <w:rsid w:val="00DC76A9"/>
    <w:rsid w:val="00DD06AE"/>
    <w:rsid w:val="00DD0895"/>
    <w:rsid w:val="00DD0AD3"/>
    <w:rsid w:val="00DD0F22"/>
    <w:rsid w:val="00DD1AA1"/>
    <w:rsid w:val="00DD1BAC"/>
    <w:rsid w:val="00DD1FDC"/>
    <w:rsid w:val="00DD220B"/>
    <w:rsid w:val="00DD26B3"/>
    <w:rsid w:val="00DD2C0F"/>
    <w:rsid w:val="00DD2FDA"/>
    <w:rsid w:val="00DD3415"/>
    <w:rsid w:val="00DD3687"/>
    <w:rsid w:val="00DD377E"/>
    <w:rsid w:val="00DD3929"/>
    <w:rsid w:val="00DD3FB6"/>
    <w:rsid w:val="00DD4980"/>
    <w:rsid w:val="00DD4C41"/>
    <w:rsid w:val="00DD4E5F"/>
    <w:rsid w:val="00DD4E8C"/>
    <w:rsid w:val="00DD4F84"/>
    <w:rsid w:val="00DD5147"/>
    <w:rsid w:val="00DD5B2D"/>
    <w:rsid w:val="00DD6F3D"/>
    <w:rsid w:val="00DD7C0D"/>
    <w:rsid w:val="00DE090B"/>
    <w:rsid w:val="00DE094C"/>
    <w:rsid w:val="00DE1452"/>
    <w:rsid w:val="00DE190C"/>
    <w:rsid w:val="00DE1946"/>
    <w:rsid w:val="00DE2883"/>
    <w:rsid w:val="00DE2D4C"/>
    <w:rsid w:val="00DE2E50"/>
    <w:rsid w:val="00DE32DA"/>
    <w:rsid w:val="00DE3823"/>
    <w:rsid w:val="00DE3AFB"/>
    <w:rsid w:val="00DE3C36"/>
    <w:rsid w:val="00DE43C1"/>
    <w:rsid w:val="00DE512D"/>
    <w:rsid w:val="00DE559B"/>
    <w:rsid w:val="00DE5615"/>
    <w:rsid w:val="00DE5BC7"/>
    <w:rsid w:val="00DE5F60"/>
    <w:rsid w:val="00DE6C17"/>
    <w:rsid w:val="00DE6FB2"/>
    <w:rsid w:val="00DE71D8"/>
    <w:rsid w:val="00DE71EB"/>
    <w:rsid w:val="00DE724D"/>
    <w:rsid w:val="00DE72A5"/>
    <w:rsid w:val="00DE7388"/>
    <w:rsid w:val="00DE750E"/>
    <w:rsid w:val="00DE7CBD"/>
    <w:rsid w:val="00DE7F5E"/>
    <w:rsid w:val="00DF00E2"/>
    <w:rsid w:val="00DF0907"/>
    <w:rsid w:val="00DF095E"/>
    <w:rsid w:val="00DF0B84"/>
    <w:rsid w:val="00DF0C23"/>
    <w:rsid w:val="00DF0DBA"/>
    <w:rsid w:val="00DF0F68"/>
    <w:rsid w:val="00DF11C9"/>
    <w:rsid w:val="00DF18B5"/>
    <w:rsid w:val="00DF1C14"/>
    <w:rsid w:val="00DF2319"/>
    <w:rsid w:val="00DF2420"/>
    <w:rsid w:val="00DF29BD"/>
    <w:rsid w:val="00DF2A49"/>
    <w:rsid w:val="00DF2C5E"/>
    <w:rsid w:val="00DF2D24"/>
    <w:rsid w:val="00DF2E81"/>
    <w:rsid w:val="00DF3578"/>
    <w:rsid w:val="00DF36BA"/>
    <w:rsid w:val="00DF3AB0"/>
    <w:rsid w:val="00DF3B18"/>
    <w:rsid w:val="00DF3B53"/>
    <w:rsid w:val="00DF3DDC"/>
    <w:rsid w:val="00DF3E58"/>
    <w:rsid w:val="00DF53F7"/>
    <w:rsid w:val="00DF5D12"/>
    <w:rsid w:val="00DF5DE3"/>
    <w:rsid w:val="00DF62C7"/>
    <w:rsid w:val="00DF660D"/>
    <w:rsid w:val="00DF6C74"/>
    <w:rsid w:val="00DF6D83"/>
    <w:rsid w:val="00DF6EC1"/>
    <w:rsid w:val="00DF77D3"/>
    <w:rsid w:val="00E0010A"/>
    <w:rsid w:val="00E001E5"/>
    <w:rsid w:val="00E01507"/>
    <w:rsid w:val="00E01A98"/>
    <w:rsid w:val="00E01BF6"/>
    <w:rsid w:val="00E020C7"/>
    <w:rsid w:val="00E02162"/>
    <w:rsid w:val="00E02662"/>
    <w:rsid w:val="00E02680"/>
    <w:rsid w:val="00E02DAC"/>
    <w:rsid w:val="00E031FC"/>
    <w:rsid w:val="00E04398"/>
    <w:rsid w:val="00E04466"/>
    <w:rsid w:val="00E05F03"/>
    <w:rsid w:val="00E063FD"/>
    <w:rsid w:val="00E06951"/>
    <w:rsid w:val="00E069E9"/>
    <w:rsid w:val="00E06AAE"/>
    <w:rsid w:val="00E06E88"/>
    <w:rsid w:val="00E06FCC"/>
    <w:rsid w:val="00E077BF"/>
    <w:rsid w:val="00E07CFD"/>
    <w:rsid w:val="00E10129"/>
    <w:rsid w:val="00E101CA"/>
    <w:rsid w:val="00E10CDB"/>
    <w:rsid w:val="00E10FDB"/>
    <w:rsid w:val="00E10FF9"/>
    <w:rsid w:val="00E11F79"/>
    <w:rsid w:val="00E121CA"/>
    <w:rsid w:val="00E12536"/>
    <w:rsid w:val="00E130C6"/>
    <w:rsid w:val="00E13398"/>
    <w:rsid w:val="00E1364F"/>
    <w:rsid w:val="00E140A0"/>
    <w:rsid w:val="00E140CE"/>
    <w:rsid w:val="00E145B8"/>
    <w:rsid w:val="00E14D39"/>
    <w:rsid w:val="00E15046"/>
    <w:rsid w:val="00E15193"/>
    <w:rsid w:val="00E1538A"/>
    <w:rsid w:val="00E15455"/>
    <w:rsid w:val="00E155F2"/>
    <w:rsid w:val="00E16104"/>
    <w:rsid w:val="00E16161"/>
    <w:rsid w:val="00E163BB"/>
    <w:rsid w:val="00E1646A"/>
    <w:rsid w:val="00E16ACC"/>
    <w:rsid w:val="00E16C75"/>
    <w:rsid w:val="00E16D06"/>
    <w:rsid w:val="00E1708F"/>
    <w:rsid w:val="00E17406"/>
    <w:rsid w:val="00E175A6"/>
    <w:rsid w:val="00E17827"/>
    <w:rsid w:val="00E17969"/>
    <w:rsid w:val="00E17A2F"/>
    <w:rsid w:val="00E201AC"/>
    <w:rsid w:val="00E2060E"/>
    <w:rsid w:val="00E20817"/>
    <w:rsid w:val="00E20A52"/>
    <w:rsid w:val="00E20B1A"/>
    <w:rsid w:val="00E20C82"/>
    <w:rsid w:val="00E20F8F"/>
    <w:rsid w:val="00E214D8"/>
    <w:rsid w:val="00E2198E"/>
    <w:rsid w:val="00E219DC"/>
    <w:rsid w:val="00E21EDD"/>
    <w:rsid w:val="00E21F86"/>
    <w:rsid w:val="00E21FA4"/>
    <w:rsid w:val="00E23199"/>
    <w:rsid w:val="00E231B2"/>
    <w:rsid w:val="00E23339"/>
    <w:rsid w:val="00E23576"/>
    <w:rsid w:val="00E237CC"/>
    <w:rsid w:val="00E23B8B"/>
    <w:rsid w:val="00E24574"/>
    <w:rsid w:val="00E24710"/>
    <w:rsid w:val="00E24A98"/>
    <w:rsid w:val="00E24C6D"/>
    <w:rsid w:val="00E24E77"/>
    <w:rsid w:val="00E252EF"/>
    <w:rsid w:val="00E25F6F"/>
    <w:rsid w:val="00E26353"/>
    <w:rsid w:val="00E26388"/>
    <w:rsid w:val="00E26427"/>
    <w:rsid w:val="00E2648F"/>
    <w:rsid w:val="00E26EB6"/>
    <w:rsid w:val="00E27CBC"/>
    <w:rsid w:val="00E27CEE"/>
    <w:rsid w:val="00E27E7D"/>
    <w:rsid w:val="00E30026"/>
    <w:rsid w:val="00E3009E"/>
    <w:rsid w:val="00E300D6"/>
    <w:rsid w:val="00E3084C"/>
    <w:rsid w:val="00E30BA6"/>
    <w:rsid w:val="00E30F04"/>
    <w:rsid w:val="00E3137D"/>
    <w:rsid w:val="00E3153B"/>
    <w:rsid w:val="00E32571"/>
    <w:rsid w:val="00E3298C"/>
    <w:rsid w:val="00E3337F"/>
    <w:rsid w:val="00E3349E"/>
    <w:rsid w:val="00E33BA2"/>
    <w:rsid w:val="00E343E0"/>
    <w:rsid w:val="00E345EB"/>
    <w:rsid w:val="00E34830"/>
    <w:rsid w:val="00E3483C"/>
    <w:rsid w:val="00E34D38"/>
    <w:rsid w:val="00E34F71"/>
    <w:rsid w:val="00E350B9"/>
    <w:rsid w:val="00E359E3"/>
    <w:rsid w:val="00E35EF3"/>
    <w:rsid w:val="00E363A9"/>
    <w:rsid w:val="00E3641D"/>
    <w:rsid w:val="00E36BD0"/>
    <w:rsid w:val="00E36C6D"/>
    <w:rsid w:val="00E36E4E"/>
    <w:rsid w:val="00E37317"/>
    <w:rsid w:val="00E373AE"/>
    <w:rsid w:val="00E373C7"/>
    <w:rsid w:val="00E37605"/>
    <w:rsid w:val="00E37B1A"/>
    <w:rsid w:val="00E400B3"/>
    <w:rsid w:val="00E403E6"/>
    <w:rsid w:val="00E4075A"/>
    <w:rsid w:val="00E40D6E"/>
    <w:rsid w:val="00E415DB"/>
    <w:rsid w:val="00E41727"/>
    <w:rsid w:val="00E41934"/>
    <w:rsid w:val="00E419D5"/>
    <w:rsid w:val="00E41A9F"/>
    <w:rsid w:val="00E41D15"/>
    <w:rsid w:val="00E41E54"/>
    <w:rsid w:val="00E4237A"/>
    <w:rsid w:val="00E427D7"/>
    <w:rsid w:val="00E4386A"/>
    <w:rsid w:val="00E43F51"/>
    <w:rsid w:val="00E44BB4"/>
    <w:rsid w:val="00E44BC4"/>
    <w:rsid w:val="00E44E1F"/>
    <w:rsid w:val="00E45A62"/>
    <w:rsid w:val="00E45A89"/>
    <w:rsid w:val="00E45F08"/>
    <w:rsid w:val="00E46297"/>
    <w:rsid w:val="00E464B8"/>
    <w:rsid w:val="00E47190"/>
    <w:rsid w:val="00E477DD"/>
    <w:rsid w:val="00E47D6E"/>
    <w:rsid w:val="00E50266"/>
    <w:rsid w:val="00E506DE"/>
    <w:rsid w:val="00E50773"/>
    <w:rsid w:val="00E50FB2"/>
    <w:rsid w:val="00E51020"/>
    <w:rsid w:val="00E5135B"/>
    <w:rsid w:val="00E51FFA"/>
    <w:rsid w:val="00E5226A"/>
    <w:rsid w:val="00E532C4"/>
    <w:rsid w:val="00E536C9"/>
    <w:rsid w:val="00E53B5C"/>
    <w:rsid w:val="00E53F68"/>
    <w:rsid w:val="00E541F1"/>
    <w:rsid w:val="00E54B7B"/>
    <w:rsid w:val="00E54D27"/>
    <w:rsid w:val="00E54EA0"/>
    <w:rsid w:val="00E54F1D"/>
    <w:rsid w:val="00E5508C"/>
    <w:rsid w:val="00E55475"/>
    <w:rsid w:val="00E556F1"/>
    <w:rsid w:val="00E5573B"/>
    <w:rsid w:val="00E55B3E"/>
    <w:rsid w:val="00E56804"/>
    <w:rsid w:val="00E5776E"/>
    <w:rsid w:val="00E57825"/>
    <w:rsid w:val="00E60473"/>
    <w:rsid w:val="00E6052E"/>
    <w:rsid w:val="00E60650"/>
    <w:rsid w:val="00E60C5F"/>
    <w:rsid w:val="00E60EDA"/>
    <w:rsid w:val="00E61001"/>
    <w:rsid w:val="00E6128C"/>
    <w:rsid w:val="00E616A5"/>
    <w:rsid w:val="00E61AFC"/>
    <w:rsid w:val="00E622C7"/>
    <w:rsid w:val="00E6243C"/>
    <w:rsid w:val="00E62ABD"/>
    <w:rsid w:val="00E62F0D"/>
    <w:rsid w:val="00E634D7"/>
    <w:rsid w:val="00E644A6"/>
    <w:rsid w:val="00E646AE"/>
    <w:rsid w:val="00E64A61"/>
    <w:rsid w:val="00E65002"/>
    <w:rsid w:val="00E65816"/>
    <w:rsid w:val="00E65855"/>
    <w:rsid w:val="00E65FF9"/>
    <w:rsid w:val="00E662AB"/>
    <w:rsid w:val="00E66438"/>
    <w:rsid w:val="00E66821"/>
    <w:rsid w:val="00E66C75"/>
    <w:rsid w:val="00E67189"/>
    <w:rsid w:val="00E67258"/>
    <w:rsid w:val="00E67731"/>
    <w:rsid w:val="00E701B5"/>
    <w:rsid w:val="00E70485"/>
    <w:rsid w:val="00E70E45"/>
    <w:rsid w:val="00E71608"/>
    <w:rsid w:val="00E71742"/>
    <w:rsid w:val="00E71973"/>
    <w:rsid w:val="00E71FA9"/>
    <w:rsid w:val="00E72309"/>
    <w:rsid w:val="00E72317"/>
    <w:rsid w:val="00E72E87"/>
    <w:rsid w:val="00E7368E"/>
    <w:rsid w:val="00E73D76"/>
    <w:rsid w:val="00E7442B"/>
    <w:rsid w:val="00E747AD"/>
    <w:rsid w:val="00E7521B"/>
    <w:rsid w:val="00E753CC"/>
    <w:rsid w:val="00E756D8"/>
    <w:rsid w:val="00E758DC"/>
    <w:rsid w:val="00E75C31"/>
    <w:rsid w:val="00E75EB6"/>
    <w:rsid w:val="00E7690D"/>
    <w:rsid w:val="00E7693D"/>
    <w:rsid w:val="00E7706C"/>
    <w:rsid w:val="00E7775B"/>
    <w:rsid w:val="00E77BE1"/>
    <w:rsid w:val="00E77DA1"/>
    <w:rsid w:val="00E77E62"/>
    <w:rsid w:val="00E77F3F"/>
    <w:rsid w:val="00E77F6D"/>
    <w:rsid w:val="00E80117"/>
    <w:rsid w:val="00E80DCF"/>
    <w:rsid w:val="00E8103E"/>
    <w:rsid w:val="00E81130"/>
    <w:rsid w:val="00E813EC"/>
    <w:rsid w:val="00E81502"/>
    <w:rsid w:val="00E81857"/>
    <w:rsid w:val="00E81A11"/>
    <w:rsid w:val="00E81AAB"/>
    <w:rsid w:val="00E81FC9"/>
    <w:rsid w:val="00E82290"/>
    <w:rsid w:val="00E82385"/>
    <w:rsid w:val="00E82477"/>
    <w:rsid w:val="00E827A9"/>
    <w:rsid w:val="00E82AF1"/>
    <w:rsid w:val="00E8330C"/>
    <w:rsid w:val="00E8361B"/>
    <w:rsid w:val="00E837AC"/>
    <w:rsid w:val="00E837BE"/>
    <w:rsid w:val="00E83AE5"/>
    <w:rsid w:val="00E83AEF"/>
    <w:rsid w:val="00E83B63"/>
    <w:rsid w:val="00E83BF8"/>
    <w:rsid w:val="00E83C4E"/>
    <w:rsid w:val="00E83E14"/>
    <w:rsid w:val="00E83FF0"/>
    <w:rsid w:val="00E84B4E"/>
    <w:rsid w:val="00E84D50"/>
    <w:rsid w:val="00E84DB8"/>
    <w:rsid w:val="00E850E5"/>
    <w:rsid w:val="00E856FB"/>
    <w:rsid w:val="00E85821"/>
    <w:rsid w:val="00E85BED"/>
    <w:rsid w:val="00E85C03"/>
    <w:rsid w:val="00E85C30"/>
    <w:rsid w:val="00E864BC"/>
    <w:rsid w:val="00E867BE"/>
    <w:rsid w:val="00E868BE"/>
    <w:rsid w:val="00E86A12"/>
    <w:rsid w:val="00E86AA5"/>
    <w:rsid w:val="00E86F55"/>
    <w:rsid w:val="00E875CF"/>
    <w:rsid w:val="00E87C20"/>
    <w:rsid w:val="00E87F10"/>
    <w:rsid w:val="00E9042A"/>
    <w:rsid w:val="00E90456"/>
    <w:rsid w:val="00E904A0"/>
    <w:rsid w:val="00E909CD"/>
    <w:rsid w:val="00E90D99"/>
    <w:rsid w:val="00E92718"/>
    <w:rsid w:val="00E9297E"/>
    <w:rsid w:val="00E92AD7"/>
    <w:rsid w:val="00E92C5F"/>
    <w:rsid w:val="00E93BBB"/>
    <w:rsid w:val="00E94361"/>
    <w:rsid w:val="00E943BF"/>
    <w:rsid w:val="00E9448D"/>
    <w:rsid w:val="00E94646"/>
    <w:rsid w:val="00E94980"/>
    <w:rsid w:val="00E94B73"/>
    <w:rsid w:val="00E94CB7"/>
    <w:rsid w:val="00E94DE4"/>
    <w:rsid w:val="00E94DF0"/>
    <w:rsid w:val="00E95016"/>
    <w:rsid w:val="00E95363"/>
    <w:rsid w:val="00E956C3"/>
    <w:rsid w:val="00E95882"/>
    <w:rsid w:val="00E95A71"/>
    <w:rsid w:val="00E961F5"/>
    <w:rsid w:val="00E9653B"/>
    <w:rsid w:val="00E969F4"/>
    <w:rsid w:val="00E96B9B"/>
    <w:rsid w:val="00E96D47"/>
    <w:rsid w:val="00E97BCA"/>
    <w:rsid w:val="00E97D71"/>
    <w:rsid w:val="00E97DDF"/>
    <w:rsid w:val="00E97F3F"/>
    <w:rsid w:val="00EA0110"/>
    <w:rsid w:val="00EA0298"/>
    <w:rsid w:val="00EA08E4"/>
    <w:rsid w:val="00EA0BFF"/>
    <w:rsid w:val="00EA15AF"/>
    <w:rsid w:val="00EA1894"/>
    <w:rsid w:val="00EA1D00"/>
    <w:rsid w:val="00EA1ED0"/>
    <w:rsid w:val="00EA1ED5"/>
    <w:rsid w:val="00EA255D"/>
    <w:rsid w:val="00EA27C7"/>
    <w:rsid w:val="00EA2EC8"/>
    <w:rsid w:val="00EA348F"/>
    <w:rsid w:val="00EA352F"/>
    <w:rsid w:val="00EA370C"/>
    <w:rsid w:val="00EA3E07"/>
    <w:rsid w:val="00EA42B0"/>
    <w:rsid w:val="00EA449F"/>
    <w:rsid w:val="00EA46EC"/>
    <w:rsid w:val="00EA476A"/>
    <w:rsid w:val="00EA47E8"/>
    <w:rsid w:val="00EA54CC"/>
    <w:rsid w:val="00EA5AE6"/>
    <w:rsid w:val="00EA5FD2"/>
    <w:rsid w:val="00EA6223"/>
    <w:rsid w:val="00EA6259"/>
    <w:rsid w:val="00EA6428"/>
    <w:rsid w:val="00EA6477"/>
    <w:rsid w:val="00EA67C9"/>
    <w:rsid w:val="00EA6875"/>
    <w:rsid w:val="00EA6CD2"/>
    <w:rsid w:val="00EA6DD5"/>
    <w:rsid w:val="00EA70CB"/>
    <w:rsid w:val="00EA73A6"/>
    <w:rsid w:val="00EA745A"/>
    <w:rsid w:val="00EA7A3F"/>
    <w:rsid w:val="00EB02AA"/>
    <w:rsid w:val="00EB04C3"/>
    <w:rsid w:val="00EB0DB1"/>
    <w:rsid w:val="00EB0FFF"/>
    <w:rsid w:val="00EB1335"/>
    <w:rsid w:val="00EB139A"/>
    <w:rsid w:val="00EB15E1"/>
    <w:rsid w:val="00EB181C"/>
    <w:rsid w:val="00EB1B84"/>
    <w:rsid w:val="00EB21CB"/>
    <w:rsid w:val="00EB4906"/>
    <w:rsid w:val="00EB4B68"/>
    <w:rsid w:val="00EB4BA6"/>
    <w:rsid w:val="00EB4F17"/>
    <w:rsid w:val="00EB5221"/>
    <w:rsid w:val="00EB522F"/>
    <w:rsid w:val="00EB52E4"/>
    <w:rsid w:val="00EB58C1"/>
    <w:rsid w:val="00EB5B09"/>
    <w:rsid w:val="00EB5BD9"/>
    <w:rsid w:val="00EB5F8E"/>
    <w:rsid w:val="00EB641E"/>
    <w:rsid w:val="00EB6673"/>
    <w:rsid w:val="00EB685C"/>
    <w:rsid w:val="00EB6B5C"/>
    <w:rsid w:val="00EB6C7B"/>
    <w:rsid w:val="00EB7A16"/>
    <w:rsid w:val="00EB7A64"/>
    <w:rsid w:val="00EB7E0E"/>
    <w:rsid w:val="00EC04F0"/>
    <w:rsid w:val="00EC08F0"/>
    <w:rsid w:val="00EC0DE8"/>
    <w:rsid w:val="00EC1214"/>
    <w:rsid w:val="00EC1633"/>
    <w:rsid w:val="00EC1EA4"/>
    <w:rsid w:val="00EC1F06"/>
    <w:rsid w:val="00EC27ED"/>
    <w:rsid w:val="00EC2818"/>
    <w:rsid w:val="00EC30D2"/>
    <w:rsid w:val="00EC3A9A"/>
    <w:rsid w:val="00EC40D2"/>
    <w:rsid w:val="00EC438F"/>
    <w:rsid w:val="00EC4C16"/>
    <w:rsid w:val="00EC4EBA"/>
    <w:rsid w:val="00EC5068"/>
    <w:rsid w:val="00EC53DE"/>
    <w:rsid w:val="00EC55E2"/>
    <w:rsid w:val="00EC566E"/>
    <w:rsid w:val="00EC588F"/>
    <w:rsid w:val="00EC5C57"/>
    <w:rsid w:val="00EC5FF4"/>
    <w:rsid w:val="00EC6432"/>
    <w:rsid w:val="00EC6AB6"/>
    <w:rsid w:val="00EC6D6D"/>
    <w:rsid w:val="00EC77F1"/>
    <w:rsid w:val="00EC798F"/>
    <w:rsid w:val="00EC7998"/>
    <w:rsid w:val="00EC7AB9"/>
    <w:rsid w:val="00EC7C1B"/>
    <w:rsid w:val="00ED01EE"/>
    <w:rsid w:val="00ED0205"/>
    <w:rsid w:val="00ED0B59"/>
    <w:rsid w:val="00ED0B73"/>
    <w:rsid w:val="00ED0EAD"/>
    <w:rsid w:val="00ED19D4"/>
    <w:rsid w:val="00ED1D0D"/>
    <w:rsid w:val="00ED1D0E"/>
    <w:rsid w:val="00ED1F48"/>
    <w:rsid w:val="00ED2107"/>
    <w:rsid w:val="00ED30BA"/>
    <w:rsid w:val="00ED3286"/>
    <w:rsid w:val="00ED3613"/>
    <w:rsid w:val="00ED365A"/>
    <w:rsid w:val="00ED3944"/>
    <w:rsid w:val="00ED3D4D"/>
    <w:rsid w:val="00ED454A"/>
    <w:rsid w:val="00ED4648"/>
    <w:rsid w:val="00ED4750"/>
    <w:rsid w:val="00ED4CF2"/>
    <w:rsid w:val="00ED4E0B"/>
    <w:rsid w:val="00ED4E9D"/>
    <w:rsid w:val="00ED4F1E"/>
    <w:rsid w:val="00ED522B"/>
    <w:rsid w:val="00ED52BD"/>
    <w:rsid w:val="00ED581C"/>
    <w:rsid w:val="00ED59C8"/>
    <w:rsid w:val="00ED6438"/>
    <w:rsid w:val="00ED64A4"/>
    <w:rsid w:val="00ED6500"/>
    <w:rsid w:val="00ED6820"/>
    <w:rsid w:val="00ED6898"/>
    <w:rsid w:val="00ED695C"/>
    <w:rsid w:val="00ED6DD9"/>
    <w:rsid w:val="00ED7797"/>
    <w:rsid w:val="00EE002E"/>
    <w:rsid w:val="00EE0852"/>
    <w:rsid w:val="00EE0AC3"/>
    <w:rsid w:val="00EE12BA"/>
    <w:rsid w:val="00EE1BD3"/>
    <w:rsid w:val="00EE1F08"/>
    <w:rsid w:val="00EE20ED"/>
    <w:rsid w:val="00EE2120"/>
    <w:rsid w:val="00EE2D37"/>
    <w:rsid w:val="00EE30BB"/>
    <w:rsid w:val="00EE3681"/>
    <w:rsid w:val="00EE3C75"/>
    <w:rsid w:val="00EE3C85"/>
    <w:rsid w:val="00EE3D43"/>
    <w:rsid w:val="00EE3F0E"/>
    <w:rsid w:val="00EE446E"/>
    <w:rsid w:val="00EE4477"/>
    <w:rsid w:val="00EE4502"/>
    <w:rsid w:val="00EE4623"/>
    <w:rsid w:val="00EE464E"/>
    <w:rsid w:val="00EE511B"/>
    <w:rsid w:val="00EE5896"/>
    <w:rsid w:val="00EE58D2"/>
    <w:rsid w:val="00EE5D35"/>
    <w:rsid w:val="00EE642C"/>
    <w:rsid w:val="00EE6793"/>
    <w:rsid w:val="00EE68B4"/>
    <w:rsid w:val="00EE7309"/>
    <w:rsid w:val="00EE748A"/>
    <w:rsid w:val="00EE7547"/>
    <w:rsid w:val="00EE7B7F"/>
    <w:rsid w:val="00EE7BCB"/>
    <w:rsid w:val="00EE7DE2"/>
    <w:rsid w:val="00EF03AF"/>
    <w:rsid w:val="00EF07F1"/>
    <w:rsid w:val="00EF09AA"/>
    <w:rsid w:val="00EF1103"/>
    <w:rsid w:val="00EF1531"/>
    <w:rsid w:val="00EF191C"/>
    <w:rsid w:val="00EF1BC2"/>
    <w:rsid w:val="00EF1D92"/>
    <w:rsid w:val="00EF1F42"/>
    <w:rsid w:val="00EF22DB"/>
    <w:rsid w:val="00EF2958"/>
    <w:rsid w:val="00EF2D3B"/>
    <w:rsid w:val="00EF2D6E"/>
    <w:rsid w:val="00EF2D9F"/>
    <w:rsid w:val="00EF30FE"/>
    <w:rsid w:val="00EF3588"/>
    <w:rsid w:val="00EF3A23"/>
    <w:rsid w:val="00EF3A42"/>
    <w:rsid w:val="00EF3A6F"/>
    <w:rsid w:val="00EF3D33"/>
    <w:rsid w:val="00EF4E5F"/>
    <w:rsid w:val="00EF51A6"/>
    <w:rsid w:val="00EF535A"/>
    <w:rsid w:val="00EF54D1"/>
    <w:rsid w:val="00EF5A41"/>
    <w:rsid w:val="00EF5BC2"/>
    <w:rsid w:val="00EF5F75"/>
    <w:rsid w:val="00EF649D"/>
    <w:rsid w:val="00EF6CBE"/>
    <w:rsid w:val="00EF7028"/>
    <w:rsid w:val="00EF71BB"/>
    <w:rsid w:val="00EF7C65"/>
    <w:rsid w:val="00EF7CEC"/>
    <w:rsid w:val="00F000AF"/>
    <w:rsid w:val="00F00685"/>
    <w:rsid w:val="00F00AB6"/>
    <w:rsid w:val="00F00DF1"/>
    <w:rsid w:val="00F00E44"/>
    <w:rsid w:val="00F00F5E"/>
    <w:rsid w:val="00F01090"/>
    <w:rsid w:val="00F0177C"/>
    <w:rsid w:val="00F017ED"/>
    <w:rsid w:val="00F01BEE"/>
    <w:rsid w:val="00F01D82"/>
    <w:rsid w:val="00F01E46"/>
    <w:rsid w:val="00F02A73"/>
    <w:rsid w:val="00F02DD8"/>
    <w:rsid w:val="00F03445"/>
    <w:rsid w:val="00F038F1"/>
    <w:rsid w:val="00F0405E"/>
    <w:rsid w:val="00F048BE"/>
    <w:rsid w:val="00F0498F"/>
    <w:rsid w:val="00F04C41"/>
    <w:rsid w:val="00F0539C"/>
    <w:rsid w:val="00F05681"/>
    <w:rsid w:val="00F061EA"/>
    <w:rsid w:val="00F061F7"/>
    <w:rsid w:val="00F0659D"/>
    <w:rsid w:val="00F065CC"/>
    <w:rsid w:val="00F0662C"/>
    <w:rsid w:val="00F06711"/>
    <w:rsid w:val="00F06899"/>
    <w:rsid w:val="00F068D3"/>
    <w:rsid w:val="00F06DDE"/>
    <w:rsid w:val="00F0763A"/>
    <w:rsid w:val="00F103C7"/>
    <w:rsid w:val="00F10572"/>
    <w:rsid w:val="00F10C02"/>
    <w:rsid w:val="00F10D4A"/>
    <w:rsid w:val="00F113AA"/>
    <w:rsid w:val="00F11C95"/>
    <w:rsid w:val="00F11F81"/>
    <w:rsid w:val="00F120AC"/>
    <w:rsid w:val="00F1261C"/>
    <w:rsid w:val="00F1265E"/>
    <w:rsid w:val="00F12A09"/>
    <w:rsid w:val="00F12E28"/>
    <w:rsid w:val="00F12FDF"/>
    <w:rsid w:val="00F130A2"/>
    <w:rsid w:val="00F13578"/>
    <w:rsid w:val="00F13F54"/>
    <w:rsid w:val="00F14B54"/>
    <w:rsid w:val="00F14C02"/>
    <w:rsid w:val="00F1591F"/>
    <w:rsid w:val="00F1759C"/>
    <w:rsid w:val="00F17783"/>
    <w:rsid w:val="00F17895"/>
    <w:rsid w:val="00F17D57"/>
    <w:rsid w:val="00F17F2F"/>
    <w:rsid w:val="00F17F63"/>
    <w:rsid w:val="00F20F2E"/>
    <w:rsid w:val="00F210A8"/>
    <w:rsid w:val="00F21256"/>
    <w:rsid w:val="00F21D09"/>
    <w:rsid w:val="00F22254"/>
    <w:rsid w:val="00F2240A"/>
    <w:rsid w:val="00F22849"/>
    <w:rsid w:val="00F229D4"/>
    <w:rsid w:val="00F22C10"/>
    <w:rsid w:val="00F22CE6"/>
    <w:rsid w:val="00F22F5C"/>
    <w:rsid w:val="00F230AE"/>
    <w:rsid w:val="00F23208"/>
    <w:rsid w:val="00F23D8E"/>
    <w:rsid w:val="00F24476"/>
    <w:rsid w:val="00F244EC"/>
    <w:rsid w:val="00F2455C"/>
    <w:rsid w:val="00F24743"/>
    <w:rsid w:val="00F25718"/>
    <w:rsid w:val="00F259BA"/>
    <w:rsid w:val="00F2610A"/>
    <w:rsid w:val="00F26904"/>
    <w:rsid w:val="00F26ECC"/>
    <w:rsid w:val="00F278E5"/>
    <w:rsid w:val="00F2797F"/>
    <w:rsid w:val="00F30190"/>
    <w:rsid w:val="00F301E7"/>
    <w:rsid w:val="00F3027A"/>
    <w:rsid w:val="00F30468"/>
    <w:rsid w:val="00F304E6"/>
    <w:rsid w:val="00F304E8"/>
    <w:rsid w:val="00F3082F"/>
    <w:rsid w:val="00F3103D"/>
    <w:rsid w:val="00F311F4"/>
    <w:rsid w:val="00F312A3"/>
    <w:rsid w:val="00F31493"/>
    <w:rsid w:val="00F31C81"/>
    <w:rsid w:val="00F31D0B"/>
    <w:rsid w:val="00F325C4"/>
    <w:rsid w:val="00F32C32"/>
    <w:rsid w:val="00F33128"/>
    <w:rsid w:val="00F33282"/>
    <w:rsid w:val="00F33DE3"/>
    <w:rsid w:val="00F33FDE"/>
    <w:rsid w:val="00F341C3"/>
    <w:rsid w:val="00F3439E"/>
    <w:rsid w:val="00F343C9"/>
    <w:rsid w:val="00F34514"/>
    <w:rsid w:val="00F346EC"/>
    <w:rsid w:val="00F3476A"/>
    <w:rsid w:val="00F35A19"/>
    <w:rsid w:val="00F35DD9"/>
    <w:rsid w:val="00F35FC3"/>
    <w:rsid w:val="00F369A1"/>
    <w:rsid w:val="00F370D7"/>
    <w:rsid w:val="00F3715D"/>
    <w:rsid w:val="00F37BD8"/>
    <w:rsid w:val="00F4003B"/>
    <w:rsid w:val="00F401AA"/>
    <w:rsid w:val="00F401D9"/>
    <w:rsid w:val="00F40A17"/>
    <w:rsid w:val="00F40CBF"/>
    <w:rsid w:val="00F40E48"/>
    <w:rsid w:val="00F410F6"/>
    <w:rsid w:val="00F419AD"/>
    <w:rsid w:val="00F4200F"/>
    <w:rsid w:val="00F420A6"/>
    <w:rsid w:val="00F4216A"/>
    <w:rsid w:val="00F42FBD"/>
    <w:rsid w:val="00F44956"/>
    <w:rsid w:val="00F44D58"/>
    <w:rsid w:val="00F44E33"/>
    <w:rsid w:val="00F45F67"/>
    <w:rsid w:val="00F46224"/>
    <w:rsid w:val="00F465F3"/>
    <w:rsid w:val="00F46766"/>
    <w:rsid w:val="00F47222"/>
    <w:rsid w:val="00F472EA"/>
    <w:rsid w:val="00F475A0"/>
    <w:rsid w:val="00F4767B"/>
    <w:rsid w:val="00F476B0"/>
    <w:rsid w:val="00F476F6"/>
    <w:rsid w:val="00F47AB9"/>
    <w:rsid w:val="00F47B80"/>
    <w:rsid w:val="00F47E4B"/>
    <w:rsid w:val="00F500FE"/>
    <w:rsid w:val="00F5022C"/>
    <w:rsid w:val="00F50D1F"/>
    <w:rsid w:val="00F51036"/>
    <w:rsid w:val="00F5151B"/>
    <w:rsid w:val="00F51986"/>
    <w:rsid w:val="00F52A44"/>
    <w:rsid w:val="00F532AB"/>
    <w:rsid w:val="00F53EEF"/>
    <w:rsid w:val="00F542FD"/>
    <w:rsid w:val="00F54529"/>
    <w:rsid w:val="00F5463F"/>
    <w:rsid w:val="00F547EB"/>
    <w:rsid w:val="00F5497A"/>
    <w:rsid w:val="00F549AB"/>
    <w:rsid w:val="00F54E72"/>
    <w:rsid w:val="00F55093"/>
    <w:rsid w:val="00F55323"/>
    <w:rsid w:val="00F559B9"/>
    <w:rsid w:val="00F5643C"/>
    <w:rsid w:val="00F56550"/>
    <w:rsid w:val="00F56835"/>
    <w:rsid w:val="00F56841"/>
    <w:rsid w:val="00F56A95"/>
    <w:rsid w:val="00F57036"/>
    <w:rsid w:val="00F60DB6"/>
    <w:rsid w:val="00F61085"/>
    <w:rsid w:val="00F61484"/>
    <w:rsid w:val="00F6173B"/>
    <w:rsid w:val="00F619B2"/>
    <w:rsid w:val="00F61FB9"/>
    <w:rsid w:val="00F61FF5"/>
    <w:rsid w:val="00F6294D"/>
    <w:rsid w:val="00F62CF7"/>
    <w:rsid w:val="00F6324D"/>
    <w:rsid w:val="00F6362A"/>
    <w:rsid w:val="00F6388E"/>
    <w:rsid w:val="00F63B38"/>
    <w:rsid w:val="00F6420A"/>
    <w:rsid w:val="00F6478A"/>
    <w:rsid w:val="00F647DD"/>
    <w:rsid w:val="00F64DD1"/>
    <w:rsid w:val="00F65584"/>
    <w:rsid w:val="00F659C9"/>
    <w:rsid w:val="00F6616B"/>
    <w:rsid w:val="00F661FC"/>
    <w:rsid w:val="00F66417"/>
    <w:rsid w:val="00F665D2"/>
    <w:rsid w:val="00F66AAD"/>
    <w:rsid w:val="00F66C9E"/>
    <w:rsid w:val="00F6732D"/>
    <w:rsid w:val="00F676A4"/>
    <w:rsid w:val="00F67C8F"/>
    <w:rsid w:val="00F70535"/>
    <w:rsid w:val="00F7061F"/>
    <w:rsid w:val="00F707C4"/>
    <w:rsid w:val="00F70FBC"/>
    <w:rsid w:val="00F71930"/>
    <w:rsid w:val="00F71D7C"/>
    <w:rsid w:val="00F71ED8"/>
    <w:rsid w:val="00F7241A"/>
    <w:rsid w:val="00F7264A"/>
    <w:rsid w:val="00F7278B"/>
    <w:rsid w:val="00F72B9C"/>
    <w:rsid w:val="00F7304F"/>
    <w:rsid w:val="00F73061"/>
    <w:rsid w:val="00F7324E"/>
    <w:rsid w:val="00F732CD"/>
    <w:rsid w:val="00F732DC"/>
    <w:rsid w:val="00F73930"/>
    <w:rsid w:val="00F7395C"/>
    <w:rsid w:val="00F741CD"/>
    <w:rsid w:val="00F74C5B"/>
    <w:rsid w:val="00F751C0"/>
    <w:rsid w:val="00F7554C"/>
    <w:rsid w:val="00F7573B"/>
    <w:rsid w:val="00F75F16"/>
    <w:rsid w:val="00F762A3"/>
    <w:rsid w:val="00F765CC"/>
    <w:rsid w:val="00F76A60"/>
    <w:rsid w:val="00F76B13"/>
    <w:rsid w:val="00F76F71"/>
    <w:rsid w:val="00F76F77"/>
    <w:rsid w:val="00F77125"/>
    <w:rsid w:val="00F77AC6"/>
    <w:rsid w:val="00F80208"/>
    <w:rsid w:val="00F80890"/>
    <w:rsid w:val="00F8091E"/>
    <w:rsid w:val="00F80AAC"/>
    <w:rsid w:val="00F81111"/>
    <w:rsid w:val="00F819E3"/>
    <w:rsid w:val="00F81B69"/>
    <w:rsid w:val="00F81C1A"/>
    <w:rsid w:val="00F8228E"/>
    <w:rsid w:val="00F82734"/>
    <w:rsid w:val="00F8279B"/>
    <w:rsid w:val="00F82908"/>
    <w:rsid w:val="00F82B32"/>
    <w:rsid w:val="00F82EA9"/>
    <w:rsid w:val="00F8379E"/>
    <w:rsid w:val="00F84272"/>
    <w:rsid w:val="00F84615"/>
    <w:rsid w:val="00F84AA5"/>
    <w:rsid w:val="00F84E48"/>
    <w:rsid w:val="00F8506C"/>
    <w:rsid w:val="00F85A49"/>
    <w:rsid w:val="00F85B71"/>
    <w:rsid w:val="00F85DA3"/>
    <w:rsid w:val="00F86433"/>
    <w:rsid w:val="00F868C3"/>
    <w:rsid w:val="00F8692E"/>
    <w:rsid w:val="00F86962"/>
    <w:rsid w:val="00F877EF"/>
    <w:rsid w:val="00F87837"/>
    <w:rsid w:val="00F879AA"/>
    <w:rsid w:val="00F87DBE"/>
    <w:rsid w:val="00F90652"/>
    <w:rsid w:val="00F909E2"/>
    <w:rsid w:val="00F90F22"/>
    <w:rsid w:val="00F9114A"/>
    <w:rsid w:val="00F9170E"/>
    <w:rsid w:val="00F919DD"/>
    <w:rsid w:val="00F91ABC"/>
    <w:rsid w:val="00F91C45"/>
    <w:rsid w:val="00F92370"/>
    <w:rsid w:val="00F92500"/>
    <w:rsid w:val="00F9303B"/>
    <w:rsid w:val="00F93073"/>
    <w:rsid w:val="00F93C47"/>
    <w:rsid w:val="00F93D17"/>
    <w:rsid w:val="00F944E1"/>
    <w:rsid w:val="00F94717"/>
    <w:rsid w:val="00F94BD7"/>
    <w:rsid w:val="00F94F52"/>
    <w:rsid w:val="00F94F53"/>
    <w:rsid w:val="00F952CE"/>
    <w:rsid w:val="00F9592C"/>
    <w:rsid w:val="00F95A56"/>
    <w:rsid w:val="00F95EF8"/>
    <w:rsid w:val="00F95F3D"/>
    <w:rsid w:val="00F95FD2"/>
    <w:rsid w:val="00F96809"/>
    <w:rsid w:val="00F96CB5"/>
    <w:rsid w:val="00F974C5"/>
    <w:rsid w:val="00F97878"/>
    <w:rsid w:val="00F97C1C"/>
    <w:rsid w:val="00F97FE1"/>
    <w:rsid w:val="00FA063F"/>
    <w:rsid w:val="00FA09B0"/>
    <w:rsid w:val="00FA11A0"/>
    <w:rsid w:val="00FA174D"/>
    <w:rsid w:val="00FA1B0A"/>
    <w:rsid w:val="00FA22D6"/>
    <w:rsid w:val="00FA28BA"/>
    <w:rsid w:val="00FA2967"/>
    <w:rsid w:val="00FA2C06"/>
    <w:rsid w:val="00FA2D1E"/>
    <w:rsid w:val="00FA348D"/>
    <w:rsid w:val="00FA3527"/>
    <w:rsid w:val="00FA3CC7"/>
    <w:rsid w:val="00FA438F"/>
    <w:rsid w:val="00FA4556"/>
    <w:rsid w:val="00FA49E3"/>
    <w:rsid w:val="00FA4CBC"/>
    <w:rsid w:val="00FA4CD5"/>
    <w:rsid w:val="00FA4F4F"/>
    <w:rsid w:val="00FA50BD"/>
    <w:rsid w:val="00FA52D3"/>
    <w:rsid w:val="00FA5419"/>
    <w:rsid w:val="00FA58D3"/>
    <w:rsid w:val="00FA5F69"/>
    <w:rsid w:val="00FA639A"/>
    <w:rsid w:val="00FA64B8"/>
    <w:rsid w:val="00FA71DF"/>
    <w:rsid w:val="00FA743E"/>
    <w:rsid w:val="00FA7886"/>
    <w:rsid w:val="00FA7CA2"/>
    <w:rsid w:val="00FA7D28"/>
    <w:rsid w:val="00FB0979"/>
    <w:rsid w:val="00FB120C"/>
    <w:rsid w:val="00FB19D6"/>
    <w:rsid w:val="00FB1BD6"/>
    <w:rsid w:val="00FB20C5"/>
    <w:rsid w:val="00FB20E8"/>
    <w:rsid w:val="00FB2429"/>
    <w:rsid w:val="00FB277C"/>
    <w:rsid w:val="00FB2966"/>
    <w:rsid w:val="00FB2F0A"/>
    <w:rsid w:val="00FB30C4"/>
    <w:rsid w:val="00FB3E00"/>
    <w:rsid w:val="00FB4608"/>
    <w:rsid w:val="00FB4804"/>
    <w:rsid w:val="00FB5229"/>
    <w:rsid w:val="00FB5D53"/>
    <w:rsid w:val="00FB6D02"/>
    <w:rsid w:val="00FB6E71"/>
    <w:rsid w:val="00FB7DBB"/>
    <w:rsid w:val="00FC074A"/>
    <w:rsid w:val="00FC0C16"/>
    <w:rsid w:val="00FC1B01"/>
    <w:rsid w:val="00FC1F33"/>
    <w:rsid w:val="00FC2053"/>
    <w:rsid w:val="00FC242B"/>
    <w:rsid w:val="00FC26D8"/>
    <w:rsid w:val="00FC2DDF"/>
    <w:rsid w:val="00FC3684"/>
    <w:rsid w:val="00FC4278"/>
    <w:rsid w:val="00FC46EA"/>
    <w:rsid w:val="00FC4D18"/>
    <w:rsid w:val="00FC5155"/>
    <w:rsid w:val="00FC5346"/>
    <w:rsid w:val="00FC54A1"/>
    <w:rsid w:val="00FC5873"/>
    <w:rsid w:val="00FC58D5"/>
    <w:rsid w:val="00FC5A4C"/>
    <w:rsid w:val="00FC6741"/>
    <w:rsid w:val="00FC76DD"/>
    <w:rsid w:val="00FC7EB3"/>
    <w:rsid w:val="00FC7EB9"/>
    <w:rsid w:val="00FC7F65"/>
    <w:rsid w:val="00FD0118"/>
    <w:rsid w:val="00FD039B"/>
    <w:rsid w:val="00FD07C8"/>
    <w:rsid w:val="00FD07F4"/>
    <w:rsid w:val="00FD0B80"/>
    <w:rsid w:val="00FD0F67"/>
    <w:rsid w:val="00FD1193"/>
    <w:rsid w:val="00FD1276"/>
    <w:rsid w:val="00FD13B6"/>
    <w:rsid w:val="00FD1D7F"/>
    <w:rsid w:val="00FD1E95"/>
    <w:rsid w:val="00FD211A"/>
    <w:rsid w:val="00FD225D"/>
    <w:rsid w:val="00FD2302"/>
    <w:rsid w:val="00FD27D5"/>
    <w:rsid w:val="00FD2C43"/>
    <w:rsid w:val="00FD2DC1"/>
    <w:rsid w:val="00FD3ABA"/>
    <w:rsid w:val="00FD3BDB"/>
    <w:rsid w:val="00FD3C8D"/>
    <w:rsid w:val="00FD409B"/>
    <w:rsid w:val="00FD4978"/>
    <w:rsid w:val="00FD5148"/>
    <w:rsid w:val="00FD5A8D"/>
    <w:rsid w:val="00FD5ACC"/>
    <w:rsid w:val="00FD5ADF"/>
    <w:rsid w:val="00FD5B1B"/>
    <w:rsid w:val="00FD5CD0"/>
    <w:rsid w:val="00FD66F5"/>
    <w:rsid w:val="00FD69C0"/>
    <w:rsid w:val="00FD6DDE"/>
    <w:rsid w:val="00FD6F29"/>
    <w:rsid w:val="00FD73D9"/>
    <w:rsid w:val="00FD7AEC"/>
    <w:rsid w:val="00FD7CDA"/>
    <w:rsid w:val="00FD7D04"/>
    <w:rsid w:val="00FE0344"/>
    <w:rsid w:val="00FE111E"/>
    <w:rsid w:val="00FE1403"/>
    <w:rsid w:val="00FE1894"/>
    <w:rsid w:val="00FE1B54"/>
    <w:rsid w:val="00FE1FF7"/>
    <w:rsid w:val="00FE29A6"/>
    <w:rsid w:val="00FE34AE"/>
    <w:rsid w:val="00FE35D1"/>
    <w:rsid w:val="00FE3858"/>
    <w:rsid w:val="00FE3D0C"/>
    <w:rsid w:val="00FE4121"/>
    <w:rsid w:val="00FE48F9"/>
    <w:rsid w:val="00FE5790"/>
    <w:rsid w:val="00FE59AB"/>
    <w:rsid w:val="00FE68ED"/>
    <w:rsid w:val="00FE7761"/>
    <w:rsid w:val="00FE78E5"/>
    <w:rsid w:val="00FE7A8B"/>
    <w:rsid w:val="00FE7AE5"/>
    <w:rsid w:val="00FE7CB3"/>
    <w:rsid w:val="00FF0072"/>
    <w:rsid w:val="00FF0095"/>
    <w:rsid w:val="00FF033B"/>
    <w:rsid w:val="00FF0634"/>
    <w:rsid w:val="00FF07F3"/>
    <w:rsid w:val="00FF09B1"/>
    <w:rsid w:val="00FF0BE4"/>
    <w:rsid w:val="00FF0CB2"/>
    <w:rsid w:val="00FF0F49"/>
    <w:rsid w:val="00FF0F7F"/>
    <w:rsid w:val="00FF1229"/>
    <w:rsid w:val="00FF18E0"/>
    <w:rsid w:val="00FF20AB"/>
    <w:rsid w:val="00FF228F"/>
    <w:rsid w:val="00FF2D78"/>
    <w:rsid w:val="00FF3333"/>
    <w:rsid w:val="00FF3659"/>
    <w:rsid w:val="00FF369C"/>
    <w:rsid w:val="00FF3B7D"/>
    <w:rsid w:val="00FF3F86"/>
    <w:rsid w:val="00FF410C"/>
    <w:rsid w:val="00FF46AD"/>
    <w:rsid w:val="00FF4878"/>
    <w:rsid w:val="00FF4DDA"/>
    <w:rsid w:val="00FF52D0"/>
    <w:rsid w:val="00FF5738"/>
    <w:rsid w:val="00FF62F4"/>
    <w:rsid w:val="00FF65C6"/>
    <w:rsid w:val="00FF6985"/>
    <w:rsid w:val="00FF781A"/>
    <w:rsid w:val="00FF79D8"/>
    <w:rsid w:val="04666496"/>
    <w:rsid w:val="0ADC85E2"/>
    <w:rsid w:val="1A7F707D"/>
    <w:rsid w:val="1EBA22DA"/>
    <w:rsid w:val="217A5B55"/>
    <w:rsid w:val="241DBDA1"/>
    <w:rsid w:val="2B0BFD19"/>
    <w:rsid w:val="2F4D937E"/>
    <w:rsid w:val="34F771B5"/>
    <w:rsid w:val="468AE35E"/>
    <w:rsid w:val="46D1DA42"/>
    <w:rsid w:val="480572BC"/>
    <w:rsid w:val="4C08B594"/>
    <w:rsid w:val="57EBBFEF"/>
    <w:rsid w:val="5DB0244E"/>
    <w:rsid w:val="5F79AF56"/>
    <w:rsid w:val="62B07119"/>
    <w:rsid w:val="68823C63"/>
    <w:rsid w:val="6C2CA0B2"/>
    <w:rsid w:val="70DB6E37"/>
    <w:rsid w:val="7681B3FF"/>
    <w:rsid w:val="7882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F15D1"/>
  <w15:chartTrackingRefBased/>
  <w15:docId w15:val="{4951D25D-5C52-460C-AEA9-E59C234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78"/>
  </w:style>
  <w:style w:type="paragraph" w:styleId="Heading1">
    <w:name w:val="heading 1"/>
    <w:basedOn w:val="Normal"/>
    <w:next w:val="Normal"/>
    <w:link w:val="Heading1Char"/>
    <w:uiPriority w:val="9"/>
    <w:qFormat/>
    <w:rsid w:val="00820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2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5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5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5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5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5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4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4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2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5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5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5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5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5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C69"/>
  </w:style>
  <w:style w:type="paragraph" w:styleId="TOC1">
    <w:name w:val="toc 1"/>
    <w:basedOn w:val="Normal"/>
    <w:next w:val="Normal"/>
    <w:autoRedefine/>
    <w:uiPriority w:val="39"/>
    <w:unhideWhenUsed/>
    <w:rsid w:val="004D44B9"/>
    <w:pPr>
      <w:tabs>
        <w:tab w:val="left" w:pos="660"/>
        <w:tab w:val="right" w:leader="dot" w:pos="15026"/>
      </w:tabs>
      <w:spacing w:after="100" w:line="276" w:lineRule="auto"/>
    </w:pPr>
  </w:style>
  <w:style w:type="paragraph" w:styleId="Footer">
    <w:name w:val="footer"/>
    <w:basedOn w:val="Normal"/>
    <w:link w:val="Foot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C69"/>
  </w:style>
  <w:style w:type="paragraph" w:styleId="ListParagraph">
    <w:name w:val="List Paragraph"/>
    <w:aliases w:val="Table of contents numbered,numbers normal cal,List Paragraph1,Riana Table Bullets 1,List Paragraph - 2,Grey Bullet List,Grey Bullet Style,Table bullet,Paragraph,Paragraphe de liste PBLH,Normal bullet 2,Bullet list,List Para 1,Heading 2 MS"/>
    <w:basedOn w:val="Normal"/>
    <w:link w:val="ListParagraphChar"/>
    <w:uiPriority w:val="34"/>
    <w:qFormat/>
    <w:rsid w:val="005E5F08"/>
    <w:pPr>
      <w:ind w:left="720"/>
      <w:contextualSpacing/>
    </w:pPr>
  </w:style>
  <w:style w:type="character" w:customStyle="1" w:styleId="ListParagraphChar">
    <w:name w:val="List Paragraph Char"/>
    <w:aliases w:val="Table of contents numbered Char,numbers normal cal Char,List Paragraph1 Char,Riana Table Bullets 1 Char,List Paragraph - 2 Char,Grey Bullet List Char,Grey Bullet Style Char,Table bullet Char,Paragraph Char,Normal bullet 2 Char"/>
    <w:link w:val="ListParagraph"/>
    <w:uiPriority w:val="34"/>
    <w:locked/>
    <w:rsid w:val="0085508C"/>
  </w:style>
  <w:style w:type="paragraph" w:styleId="TOCHeading">
    <w:name w:val="TOC Heading"/>
    <w:basedOn w:val="Heading1"/>
    <w:next w:val="Normal"/>
    <w:uiPriority w:val="39"/>
    <w:unhideWhenUsed/>
    <w:qFormat/>
    <w:rsid w:val="00B651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51DA"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51DA"/>
    <w:pPr>
      <w:spacing w:after="100"/>
      <w:ind w:left="440"/>
    </w:pPr>
    <w:rPr>
      <w:rFonts w:eastAsiaTheme="minorEastAsia" w:cs="Times New Roman"/>
      <w:lang w:val="en-US"/>
    </w:rPr>
  </w:style>
  <w:style w:type="table" w:styleId="TableGrid">
    <w:name w:val="Table Grid"/>
    <w:basedOn w:val="TableNormal"/>
    <w:uiPriority w:val="39"/>
    <w:rsid w:val="002E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2E722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484A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4A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4A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D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6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8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6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900D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6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cf01">
    <w:name w:val="cf01"/>
    <w:basedOn w:val="DefaultParagraphFont"/>
    <w:rsid w:val="0076608E"/>
    <w:rPr>
      <w:rFonts w:ascii="Segoe UI" w:hAnsi="Segoe UI" w:cs="Segoe UI" w:hint="default"/>
      <w:b/>
      <w:bCs/>
      <w:color w:val="262626"/>
      <w:sz w:val="28"/>
      <w:szCs w:val="28"/>
    </w:rPr>
  </w:style>
  <w:style w:type="paragraph" w:customStyle="1" w:styleId="Default">
    <w:name w:val="Default"/>
    <w:rsid w:val="004D3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003976"/>
  </w:style>
  <w:style w:type="paragraph" w:styleId="TableofFigures">
    <w:name w:val="table of figures"/>
    <w:basedOn w:val="Normal"/>
    <w:next w:val="Normal"/>
    <w:uiPriority w:val="99"/>
    <w:unhideWhenUsed/>
    <w:rsid w:val="00003976"/>
    <w:pPr>
      <w:spacing w:after="0"/>
    </w:pPr>
  </w:style>
  <w:style w:type="paragraph" w:customStyle="1" w:styleId="TablesandFigures">
    <w:name w:val="Tables and Figures"/>
    <w:basedOn w:val="Caption"/>
    <w:link w:val="TablesandFiguresChar"/>
    <w:qFormat/>
    <w:rsid w:val="00003976"/>
    <w:pPr>
      <w:keepNext/>
      <w:spacing w:after="0"/>
    </w:pPr>
    <w:rPr>
      <w:rFonts w:ascii="Arial Narrow" w:hAnsi="Arial Narrow"/>
      <w:b/>
      <w:i w:val="0"/>
      <w:color w:val="F39301"/>
      <w:sz w:val="22"/>
      <w:szCs w:val="22"/>
    </w:rPr>
  </w:style>
  <w:style w:type="character" w:customStyle="1" w:styleId="TablesandFiguresChar">
    <w:name w:val="Tables and Figures Char"/>
    <w:basedOn w:val="DefaultParagraphFont"/>
    <w:link w:val="TablesandFigures"/>
    <w:rsid w:val="00003976"/>
    <w:rPr>
      <w:rFonts w:ascii="Arial Narrow" w:hAnsi="Arial Narrow"/>
      <w:b/>
      <w:iCs/>
      <w:color w:val="F3930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39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E032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5D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5D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5D46"/>
    <w:rPr>
      <w:vertAlign w:val="superscript"/>
    </w:rPr>
  </w:style>
  <w:style w:type="paragraph" w:customStyle="1" w:styleId="msonormal0">
    <w:name w:val="msonormal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font5">
    <w:name w:val="font5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ZA"/>
    </w:rPr>
  </w:style>
  <w:style w:type="paragraph" w:customStyle="1" w:styleId="font6">
    <w:name w:val="font6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ZA"/>
    </w:rPr>
  </w:style>
  <w:style w:type="paragraph" w:customStyle="1" w:styleId="xl77">
    <w:name w:val="xl77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8">
    <w:name w:val="xl78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9">
    <w:name w:val="xl79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0">
    <w:name w:val="xl80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1">
    <w:name w:val="xl8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2">
    <w:name w:val="xl8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3">
    <w:name w:val="xl8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4">
    <w:name w:val="xl8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5">
    <w:name w:val="xl8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6">
    <w:name w:val="xl8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7">
    <w:name w:val="xl8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8">
    <w:name w:val="xl8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9">
    <w:name w:val="xl89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0">
    <w:name w:val="xl9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1">
    <w:name w:val="xl9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2">
    <w:name w:val="xl9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3">
    <w:name w:val="xl9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4">
    <w:name w:val="xl9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5">
    <w:name w:val="xl9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6">
    <w:name w:val="xl9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7">
    <w:name w:val="xl9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8">
    <w:name w:val="xl9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9">
    <w:name w:val="xl99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0">
    <w:name w:val="xl10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1">
    <w:name w:val="xl10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2">
    <w:name w:val="xl10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3">
    <w:name w:val="xl10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4">
    <w:name w:val="xl104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5">
    <w:name w:val="xl10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6">
    <w:name w:val="xl10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Stylenew">
    <w:name w:val="Style new"/>
    <w:basedOn w:val="TablesandFigures"/>
    <w:link w:val="StylenewChar"/>
    <w:qFormat/>
    <w:rsid w:val="005B6C7E"/>
    <w:pPr>
      <w:spacing w:line="276" w:lineRule="auto"/>
      <w:ind w:left="567"/>
    </w:pPr>
    <w:rPr>
      <w:color w:val="DD5E15"/>
    </w:rPr>
  </w:style>
  <w:style w:type="character" w:customStyle="1" w:styleId="StylenewChar">
    <w:name w:val="Style new Char"/>
    <w:basedOn w:val="TablesandFiguresChar"/>
    <w:link w:val="Stylenew"/>
    <w:rsid w:val="005B6C7E"/>
    <w:rPr>
      <w:rFonts w:ascii="Arial Narrow" w:hAnsi="Arial Narrow"/>
      <w:b/>
      <w:iCs/>
      <w:color w:val="DD5E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9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1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1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94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35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20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86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104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4840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17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016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261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2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zwe%20Mngomezulu\Downloads\Monthly%20report%20template%20Edi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6D438B-8A45-443B-A9A9-911E04E4C9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4B31F7-271F-46D3-BF6F-5FF92A3AFA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101474-3A60-4BD8-A758-15BE5CF6D402}">
  <ds:schemaRefs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55221c09-c7ff-418a-af03-84180da6f5d4"/>
    <ds:schemaRef ds:uri="2c5e3bf4-a475-444a-9952-8aa2e0d6f63d"/>
  </ds:schemaRefs>
</ds:datastoreItem>
</file>

<file path=customXml/itemProps4.xml><?xml version="1.0" encoding="utf-8"?>
<ds:datastoreItem xmlns:ds="http://schemas.openxmlformats.org/officeDocument/2006/customXml" ds:itemID="{B1288955-2B01-46E2-AB08-9E0D9140E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Monthly report template Edited</Template>
  <TotalTime>6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Links>
    <vt:vector size="138" baseType="variant"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_Toc182924119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_Toc182924118</vt:lpwstr>
      </vt:variant>
      <vt:variant>
        <vt:i4>1245232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_Toc182924117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_Toc182924116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_Toc182924115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_Toc182924114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_Toc182924113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_Toc182924112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_Toc182924111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_Toc182924345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_Toc182924344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_Toc182924343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_Toc182924342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_Toc182924341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_Toc182924340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_Toc182924339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_Toc182924338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_Toc182924337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_Toc182924336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_Toc182924335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_Toc182924334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_Toc182924333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_Toc182924332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Sizwe Mngomezulu</dc:creator>
  <cp:keywords/>
  <dc:description/>
  <cp:lastModifiedBy>Sipho Mkhabela</cp:lastModifiedBy>
  <cp:revision>28</cp:revision>
  <cp:lastPrinted>2024-11-20T14:11:00Z</cp:lastPrinted>
  <dcterms:created xsi:type="dcterms:W3CDTF">2026-01-14T06:14:00Z</dcterms:created>
  <dcterms:modified xsi:type="dcterms:W3CDTF">2026-01-30T05:02:00Z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